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0677F8" w:rsidRDefault="00BC1507">
      <w:pPr>
        <w:pStyle w:val="Pealkiri"/>
      </w:pPr>
      <w:r w:rsidRPr="000677F8">
        <w:t>TÖÖVÕTU</w:t>
      </w:r>
      <w:r w:rsidR="005A1CA9" w:rsidRPr="000677F8">
        <w:t>LEPING</w:t>
      </w:r>
      <w:r w:rsidRPr="000677F8">
        <w:t xml:space="preserve"> nr</w:t>
      </w:r>
    </w:p>
    <w:p w14:paraId="0BD2AAF7" w14:textId="77777777" w:rsidR="00BC1507" w:rsidRPr="000677F8" w:rsidRDefault="00BC1507">
      <w:pPr>
        <w:jc w:val="both"/>
        <w:rPr>
          <w:spacing w:val="0"/>
        </w:rPr>
      </w:pPr>
    </w:p>
    <w:p w14:paraId="2BF58100" w14:textId="77777777" w:rsidR="00C70CB6" w:rsidRPr="000677F8" w:rsidRDefault="00C70CB6">
      <w:pPr>
        <w:jc w:val="both"/>
        <w:rPr>
          <w:spacing w:val="0"/>
        </w:rPr>
      </w:pPr>
    </w:p>
    <w:p w14:paraId="0462AA7B" w14:textId="77777777" w:rsidR="00BC1507" w:rsidRPr="000677F8" w:rsidRDefault="000577C6">
      <w:pPr>
        <w:jc w:val="both"/>
        <w:rPr>
          <w:spacing w:val="0"/>
        </w:rPr>
      </w:pPr>
      <w:r w:rsidRPr="000677F8">
        <w:rPr>
          <w:spacing w:val="0"/>
        </w:rPr>
        <w:tab/>
      </w:r>
      <w:r w:rsidRPr="000677F8">
        <w:rPr>
          <w:spacing w:val="0"/>
        </w:rPr>
        <w:tab/>
      </w:r>
      <w:r w:rsidR="00BC1507" w:rsidRPr="000677F8">
        <w:rPr>
          <w:spacing w:val="0"/>
        </w:rPr>
        <w:tab/>
      </w:r>
      <w:r w:rsidR="00BC1507" w:rsidRPr="000677F8">
        <w:rPr>
          <w:spacing w:val="0"/>
        </w:rPr>
        <w:tab/>
      </w:r>
      <w:r w:rsidR="00BC1507" w:rsidRPr="000677F8">
        <w:rPr>
          <w:spacing w:val="0"/>
        </w:rPr>
        <w:tab/>
      </w:r>
      <w:r w:rsidR="00BC1507" w:rsidRPr="000677F8">
        <w:rPr>
          <w:spacing w:val="0"/>
        </w:rPr>
        <w:tab/>
      </w:r>
      <w:r w:rsidR="00742C47" w:rsidRPr="000677F8">
        <w:rPr>
          <w:spacing w:val="0"/>
        </w:rPr>
        <w:tab/>
      </w:r>
      <w:r w:rsidR="00742C47" w:rsidRPr="000677F8">
        <w:rPr>
          <w:spacing w:val="0"/>
        </w:rPr>
        <w:tab/>
        <w:t>(hiliseima digitaalallkirja kuupäev)</w:t>
      </w:r>
    </w:p>
    <w:p w14:paraId="5832DD1D" w14:textId="77777777" w:rsidR="00C70CB6" w:rsidRPr="000677F8" w:rsidRDefault="00C70CB6">
      <w:pPr>
        <w:jc w:val="both"/>
        <w:rPr>
          <w:spacing w:val="0"/>
        </w:rPr>
      </w:pPr>
    </w:p>
    <w:p w14:paraId="325996B9" w14:textId="107EFBA7" w:rsidR="0053732E" w:rsidRPr="000677F8" w:rsidRDefault="1BCEBD69" w:rsidP="0053732E">
      <w:pPr>
        <w:jc w:val="both"/>
        <w:rPr>
          <w:spacing w:val="0"/>
          <w:lang w:eastAsia="et-EE"/>
        </w:rPr>
      </w:pPr>
      <w:r w:rsidRPr="000677F8">
        <w:rPr>
          <w:spacing w:val="0"/>
          <w:lang w:eastAsia="et-EE"/>
        </w:rPr>
        <w:t xml:space="preserve">Riigimetsa Majandamise Keskus, edaspidi </w:t>
      </w:r>
      <w:r w:rsidR="0A47513F" w:rsidRPr="000677F8">
        <w:rPr>
          <w:b/>
          <w:bCs/>
          <w:spacing w:val="0"/>
          <w:lang w:eastAsia="et-EE"/>
        </w:rPr>
        <w:t xml:space="preserve">RMK </w:t>
      </w:r>
      <w:r w:rsidR="0A47513F" w:rsidRPr="000677F8">
        <w:rPr>
          <w:spacing w:val="0"/>
          <w:lang w:eastAsia="et-EE"/>
        </w:rPr>
        <w:t xml:space="preserve">või </w:t>
      </w:r>
      <w:r w:rsidRPr="000677F8">
        <w:rPr>
          <w:b/>
          <w:bCs/>
          <w:spacing w:val="0"/>
          <w:lang w:eastAsia="et-EE"/>
        </w:rPr>
        <w:t xml:space="preserve">tellija, </w:t>
      </w:r>
      <w:r w:rsidRPr="000677F8">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0677F8">
            <w:rPr>
              <w:spacing w:val="0"/>
              <w:lang w:eastAsia="et-EE"/>
            </w:rPr>
            <w:t>[Vali sobiv]</w:t>
          </w:r>
        </w:sdtContent>
      </w:sdt>
      <w:r w:rsidRPr="000677F8">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Content>
          <w:r w:rsidRPr="000677F8">
            <w:rPr>
              <w:spacing w:val="0"/>
              <w:lang w:eastAsia="et-EE"/>
            </w:rPr>
            <w:t>[Vali kuupäev]</w:t>
          </w:r>
        </w:sdtContent>
      </w:sdt>
      <w:r w:rsidRPr="000677F8">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Content>
          <w:r w:rsidRPr="000677F8">
            <w:rPr>
              <w:spacing w:val="0"/>
              <w:lang w:eastAsia="et-EE"/>
            </w:rPr>
            <w:t>[Vali sobiv]</w:t>
          </w:r>
        </w:sdtContent>
      </w:sdt>
      <w:r w:rsidRPr="000677F8">
        <w:rPr>
          <w:spacing w:val="0"/>
          <w:lang w:eastAsia="et-EE"/>
        </w:rPr>
        <w:t xml:space="preserve"> nr </w:t>
      </w:r>
      <w:r w:rsidR="0053732E" w:rsidRPr="000677F8">
        <w:rPr>
          <w:spacing w:val="0"/>
          <w:lang w:eastAsia="et-EE"/>
        </w:rPr>
        <w:fldChar w:fldCharType="begin"/>
      </w:r>
      <w:r w:rsidR="0053732E" w:rsidRPr="000677F8">
        <w:rPr>
          <w:spacing w:val="0"/>
          <w:lang w:eastAsia="et-EE"/>
        </w:rPr>
        <w:instrText xml:space="preserve"> MACROBUTTON  AcceptAllChangesInDoc [Sisesta number] </w:instrText>
      </w:r>
      <w:r w:rsidR="0053732E" w:rsidRPr="000677F8">
        <w:rPr>
          <w:spacing w:val="0"/>
          <w:lang w:eastAsia="et-EE"/>
        </w:rPr>
        <w:fldChar w:fldCharType="end"/>
      </w:r>
      <w:r w:rsidRPr="000677F8">
        <w:rPr>
          <w:spacing w:val="0"/>
          <w:lang w:eastAsia="et-EE"/>
        </w:rPr>
        <w:t xml:space="preserve">alusel </w:t>
      </w:r>
      <w:r w:rsidR="0053732E" w:rsidRPr="000677F8">
        <w:rPr>
          <w:rFonts w:eastAsia="Calibri"/>
          <w:spacing w:val="0"/>
          <w:lang w:eastAsia="et-EE"/>
        </w:rPr>
        <w:fldChar w:fldCharType="begin"/>
      </w:r>
      <w:r w:rsidR="0053732E" w:rsidRPr="000677F8">
        <w:rPr>
          <w:rFonts w:eastAsia="Calibri"/>
          <w:spacing w:val="0"/>
          <w:lang w:eastAsia="et-EE"/>
        </w:rPr>
        <w:instrText xml:space="preserve"> MACROBUTTON  AcceptAllChangesInDoc [Sisesta ametinimetus] </w:instrText>
      </w:r>
      <w:r w:rsidR="0053732E" w:rsidRPr="000677F8">
        <w:rPr>
          <w:rFonts w:eastAsia="Calibri"/>
          <w:spacing w:val="0"/>
          <w:lang w:eastAsia="et-EE"/>
        </w:rPr>
        <w:fldChar w:fldCharType="end"/>
      </w:r>
      <w:r w:rsidRPr="000677F8">
        <w:rPr>
          <w:rFonts w:eastAsia="Calibri"/>
          <w:spacing w:val="0"/>
          <w:lang w:eastAsia="et-EE"/>
        </w:rPr>
        <w:t xml:space="preserve"> </w:t>
      </w:r>
      <w:r w:rsidR="0053732E" w:rsidRPr="000677F8">
        <w:rPr>
          <w:rFonts w:eastAsia="Calibri"/>
          <w:spacing w:val="0"/>
          <w:lang w:eastAsia="et-EE"/>
        </w:rPr>
        <w:fldChar w:fldCharType="begin"/>
      </w:r>
      <w:r w:rsidR="0053732E" w:rsidRPr="000677F8">
        <w:rPr>
          <w:rFonts w:eastAsia="Calibri"/>
          <w:spacing w:val="0"/>
          <w:lang w:eastAsia="et-EE"/>
        </w:rPr>
        <w:instrText xml:space="preserve"> MACROBUTTON  AcceptAllChangesInDoc [Sisesta eesnimi ja perekonnanimi] </w:instrText>
      </w:r>
      <w:r w:rsidR="0053732E" w:rsidRPr="000677F8">
        <w:rPr>
          <w:rFonts w:eastAsia="Calibri"/>
          <w:spacing w:val="0"/>
          <w:lang w:eastAsia="et-EE"/>
        </w:rPr>
        <w:fldChar w:fldCharType="end"/>
      </w:r>
      <w:r w:rsidRPr="000677F8">
        <w:rPr>
          <w:spacing w:val="0"/>
          <w:lang w:eastAsia="et-EE"/>
        </w:rPr>
        <w:t xml:space="preserve">,  ühelt poolt, </w:t>
      </w:r>
    </w:p>
    <w:p w14:paraId="31F81458" w14:textId="77777777" w:rsidR="0053732E" w:rsidRPr="000677F8" w:rsidRDefault="0053732E" w:rsidP="0053732E">
      <w:pPr>
        <w:jc w:val="both"/>
        <w:rPr>
          <w:b/>
          <w:bCs/>
          <w:spacing w:val="0"/>
          <w:lang w:eastAsia="et-EE"/>
        </w:rPr>
      </w:pPr>
    </w:p>
    <w:p w14:paraId="15314558" w14:textId="14018F6E" w:rsidR="0053732E" w:rsidRPr="000677F8" w:rsidRDefault="1BCEBD69" w:rsidP="0053732E">
      <w:pPr>
        <w:jc w:val="both"/>
        <w:rPr>
          <w:spacing w:val="0"/>
          <w:lang w:eastAsia="et-EE"/>
        </w:rPr>
      </w:pPr>
      <w:r w:rsidRPr="000677F8">
        <w:rPr>
          <w:spacing w:val="0"/>
          <w:lang w:eastAsia="et-EE"/>
        </w:rPr>
        <w:t xml:space="preserve">ja </w:t>
      </w:r>
      <w:r w:rsidR="0053732E" w:rsidRPr="000677F8">
        <w:rPr>
          <w:spacing w:val="0"/>
          <w:lang w:eastAsia="et-EE"/>
        </w:rPr>
        <w:fldChar w:fldCharType="begin"/>
      </w:r>
      <w:r w:rsidR="0053732E" w:rsidRPr="000677F8">
        <w:rPr>
          <w:spacing w:val="0"/>
          <w:lang w:eastAsia="et-EE"/>
        </w:rPr>
        <w:instrText xml:space="preserve"> MACROBUTTON  AcceptAllChangesInDoc [Sisesta juriidilise isiku nimi], </w:instrText>
      </w:r>
      <w:r w:rsidR="0053732E" w:rsidRPr="000677F8">
        <w:rPr>
          <w:spacing w:val="0"/>
          <w:lang w:eastAsia="et-EE"/>
        </w:rPr>
        <w:fldChar w:fldCharType="end"/>
      </w:r>
      <w:r w:rsidRPr="000677F8">
        <w:rPr>
          <w:spacing w:val="0"/>
          <w:lang w:eastAsia="et-EE"/>
        </w:rPr>
        <w:t xml:space="preserve">edaspidi </w:t>
      </w:r>
      <w:r w:rsidR="3A1813E0" w:rsidRPr="000677F8">
        <w:rPr>
          <w:b/>
          <w:bCs/>
          <w:spacing w:val="0"/>
          <w:lang w:eastAsia="et-EE"/>
        </w:rPr>
        <w:t>töövõtja</w:t>
      </w:r>
      <w:r w:rsidRPr="000677F8">
        <w:rPr>
          <w:b/>
          <w:bCs/>
          <w:spacing w:val="0"/>
          <w:lang w:eastAsia="et-EE"/>
        </w:rPr>
        <w:t xml:space="preserve">, </w:t>
      </w:r>
      <w:r w:rsidRPr="000677F8">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Content>
          <w:r w:rsidRPr="000677F8">
            <w:rPr>
              <w:spacing w:val="0"/>
              <w:lang w:eastAsia="et-EE"/>
            </w:rPr>
            <w:t>[Vali sobiv]</w:t>
          </w:r>
        </w:sdtContent>
      </w:sdt>
      <w:r w:rsidRPr="000677F8">
        <w:rPr>
          <w:spacing w:val="0"/>
          <w:lang w:eastAsia="et-EE"/>
        </w:rPr>
        <w:t xml:space="preserve"> alusel </w:t>
      </w:r>
      <w:r w:rsidR="0053732E" w:rsidRPr="000677F8">
        <w:rPr>
          <w:rFonts w:eastAsia="Calibri"/>
          <w:spacing w:val="0"/>
          <w:lang w:eastAsia="et-EE"/>
        </w:rPr>
        <w:fldChar w:fldCharType="begin"/>
      </w:r>
      <w:r w:rsidR="0053732E" w:rsidRPr="000677F8">
        <w:rPr>
          <w:rFonts w:eastAsia="Calibri"/>
          <w:spacing w:val="0"/>
          <w:lang w:eastAsia="et-EE"/>
        </w:rPr>
        <w:instrText xml:space="preserve"> MACROBUTTON  AcceptAllChangesInDoc [Sisesta ametinimetus] </w:instrText>
      </w:r>
      <w:r w:rsidR="0053732E" w:rsidRPr="000677F8">
        <w:rPr>
          <w:rFonts w:eastAsia="Calibri"/>
          <w:spacing w:val="0"/>
          <w:lang w:eastAsia="et-EE"/>
        </w:rPr>
        <w:fldChar w:fldCharType="end"/>
      </w:r>
      <w:r w:rsidR="0053732E" w:rsidRPr="000677F8">
        <w:rPr>
          <w:rFonts w:eastAsia="Calibri"/>
          <w:spacing w:val="0"/>
          <w:lang w:eastAsia="et-EE"/>
        </w:rPr>
        <w:fldChar w:fldCharType="begin"/>
      </w:r>
      <w:r w:rsidR="0053732E" w:rsidRPr="000677F8">
        <w:rPr>
          <w:rFonts w:eastAsia="Calibri"/>
          <w:spacing w:val="0"/>
          <w:lang w:eastAsia="et-EE"/>
        </w:rPr>
        <w:instrText xml:space="preserve"> MACROBUTTON  AcceptAllChangesInDoc [Sisesta eesnimi ja perekonnanimi], </w:instrText>
      </w:r>
      <w:r w:rsidR="0053732E" w:rsidRPr="000677F8">
        <w:rPr>
          <w:rFonts w:eastAsia="Calibri"/>
          <w:spacing w:val="0"/>
          <w:lang w:eastAsia="et-EE"/>
        </w:rPr>
        <w:fldChar w:fldCharType="end"/>
      </w:r>
      <w:r w:rsidR="3FB7DE2B" w:rsidRPr="000677F8">
        <w:rPr>
          <w:spacing w:val="0"/>
        </w:rPr>
        <w:t xml:space="preserve"> </w:t>
      </w:r>
      <w:r w:rsidR="3FB7DE2B" w:rsidRPr="000677F8">
        <w:rPr>
          <w:spacing w:val="0"/>
          <w:lang w:eastAsia="et-EE"/>
        </w:rPr>
        <w:t xml:space="preserve">, </w:t>
      </w:r>
      <w:r w:rsidRPr="000677F8">
        <w:rPr>
          <w:spacing w:val="0"/>
          <w:lang w:eastAsia="et-EE"/>
        </w:rPr>
        <w:t xml:space="preserve">teiselt poolt, </w:t>
      </w:r>
    </w:p>
    <w:p w14:paraId="1E3DFE7D" w14:textId="77777777" w:rsidR="00C70CB6" w:rsidRPr="000677F8" w:rsidRDefault="00C70CB6">
      <w:pPr>
        <w:jc w:val="both"/>
        <w:rPr>
          <w:spacing w:val="0"/>
        </w:rPr>
      </w:pPr>
    </w:p>
    <w:p w14:paraId="4B58B9C2" w14:textId="77777777" w:rsidR="00BC1507" w:rsidRPr="000677F8" w:rsidRDefault="00BC1507">
      <w:pPr>
        <w:jc w:val="both"/>
        <w:rPr>
          <w:spacing w:val="0"/>
        </w:rPr>
      </w:pPr>
      <w:r w:rsidRPr="000677F8">
        <w:rPr>
          <w:spacing w:val="0"/>
        </w:rPr>
        <w:t xml:space="preserve">keda nimetatakse edaspidi </w:t>
      </w:r>
      <w:r w:rsidRPr="000677F8">
        <w:rPr>
          <w:b/>
          <w:spacing w:val="0"/>
        </w:rPr>
        <w:t xml:space="preserve">Pool </w:t>
      </w:r>
      <w:r w:rsidRPr="000677F8">
        <w:rPr>
          <w:spacing w:val="0"/>
        </w:rPr>
        <w:t xml:space="preserve">või </w:t>
      </w:r>
      <w:r w:rsidR="00A728B9" w:rsidRPr="000677F8">
        <w:rPr>
          <w:spacing w:val="0"/>
        </w:rPr>
        <w:t>ühiselt</w:t>
      </w:r>
      <w:r w:rsidRPr="000677F8">
        <w:rPr>
          <w:spacing w:val="0"/>
        </w:rPr>
        <w:t xml:space="preserve"> </w:t>
      </w:r>
      <w:r w:rsidRPr="000677F8">
        <w:rPr>
          <w:b/>
          <w:spacing w:val="0"/>
        </w:rPr>
        <w:t>Pooled</w:t>
      </w:r>
      <w:r w:rsidRPr="000677F8">
        <w:rPr>
          <w:spacing w:val="0"/>
        </w:rPr>
        <w:t>,</w:t>
      </w:r>
    </w:p>
    <w:p w14:paraId="25DB11BC" w14:textId="77777777" w:rsidR="00C70CB6" w:rsidRPr="000677F8" w:rsidRDefault="00C70CB6">
      <w:pPr>
        <w:jc w:val="both"/>
        <w:rPr>
          <w:spacing w:val="0"/>
        </w:rPr>
      </w:pPr>
    </w:p>
    <w:p w14:paraId="60440CFF" w14:textId="250936FB" w:rsidR="00A728B9" w:rsidRPr="000677F8" w:rsidRDefault="00BC1507" w:rsidP="00835765">
      <w:pPr>
        <w:pStyle w:val="Pealkiri"/>
        <w:jc w:val="both"/>
        <w:rPr>
          <w:b w:val="0"/>
        </w:rPr>
      </w:pPr>
      <w:r w:rsidRPr="000677F8">
        <w:rPr>
          <w:b w:val="0"/>
        </w:rPr>
        <w:t xml:space="preserve">sõlmisid käesoleva </w:t>
      </w:r>
      <w:r w:rsidR="003F6EFA" w:rsidRPr="000677F8">
        <w:rPr>
          <w:b w:val="0"/>
        </w:rPr>
        <w:t xml:space="preserve">hankelepingu (edaspidi nimetatud </w:t>
      </w:r>
      <w:r w:rsidR="003F6EFA" w:rsidRPr="000677F8">
        <w:rPr>
          <w:bCs w:val="0"/>
        </w:rPr>
        <w:t>leping</w:t>
      </w:r>
      <w:r w:rsidR="003F6EFA" w:rsidRPr="000677F8">
        <w:rPr>
          <w:b w:val="0"/>
        </w:rPr>
        <w:t xml:space="preserve">) alljärgnevas: </w:t>
      </w:r>
    </w:p>
    <w:p w14:paraId="2DB37937" w14:textId="77777777" w:rsidR="00BC1507" w:rsidRPr="000677F8" w:rsidRDefault="00BC1507" w:rsidP="004A51E1"/>
    <w:p w14:paraId="60CDD1FC" w14:textId="77777777" w:rsidR="003F6EFA" w:rsidRPr="000677F8" w:rsidRDefault="005A1CA9" w:rsidP="003F6EFA">
      <w:pPr>
        <w:pStyle w:val="Loendilik"/>
        <w:numPr>
          <w:ilvl w:val="0"/>
          <w:numId w:val="6"/>
        </w:numPr>
        <w:jc w:val="both"/>
        <w:rPr>
          <w:b/>
          <w:bCs/>
          <w:spacing w:val="0"/>
        </w:rPr>
      </w:pPr>
      <w:r w:rsidRPr="000677F8">
        <w:rPr>
          <w:b/>
          <w:bCs/>
          <w:spacing w:val="0"/>
        </w:rPr>
        <w:t>Leping</w:t>
      </w:r>
      <w:r w:rsidR="00B30FCD" w:rsidRPr="000677F8">
        <w:rPr>
          <w:b/>
          <w:bCs/>
          <w:spacing w:val="0"/>
        </w:rPr>
        <w:t>u ese</w:t>
      </w:r>
      <w:bookmarkStart w:id="0" w:name="_Hlk181189205"/>
    </w:p>
    <w:p w14:paraId="01238BD0" w14:textId="5DD13A22" w:rsidR="003F6EFA" w:rsidRPr="000677F8" w:rsidRDefault="77CE550A" w:rsidP="003F6EFA">
      <w:pPr>
        <w:pStyle w:val="Loendilik"/>
        <w:numPr>
          <w:ilvl w:val="1"/>
          <w:numId w:val="6"/>
        </w:numPr>
        <w:jc w:val="both"/>
        <w:rPr>
          <w:b/>
          <w:bCs/>
          <w:spacing w:val="0"/>
        </w:rPr>
      </w:pPr>
      <w:r w:rsidRPr="000677F8">
        <w:rPr>
          <w:spacing w:val="0"/>
        </w:rPr>
        <w:t>Leping on sõlmitud dünaamilise hankesüsteemi „</w:t>
      </w:r>
      <w:r w:rsidRPr="000677F8">
        <w:rPr>
          <w:b/>
          <w:bCs/>
          <w:spacing w:val="0"/>
        </w:rPr>
        <w:t xml:space="preserve">RMK hallatavatelt maadelt jäätmete likvideerimine“ </w:t>
      </w:r>
      <w:r w:rsidRPr="000677F8">
        <w:rPr>
          <w:spacing w:val="0"/>
        </w:rPr>
        <w:t xml:space="preserve">(viitenumber 286401) piiratud hankemenetluse </w:t>
      </w:r>
      <w:r w:rsidR="00657052">
        <w:rPr>
          <w:spacing w:val="0"/>
        </w:rPr>
        <w:t>nr 1-47/3369</w:t>
      </w:r>
      <w:r w:rsidRPr="000677F8">
        <w:rPr>
          <w:spacing w:val="0"/>
        </w:rPr>
        <w:t xml:space="preserve"> (viitenumber </w:t>
      </w:r>
      <w:r w:rsidR="00657052">
        <w:rPr>
          <w:spacing w:val="0"/>
        </w:rPr>
        <w:t>292345</w:t>
      </w:r>
      <w:r w:rsidRPr="000677F8">
        <w:rPr>
          <w:spacing w:val="0"/>
        </w:rPr>
        <w:t>, edaspidi riigihange) tulemusena.</w:t>
      </w:r>
      <w:bookmarkEnd w:id="0"/>
    </w:p>
    <w:p w14:paraId="7DFB0FD8" w14:textId="7C67AC93" w:rsidR="000E3D9B" w:rsidRPr="000677F8" w:rsidRDefault="006D75CB" w:rsidP="00C17159">
      <w:pPr>
        <w:pStyle w:val="Loendilik"/>
        <w:numPr>
          <w:ilvl w:val="1"/>
          <w:numId w:val="6"/>
        </w:numPr>
        <w:jc w:val="both"/>
        <w:rPr>
          <w:spacing w:val="0"/>
        </w:rPr>
      </w:pPr>
      <w:r w:rsidRPr="000677F8">
        <w:rPr>
          <w:spacing w:val="0"/>
        </w:rPr>
        <w:t>Lepingule on lisatud järgmised lisad:</w:t>
      </w:r>
    </w:p>
    <w:p w14:paraId="6C0103AB" w14:textId="1EEBE9C2" w:rsidR="007F4668" w:rsidRPr="000677F8" w:rsidRDefault="007F4668" w:rsidP="006D75CB">
      <w:pPr>
        <w:pStyle w:val="Loendilik"/>
        <w:numPr>
          <w:ilvl w:val="2"/>
          <w:numId w:val="6"/>
        </w:numPr>
        <w:jc w:val="both"/>
        <w:rPr>
          <w:spacing w:val="0"/>
        </w:rPr>
      </w:pPr>
      <w:r w:rsidRPr="000677F8">
        <w:rPr>
          <w:spacing w:val="0"/>
        </w:rPr>
        <w:t xml:space="preserve">Lisa 1- </w:t>
      </w:r>
      <w:r w:rsidR="00795449" w:rsidRPr="000677F8">
        <w:rPr>
          <w:spacing w:val="0"/>
        </w:rPr>
        <w:t>RMK keskkonnanõuded mootorsõidukitega ja saagidega töötamisel</w:t>
      </w:r>
    </w:p>
    <w:p w14:paraId="1ABDBBAF" w14:textId="7DFE96B5" w:rsidR="00795449" w:rsidRPr="000677F8" w:rsidRDefault="00795449" w:rsidP="003D10C9">
      <w:pPr>
        <w:pStyle w:val="Loendilik"/>
        <w:numPr>
          <w:ilvl w:val="2"/>
          <w:numId w:val="6"/>
        </w:numPr>
        <w:jc w:val="both"/>
        <w:rPr>
          <w:spacing w:val="0"/>
        </w:rPr>
      </w:pPr>
      <w:r w:rsidRPr="000677F8">
        <w:rPr>
          <w:spacing w:val="0"/>
        </w:rPr>
        <w:t xml:space="preserve">Lisa 2- </w:t>
      </w:r>
      <w:r w:rsidR="001A2401" w:rsidRPr="000677F8">
        <w:rPr>
          <w:spacing w:val="0"/>
        </w:rPr>
        <w:t>Isikuandmete töötlemise nõuded volitatud töötlejale</w:t>
      </w:r>
    </w:p>
    <w:p w14:paraId="0CF3ABC6" w14:textId="4539E30E" w:rsidR="009A6CD2" w:rsidRPr="000677F8" w:rsidRDefault="003F6EFA" w:rsidP="00C17159">
      <w:pPr>
        <w:pStyle w:val="Loendilik"/>
        <w:numPr>
          <w:ilvl w:val="1"/>
          <w:numId w:val="6"/>
        </w:numPr>
        <w:jc w:val="both"/>
        <w:rPr>
          <w:spacing w:val="0"/>
        </w:rPr>
      </w:pPr>
      <w:r w:rsidRPr="000677F8">
        <w:rPr>
          <w:spacing w:val="0"/>
        </w:rPr>
        <w:t>Lepingu lahutamatuteks osadeks on dünaamilise hankesüsteemi ja riigihanke alusdokumendid (edaspidi hanke alusdokumendid), tehniline kirjeldus, töövõtja pakkumus, pooltevahelised kirjalikud teated ning lepingu muudatused ja lisad.</w:t>
      </w:r>
    </w:p>
    <w:p w14:paraId="4FFF3370" w14:textId="77777777" w:rsidR="00FC6AA9" w:rsidRPr="000677F8" w:rsidRDefault="00FC6AA9" w:rsidP="009F62EE">
      <w:pPr>
        <w:pStyle w:val="Loendilik"/>
        <w:ind w:left="792"/>
        <w:jc w:val="both"/>
        <w:rPr>
          <w:spacing w:val="0"/>
        </w:rPr>
      </w:pPr>
    </w:p>
    <w:p w14:paraId="42DF0DBC" w14:textId="77777777" w:rsidR="003F6EFA" w:rsidRPr="000677F8" w:rsidRDefault="003F6EFA" w:rsidP="003F6EFA">
      <w:pPr>
        <w:pStyle w:val="Loendilik"/>
        <w:numPr>
          <w:ilvl w:val="1"/>
          <w:numId w:val="6"/>
        </w:numPr>
        <w:jc w:val="both"/>
        <w:rPr>
          <w:b/>
          <w:bCs/>
          <w:spacing w:val="0"/>
        </w:rPr>
      </w:pPr>
      <w:r w:rsidRPr="000677F8">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0677F8" w:rsidRDefault="00C17159" w:rsidP="00C17159">
      <w:pPr>
        <w:pStyle w:val="Loendilik"/>
        <w:ind w:left="792"/>
        <w:jc w:val="both"/>
        <w:rPr>
          <w:b/>
          <w:bCs/>
          <w:spacing w:val="0"/>
        </w:rPr>
      </w:pPr>
    </w:p>
    <w:p w14:paraId="6B8C7635" w14:textId="65BDF14D" w:rsidR="003F6EFA" w:rsidRPr="000677F8" w:rsidRDefault="003F6EFA" w:rsidP="003F6EFA">
      <w:pPr>
        <w:pStyle w:val="Loendilik"/>
        <w:numPr>
          <w:ilvl w:val="0"/>
          <w:numId w:val="6"/>
        </w:numPr>
        <w:jc w:val="both"/>
        <w:rPr>
          <w:b/>
          <w:bCs/>
          <w:spacing w:val="0"/>
        </w:rPr>
      </w:pPr>
      <w:r w:rsidRPr="000677F8">
        <w:rPr>
          <w:b/>
          <w:bCs/>
          <w:spacing w:val="0"/>
        </w:rPr>
        <w:t>Lepingu objekt ja maksumus</w:t>
      </w:r>
    </w:p>
    <w:p w14:paraId="1B7ABEEA" w14:textId="7B7E7542" w:rsidR="003F6EFA" w:rsidRPr="000677F8" w:rsidRDefault="00A860ED" w:rsidP="00461E45">
      <w:pPr>
        <w:pStyle w:val="Loendilik"/>
        <w:numPr>
          <w:ilvl w:val="1"/>
          <w:numId w:val="6"/>
        </w:numPr>
        <w:jc w:val="both"/>
        <w:rPr>
          <w:spacing w:val="0"/>
        </w:rPr>
      </w:pPr>
      <w:r w:rsidRPr="000677F8">
        <w:rPr>
          <w:spacing w:val="0"/>
        </w:rPr>
        <w:t xml:space="preserve">Lepingu objektiks on </w:t>
      </w:r>
      <w:r w:rsidR="00D3365B" w:rsidRPr="000677F8">
        <w:rPr>
          <w:spacing w:val="0"/>
        </w:rPr>
        <w:t xml:space="preserve">RMK hallatavatelt maadelt sinna õigusvastaselt veetud </w:t>
      </w:r>
      <w:r w:rsidR="00486487" w:rsidRPr="000677F8">
        <w:rPr>
          <w:spacing w:val="0"/>
        </w:rPr>
        <w:t xml:space="preserve">jäätmete </w:t>
      </w:r>
      <w:r w:rsidR="00661407" w:rsidRPr="000677F8">
        <w:rPr>
          <w:spacing w:val="0"/>
        </w:rPr>
        <w:t>likvideerimine</w:t>
      </w:r>
      <w:r w:rsidR="008669E1" w:rsidRPr="000677F8">
        <w:rPr>
          <w:spacing w:val="0"/>
        </w:rPr>
        <w:t xml:space="preserve"> ja utiliseerimine</w:t>
      </w:r>
      <w:r w:rsidR="0088203C" w:rsidRPr="000677F8">
        <w:rPr>
          <w:spacing w:val="0"/>
        </w:rPr>
        <w:t xml:space="preserve"> </w:t>
      </w:r>
      <w:r w:rsidR="002D0A09" w:rsidRPr="000677F8">
        <w:rPr>
          <w:spacing w:val="0"/>
        </w:rPr>
        <w:t xml:space="preserve">vastavalt </w:t>
      </w:r>
      <w:r w:rsidR="00EA25D4" w:rsidRPr="000677F8">
        <w:rPr>
          <w:spacing w:val="0"/>
        </w:rPr>
        <w:t>riigihanke</w:t>
      </w:r>
      <w:r w:rsidR="001315F4" w:rsidRPr="000677F8">
        <w:rPr>
          <w:spacing w:val="0"/>
        </w:rPr>
        <w:t xml:space="preserve"> (viitenumber</w:t>
      </w:r>
      <w:r w:rsidR="00EA25D4" w:rsidRPr="000677F8">
        <w:rPr>
          <w:spacing w:val="0"/>
        </w:rPr>
        <w:t xml:space="preserve"> ______)</w:t>
      </w:r>
      <w:r w:rsidR="00242F9A" w:rsidRPr="000677F8">
        <w:rPr>
          <w:spacing w:val="0"/>
        </w:rPr>
        <w:t xml:space="preserve"> dokumentidele (edaspidi nimetatud töö). </w:t>
      </w:r>
    </w:p>
    <w:p w14:paraId="5179206E" w14:textId="77777777" w:rsidR="00B257AC" w:rsidRPr="000677F8" w:rsidRDefault="00B257AC" w:rsidP="00461E45">
      <w:pPr>
        <w:pStyle w:val="Loendilik"/>
        <w:numPr>
          <w:ilvl w:val="1"/>
          <w:numId w:val="6"/>
        </w:numPr>
        <w:jc w:val="both"/>
        <w:rPr>
          <w:spacing w:val="0"/>
        </w:rPr>
      </w:pPr>
      <w:r w:rsidRPr="000677F8">
        <w:rPr>
          <w:spacing w:val="0"/>
        </w:rPr>
        <w:t xml:space="preserve">Tööde sisu </w:t>
      </w:r>
      <w:r w:rsidRPr="000677F8">
        <w:rPr>
          <w:i/>
          <w:iCs/>
          <w:spacing w:val="0"/>
        </w:rPr>
        <w:t>(Tellija võib piiratud hankemenetluse tehnilisest kirjeldusest lähtudes tellida ühe või mitu järgnevates punktides nimetatud töödest või teenustest):</w:t>
      </w:r>
    </w:p>
    <w:p w14:paraId="6DCE506F" w14:textId="3572388D" w:rsidR="00261584" w:rsidRPr="000677F8" w:rsidRDefault="00261584" w:rsidP="00461E45">
      <w:pPr>
        <w:pStyle w:val="Loendilik"/>
        <w:numPr>
          <w:ilvl w:val="2"/>
          <w:numId w:val="6"/>
        </w:numPr>
        <w:jc w:val="both"/>
        <w:rPr>
          <w:spacing w:val="0"/>
        </w:rPr>
      </w:pPr>
      <w:r w:rsidRPr="000677F8">
        <w:rPr>
          <w:spacing w:val="0"/>
        </w:rPr>
        <w:t xml:space="preserve">objektidel kõikide jäätmete </w:t>
      </w:r>
      <w:r w:rsidR="003063DA" w:rsidRPr="000677F8">
        <w:rPr>
          <w:spacing w:val="0"/>
        </w:rPr>
        <w:t>(</w:t>
      </w:r>
      <w:r w:rsidRPr="000677F8">
        <w:rPr>
          <w:spacing w:val="0"/>
        </w:rPr>
        <w:t>liigiti</w:t>
      </w:r>
      <w:r w:rsidR="003063DA" w:rsidRPr="000677F8">
        <w:rPr>
          <w:spacing w:val="0"/>
        </w:rPr>
        <w:t>)</w:t>
      </w:r>
      <w:r w:rsidRPr="000677F8">
        <w:rPr>
          <w:spacing w:val="0"/>
        </w:rPr>
        <w:t xml:space="preserve"> kogumine ja utiliseerimiseks üle andmine jäätmete käitlemise õigust omavale isikule;</w:t>
      </w:r>
    </w:p>
    <w:p w14:paraId="724682E2" w14:textId="77777777" w:rsidR="003A5053" w:rsidRPr="000677F8" w:rsidRDefault="003A5053" w:rsidP="00461E45">
      <w:pPr>
        <w:pStyle w:val="Loendilik"/>
        <w:numPr>
          <w:ilvl w:val="2"/>
          <w:numId w:val="6"/>
        </w:numPr>
        <w:jc w:val="both"/>
        <w:rPr>
          <w:spacing w:val="0"/>
        </w:rPr>
      </w:pPr>
      <w:r w:rsidRPr="000677F8">
        <w:rPr>
          <w:spacing w:val="0"/>
        </w:rPr>
        <w:t>tööde teostamise ala korrastamine, vajadusel maapinna tehnikaga niitmist võimaldavasse seisundisse viimine;</w:t>
      </w:r>
    </w:p>
    <w:p w14:paraId="4DF7BCE4" w14:textId="30704038" w:rsidR="007B63E8" w:rsidRPr="000677F8" w:rsidRDefault="007B63E8" w:rsidP="00461E45">
      <w:pPr>
        <w:pStyle w:val="Loendilik"/>
        <w:numPr>
          <w:ilvl w:val="2"/>
          <w:numId w:val="6"/>
        </w:numPr>
        <w:jc w:val="both"/>
        <w:rPr>
          <w:spacing w:val="0"/>
        </w:rPr>
      </w:pPr>
      <w:r w:rsidRPr="000677F8">
        <w:rPr>
          <w:spacing w:val="0"/>
        </w:rPr>
        <w:t xml:space="preserve">hooldusobjekti koristusalale ligipääsu rajamine (sh aia, puude või võsa eemaldamine, </w:t>
      </w:r>
      <w:proofErr w:type="spellStart"/>
      <w:r w:rsidRPr="000677F8">
        <w:rPr>
          <w:spacing w:val="0"/>
        </w:rPr>
        <w:t>teeala</w:t>
      </w:r>
      <w:proofErr w:type="spellEnd"/>
      <w:r w:rsidRPr="000677F8">
        <w:rPr>
          <w:spacing w:val="0"/>
        </w:rPr>
        <w:t xml:space="preserve"> tugevdamine tööde perioodiks);</w:t>
      </w:r>
    </w:p>
    <w:p w14:paraId="31997808" w14:textId="77777777" w:rsidR="00FF304E" w:rsidRPr="000677F8" w:rsidRDefault="00FF304E" w:rsidP="00461E45">
      <w:pPr>
        <w:pStyle w:val="Loendilik"/>
        <w:numPr>
          <w:ilvl w:val="2"/>
          <w:numId w:val="6"/>
        </w:numPr>
        <w:jc w:val="both"/>
        <w:rPr>
          <w:spacing w:val="0"/>
        </w:rPr>
      </w:pPr>
      <w:r w:rsidRPr="000677F8">
        <w:rPr>
          <w:spacing w:val="0"/>
        </w:rPr>
        <w:t>objektile ligipääsu sulgemine (juurdepääsuteede blokeerimine ja infotahvlite paigaldamine);</w:t>
      </w:r>
    </w:p>
    <w:p w14:paraId="3C643BA9" w14:textId="77777777" w:rsidR="00096E61" w:rsidRPr="000677F8" w:rsidRDefault="00CA7317" w:rsidP="00461E45">
      <w:pPr>
        <w:pStyle w:val="Loendilik"/>
        <w:numPr>
          <w:ilvl w:val="2"/>
          <w:numId w:val="6"/>
        </w:numPr>
        <w:jc w:val="both"/>
        <w:rPr>
          <w:spacing w:val="0"/>
        </w:rPr>
      </w:pPr>
      <w:r w:rsidRPr="000677F8">
        <w:rPr>
          <w:spacing w:val="0"/>
        </w:rPr>
        <w:t>jäätmete transport;</w:t>
      </w:r>
    </w:p>
    <w:p w14:paraId="1269256C" w14:textId="30720BAC" w:rsidR="00096E61" w:rsidRPr="000677F8" w:rsidRDefault="00EC23A6" w:rsidP="00EC23A6">
      <w:pPr>
        <w:pStyle w:val="Loendilik"/>
        <w:numPr>
          <w:ilvl w:val="2"/>
          <w:numId w:val="6"/>
        </w:numPr>
        <w:rPr>
          <w:spacing w:val="0"/>
        </w:rPr>
      </w:pPr>
      <w:r w:rsidRPr="000677F8">
        <w:rPr>
          <w:spacing w:val="0"/>
        </w:rPr>
        <w:t>ulukite (hülge) korjuste koristus/kogumine ja üle andmine jäätmete käitlemise õigust omavale isikule;</w:t>
      </w:r>
    </w:p>
    <w:p w14:paraId="60D25AE2" w14:textId="6C519FB7" w:rsidR="00E24780" w:rsidRPr="000677F8" w:rsidRDefault="00E24780" w:rsidP="00461E45">
      <w:pPr>
        <w:pStyle w:val="Loendilik"/>
        <w:numPr>
          <w:ilvl w:val="2"/>
          <w:numId w:val="6"/>
        </w:numPr>
        <w:jc w:val="both"/>
        <w:rPr>
          <w:spacing w:val="0"/>
        </w:rPr>
      </w:pPr>
      <w:r w:rsidRPr="000677F8">
        <w:rPr>
          <w:spacing w:val="0"/>
        </w:rPr>
        <w:t>pärast tööde lõpetamist, kaetud tööde korral ka tööde käigus, tööde seisu ja töö tulemuse fikseerimine fotodega, võimaluse korral geokodeeritud fotodega.</w:t>
      </w:r>
    </w:p>
    <w:p w14:paraId="2369D790" w14:textId="4C4CD0B8" w:rsidR="00BA287C" w:rsidRPr="000677F8" w:rsidRDefault="5A457DF8" w:rsidP="00461E45">
      <w:pPr>
        <w:pStyle w:val="Loendilik"/>
        <w:numPr>
          <w:ilvl w:val="1"/>
          <w:numId w:val="6"/>
        </w:numPr>
        <w:jc w:val="both"/>
      </w:pPr>
      <w:r w:rsidRPr="000677F8">
        <w:rPr>
          <w:spacing w:val="0"/>
        </w:rPr>
        <w:lastRenderedPageBreak/>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0677F8" w:rsidRDefault="009F17D4" w:rsidP="00FD6596">
      <w:pPr>
        <w:pStyle w:val="Loendilik"/>
        <w:numPr>
          <w:ilvl w:val="1"/>
          <w:numId w:val="6"/>
        </w:numPr>
        <w:jc w:val="both"/>
      </w:pPr>
      <w:r w:rsidRPr="000677F8">
        <w:rPr>
          <w:spacing w:val="0"/>
        </w:rPr>
        <w:t>Töö teostamise täht</w:t>
      </w:r>
      <w:r w:rsidR="6D638518" w:rsidRPr="000677F8">
        <w:rPr>
          <w:spacing w:val="0"/>
        </w:rPr>
        <w:t>aeg</w:t>
      </w:r>
      <w:r w:rsidRPr="000677F8">
        <w:rPr>
          <w:spacing w:val="0"/>
        </w:rPr>
        <w:t xml:space="preserve"> on … lepingu sõlmimisest. (</w:t>
      </w:r>
      <w:r w:rsidRPr="000677F8">
        <w:rPr>
          <w:i/>
          <w:iCs/>
          <w:spacing w:val="0"/>
        </w:rPr>
        <w:t>Töö teostamise tähtpäev sätestatakse vastavalt piiratud hankemenetluse dokumentidele</w:t>
      </w:r>
      <w:r w:rsidRPr="000677F8">
        <w:rPr>
          <w:spacing w:val="0"/>
        </w:rPr>
        <w:t>.)</w:t>
      </w:r>
    </w:p>
    <w:p w14:paraId="712D0195" w14:textId="6E77A74B" w:rsidR="00525ABE" w:rsidRPr="000677F8" w:rsidRDefault="00525ABE" w:rsidP="00FD6596">
      <w:pPr>
        <w:pStyle w:val="Loendilik"/>
        <w:numPr>
          <w:ilvl w:val="1"/>
          <w:numId w:val="6"/>
        </w:numPr>
        <w:jc w:val="both"/>
      </w:pPr>
      <w:r w:rsidRPr="000677F8">
        <w:t>Töö loetakse tähtaegselt teostatuks, kui punktis 2.4 nimetatud tähtajale järgneval tööpäeval on tuvastatav, et töö on teostatud nõuetekohaselt. </w:t>
      </w:r>
    </w:p>
    <w:p w14:paraId="1C6F81A4" w14:textId="0571D5EF" w:rsidR="00F6096E" w:rsidRPr="000677F8" w:rsidRDefault="15672A03" w:rsidP="00FD6596">
      <w:pPr>
        <w:pStyle w:val="Loendilik"/>
        <w:numPr>
          <w:ilvl w:val="1"/>
          <w:numId w:val="6"/>
        </w:numPr>
        <w:jc w:val="both"/>
      </w:pPr>
      <w:r w:rsidRPr="000677F8">
        <w:rPr>
          <w:spacing w:val="0"/>
        </w:rPr>
        <w:t xml:space="preserve">Tööd teostatakse töövõtja </w:t>
      </w:r>
      <w:r w:rsidR="00913A7E" w:rsidRPr="000677F8">
        <w:rPr>
          <w:spacing w:val="0"/>
        </w:rPr>
        <w:t>vahenditega.</w:t>
      </w:r>
    </w:p>
    <w:p w14:paraId="5728D5CF" w14:textId="60A9606E" w:rsidR="00AD63D6" w:rsidRPr="000677F8" w:rsidRDefault="477F1CFF" w:rsidP="00FD6596">
      <w:pPr>
        <w:pStyle w:val="Loendilik"/>
        <w:numPr>
          <w:ilvl w:val="1"/>
          <w:numId w:val="6"/>
        </w:numPr>
        <w:jc w:val="both"/>
      </w:pPr>
      <w:r w:rsidRPr="000677F8">
        <w:rPr>
          <w:spacing w:val="0"/>
        </w:rPr>
        <w:t xml:space="preserve">Lepingu maksumus </w:t>
      </w:r>
      <w:r w:rsidR="4D1BA8F2" w:rsidRPr="000677F8">
        <w:rPr>
          <w:spacing w:val="0"/>
        </w:rPr>
        <w:t xml:space="preserve">on </w:t>
      </w:r>
      <w:r w:rsidR="1E7C4E23" w:rsidRPr="000677F8">
        <w:t xml:space="preserve">______ </w:t>
      </w:r>
      <w:r w:rsidR="003B372F" w:rsidRPr="000677F8">
        <w:rPr>
          <w:spacing w:val="0"/>
        </w:rPr>
        <w:fldChar w:fldCharType="begin"/>
      </w:r>
      <w:r w:rsidR="003B372F" w:rsidRPr="000677F8">
        <w:rPr>
          <w:spacing w:val="0"/>
        </w:rPr>
        <w:instrText xml:space="preserve"> MACROBUTTON  AcceptAllChangesInDoc [Sisesta summa] </w:instrText>
      </w:r>
      <w:r w:rsidR="003B372F" w:rsidRPr="000677F8">
        <w:rPr>
          <w:spacing w:val="0"/>
        </w:rPr>
        <w:fldChar w:fldCharType="end"/>
      </w:r>
      <w:r w:rsidR="00524C38" w:rsidRPr="000677F8">
        <w:rPr>
          <w:spacing w:val="0"/>
        </w:rPr>
        <w:fldChar w:fldCharType="begin"/>
      </w:r>
      <w:r w:rsidR="00524C38" w:rsidRPr="000677F8">
        <w:rPr>
          <w:spacing w:val="0"/>
        </w:rPr>
        <w:instrText xml:space="preserve"> MACROBUTTON  AcceptAllChangesInDoc [Sisesta summa sõnadega]) </w:instrText>
      </w:r>
      <w:r w:rsidR="00524C38" w:rsidRPr="000677F8">
        <w:rPr>
          <w:spacing w:val="0"/>
        </w:rPr>
        <w:fldChar w:fldCharType="end"/>
      </w:r>
      <w:r w:rsidR="523FBB16" w:rsidRPr="000677F8">
        <w:rPr>
          <w:spacing w:val="0"/>
        </w:rPr>
        <w:t>eurot</w:t>
      </w:r>
      <w:r w:rsidR="688A2ABD" w:rsidRPr="000677F8">
        <w:rPr>
          <w:spacing w:val="0"/>
        </w:rPr>
        <w:t xml:space="preserve">, </w:t>
      </w:r>
      <w:r w:rsidR="793794F4" w:rsidRPr="000677F8">
        <w:rPr>
          <w:spacing w:val="0"/>
        </w:rPr>
        <w:t>millele lisandub käibemaks.</w:t>
      </w:r>
    </w:p>
    <w:p w14:paraId="68DC46CD" w14:textId="77777777" w:rsidR="006739B6" w:rsidRPr="000677F8" w:rsidRDefault="006739B6" w:rsidP="006739B6">
      <w:pPr>
        <w:pStyle w:val="Loendilik"/>
        <w:ind w:left="792"/>
        <w:rPr>
          <w:spacing w:val="0"/>
        </w:rPr>
      </w:pPr>
    </w:p>
    <w:p w14:paraId="21168551" w14:textId="77777777" w:rsidR="00B879F3" w:rsidRPr="000677F8" w:rsidRDefault="00B879F3" w:rsidP="002521C0">
      <w:pPr>
        <w:pStyle w:val="Loendilik"/>
        <w:numPr>
          <w:ilvl w:val="0"/>
          <w:numId w:val="6"/>
        </w:numPr>
        <w:spacing w:after="120"/>
        <w:contextualSpacing w:val="0"/>
        <w:rPr>
          <w:b/>
          <w:bCs/>
          <w:spacing w:val="0"/>
        </w:rPr>
      </w:pPr>
      <w:r w:rsidRPr="000677F8">
        <w:rPr>
          <w:b/>
          <w:bCs/>
          <w:spacing w:val="0"/>
        </w:rPr>
        <w:t>Poolte õigused ja kohustused</w:t>
      </w:r>
    </w:p>
    <w:p w14:paraId="2D6C36C7" w14:textId="77777777" w:rsidR="005246D5" w:rsidRPr="000677F8" w:rsidRDefault="005246D5" w:rsidP="002521C0">
      <w:pPr>
        <w:pStyle w:val="Loendilik"/>
        <w:numPr>
          <w:ilvl w:val="1"/>
          <w:numId w:val="6"/>
        </w:numPr>
        <w:spacing w:after="120"/>
        <w:contextualSpacing w:val="0"/>
        <w:rPr>
          <w:spacing w:val="0"/>
        </w:rPr>
      </w:pPr>
      <w:r w:rsidRPr="000677F8">
        <w:rPr>
          <w:spacing w:val="0"/>
        </w:rPr>
        <w:t>Töövõtja kohustub:</w:t>
      </w:r>
    </w:p>
    <w:p w14:paraId="4ED05489" w14:textId="77777777" w:rsidR="006821A7" w:rsidRPr="000677F8" w:rsidRDefault="006821A7" w:rsidP="00102627">
      <w:pPr>
        <w:pStyle w:val="Loendilik"/>
        <w:numPr>
          <w:ilvl w:val="2"/>
          <w:numId w:val="6"/>
        </w:numPr>
        <w:ind w:left="1225" w:hanging="505"/>
        <w:contextualSpacing w:val="0"/>
        <w:jc w:val="both"/>
        <w:rPr>
          <w:spacing w:val="0"/>
        </w:rPr>
      </w:pPr>
      <w:r w:rsidRPr="000677F8">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0677F8" w:rsidRDefault="00506FA7" w:rsidP="00102627">
      <w:pPr>
        <w:pStyle w:val="Loendilik"/>
        <w:numPr>
          <w:ilvl w:val="2"/>
          <w:numId w:val="6"/>
        </w:numPr>
        <w:ind w:left="1225" w:hanging="505"/>
        <w:jc w:val="both"/>
        <w:rPr>
          <w:spacing w:val="0"/>
        </w:rPr>
      </w:pPr>
      <w:r w:rsidRPr="000677F8">
        <w:rPr>
          <w:spacing w:val="0"/>
        </w:rPr>
        <w:t>tegema tööd kvaliteetselt vastavalt punktis 2 märgitud kirjeldusele, pidades kinni tähtaegadest ning andma tellija soovil informatsiooni töö teostamise aja ja seisu kohta;</w:t>
      </w:r>
    </w:p>
    <w:p w14:paraId="2F110C89" w14:textId="77777777" w:rsidR="00195066" w:rsidRPr="000677F8" w:rsidRDefault="00195066" w:rsidP="00102627">
      <w:pPr>
        <w:pStyle w:val="Loendilik"/>
        <w:numPr>
          <w:ilvl w:val="2"/>
          <w:numId w:val="6"/>
        </w:numPr>
        <w:jc w:val="both"/>
        <w:rPr>
          <w:spacing w:val="0"/>
        </w:rPr>
      </w:pPr>
      <w:r w:rsidRPr="000677F8">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0677F8" w:rsidRDefault="0086345D" w:rsidP="00102627">
      <w:pPr>
        <w:pStyle w:val="Loendilik"/>
        <w:numPr>
          <w:ilvl w:val="2"/>
          <w:numId w:val="6"/>
        </w:numPr>
        <w:jc w:val="both"/>
        <w:rPr>
          <w:spacing w:val="0"/>
        </w:rPr>
      </w:pPr>
      <w:r w:rsidRPr="000677F8">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0677F8" w:rsidRDefault="008235F3" w:rsidP="00102627">
      <w:pPr>
        <w:pStyle w:val="Loendilik"/>
        <w:numPr>
          <w:ilvl w:val="2"/>
          <w:numId w:val="6"/>
        </w:numPr>
        <w:jc w:val="both"/>
        <w:rPr>
          <w:spacing w:val="0"/>
        </w:rPr>
      </w:pPr>
      <w:r w:rsidRPr="000677F8">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0677F8" w:rsidRDefault="00650EA5" w:rsidP="00102627">
      <w:pPr>
        <w:pStyle w:val="Loendilik"/>
        <w:numPr>
          <w:ilvl w:val="2"/>
          <w:numId w:val="6"/>
        </w:numPr>
        <w:jc w:val="both"/>
        <w:rPr>
          <w:spacing w:val="0"/>
        </w:rPr>
      </w:pPr>
      <w:r w:rsidRPr="000677F8">
        <w:rPr>
          <w:spacing w:val="0"/>
        </w:rPr>
        <w:t>täitma töö tegemisel ohutustehnika-, töökaitse- ja muid nõudeid ja eeskirju, mis tulenevad töö iseloomust;</w:t>
      </w:r>
    </w:p>
    <w:p w14:paraId="19B343B6" w14:textId="77777777" w:rsidR="001B0606" w:rsidRPr="000677F8" w:rsidRDefault="001B0606" w:rsidP="00102627">
      <w:pPr>
        <w:pStyle w:val="Loendilik"/>
        <w:numPr>
          <w:ilvl w:val="2"/>
          <w:numId w:val="6"/>
        </w:numPr>
        <w:jc w:val="both"/>
        <w:rPr>
          <w:spacing w:val="0"/>
        </w:rPr>
      </w:pPr>
      <w:r w:rsidRPr="000677F8">
        <w:rPr>
          <w:spacing w:val="0"/>
        </w:rPr>
        <w:t>vajadusel hankima tööde tegemiseks vajalikud load;</w:t>
      </w:r>
    </w:p>
    <w:p w14:paraId="60882459" w14:textId="77777777" w:rsidR="001430FC" w:rsidRPr="000677F8" w:rsidRDefault="001430FC" w:rsidP="00102627">
      <w:pPr>
        <w:pStyle w:val="Loendilik"/>
        <w:numPr>
          <w:ilvl w:val="2"/>
          <w:numId w:val="6"/>
        </w:numPr>
        <w:jc w:val="both"/>
        <w:rPr>
          <w:spacing w:val="0"/>
        </w:rPr>
      </w:pPr>
      <w:r w:rsidRPr="000677F8">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0677F8" w:rsidRDefault="00DC5A07" w:rsidP="00102627">
      <w:pPr>
        <w:pStyle w:val="Loendilik"/>
        <w:numPr>
          <w:ilvl w:val="2"/>
          <w:numId w:val="6"/>
        </w:numPr>
        <w:jc w:val="both"/>
        <w:rPr>
          <w:spacing w:val="0"/>
        </w:rPr>
      </w:pPr>
      <w:r w:rsidRPr="000677F8">
        <w:rPr>
          <w:spacing w:val="0"/>
        </w:rPr>
        <w:t>teavitama tellijat kohe kirjalikult oma lepingus toodud andmete muudatustest;</w:t>
      </w:r>
    </w:p>
    <w:p w14:paraId="62062263" w14:textId="77777777" w:rsidR="00D77B12" w:rsidRPr="000677F8" w:rsidRDefault="00B60902" w:rsidP="00102627">
      <w:pPr>
        <w:pStyle w:val="Loendilik"/>
        <w:numPr>
          <w:ilvl w:val="2"/>
          <w:numId w:val="6"/>
        </w:numPr>
        <w:jc w:val="both"/>
        <w:rPr>
          <w:spacing w:val="0"/>
        </w:rPr>
      </w:pPr>
      <w:r w:rsidRPr="000677F8">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0677F8" w:rsidRDefault="009602DD" w:rsidP="00102627">
      <w:pPr>
        <w:pStyle w:val="Loendilik"/>
        <w:numPr>
          <w:ilvl w:val="2"/>
          <w:numId w:val="6"/>
        </w:numPr>
        <w:spacing w:after="120"/>
        <w:contextualSpacing w:val="0"/>
        <w:jc w:val="both"/>
        <w:rPr>
          <w:spacing w:val="0"/>
        </w:rPr>
      </w:pPr>
      <w:r w:rsidRPr="000677F8">
        <w:rPr>
          <w:spacing w:val="0"/>
        </w:rPr>
        <w:t>t</w:t>
      </w:r>
      <w:r w:rsidR="00D77B12" w:rsidRPr="000677F8">
        <w:rPr>
          <w:spacing w:val="0"/>
        </w:rPr>
        <w:t xml:space="preserve">agama lepingu täitmise käigus isikuandmete töötlemise õiguspärasuse ning vastavuse isikuandmete kaitse </w:t>
      </w:r>
      <w:proofErr w:type="spellStart"/>
      <w:r w:rsidR="00D77B12" w:rsidRPr="000677F8">
        <w:rPr>
          <w:spacing w:val="0"/>
        </w:rPr>
        <w:t>üldmääruse</w:t>
      </w:r>
      <w:proofErr w:type="spellEnd"/>
      <w:r w:rsidR="00D77B12" w:rsidRPr="000677F8">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0677F8" w:rsidRDefault="008E2940" w:rsidP="00102627">
      <w:pPr>
        <w:pStyle w:val="Loendilik"/>
        <w:numPr>
          <w:ilvl w:val="1"/>
          <w:numId w:val="6"/>
        </w:numPr>
        <w:spacing w:after="120"/>
        <w:contextualSpacing w:val="0"/>
        <w:rPr>
          <w:spacing w:val="0"/>
        </w:rPr>
      </w:pPr>
      <w:r w:rsidRPr="000677F8">
        <w:rPr>
          <w:spacing w:val="0"/>
        </w:rPr>
        <w:t>Töövõtjal on õigus:</w:t>
      </w:r>
    </w:p>
    <w:p w14:paraId="60A80B30" w14:textId="77777777" w:rsidR="00396C2A" w:rsidRPr="000677F8" w:rsidRDefault="00396C2A" w:rsidP="00102627">
      <w:pPr>
        <w:pStyle w:val="Loendilik"/>
        <w:numPr>
          <w:ilvl w:val="2"/>
          <w:numId w:val="6"/>
        </w:numPr>
        <w:jc w:val="both"/>
        <w:rPr>
          <w:spacing w:val="0"/>
        </w:rPr>
      </w:pPr>
      <w:r w:rsidRPr="000677F8">
        <w:rPr>
          <w:spacing w:val="0"/>
        </w:rPr>
        <w:lastRenderedPageBreak/>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0677F8" w:rsidRDefault="002778C3" w:rsidP="00102627">
      <w:pPr>
        <w:pStyle w:val="Loendilik"/>
        <w:numPr>
          <w:ilvl w:val="2"/>
          <w:numId w:val="6"/>
        </w:numPr>
        <w:jc w:val="both"/>
        <w:rPr>
          <w:spacing w:val="0"/>
        </w:rPr>
      </w:pPr>
      <w:r w:rsidRPr="000677F8">
        <w:rPr>
          <w:spacing w:val="0"/>
        </w:rPr>
        <w:t>nõuda tellijast sõltuvate lepingu täitmist takistavate asjaolude kõrvaldamise korraldamist;</w:t>
      </w:r>
    </w:p>
    <w:p w14:paraId="26723F7E" w14:textId="77777777" w:rsidR="00BE4AA7" w:rsidRPr="000677F8" w:rsidRDefault="00BE4AA7" w:rsidP="00102627">
      <w:pPr>
        <w:pStyle w:val="Loendilik"/>
        <w:numPr>
          <w:ilvl w:val="2"/>
          <w:numId w:val="6"/>
        </w:numPr>
        <w:spacing w:after="120"/>
        <w:contextualSpacing w:val="0"/>
        <w:jc w:val="both"/>
        <w:rPr>
          <w:spacing w:val="0"/>
        </w:rPr>
      </w:pPr>
      <w:r w:rsidRPr="000677F8">
        <w:rPr>
          <w:spacing w:val="0"/>
        </w:rPr>
        <w:t>saada teostatud töö eest tasu vastavalt lepingus sätestatud tingimustele ja korrale.</w:t>
      </w:r>
    </w:p>
    <w:p w14:paraId="4E67E6B7" w14:textId="77777777" w:rsidR="007A6BEA" w:rsidRPr="000677F8" w:rsidRDefault="007A6BEA" w:rsidP="007A6BEA">
      <w:pPr>
        <w:pStyle w:val="Loendilik"/>
        <w:spacing w:after="120"/>
        <w:ind w:left="1224"/>
        <w:contextualSpacing w:val="0"/>
        <w:jc w:val="both"/>
        <w:rPr>
          <w:spacing w:val="0"/>
        </w:rPr>
      </w:pPr>
    </w:p>
    <w:p w14:paraId="62AFD6CD" w14:textId="77777777" w:rsidR="00EB6F92" w:rsidRPr="000677F8" w:rsidRDefault="00DF27DF" w:rsidP="00102627">
      <w:pPr>
        <w:pStyle w:val="Loendilik"/>
        <w:numPr>
          <w:ilvl w:val="1"/>
          <w:numId w:val="6"/>
        </w:numPr>
        <w:spacing w:after="120"/>
        <w:contextualSpacing w:val="0"/>
        <w:rPr>
          <w:spacing w:val="0"/>
        </w:rPr>
      </w:pPr>
      <w:r w:rsidRPr="000677F8">
        <w:rPr>
          <w:spacing w:val="0"/>
        </w:rPr>
        <w:t>Tellija kohustub:</w:t>
      </w:r>
    </w:p>
    <w:p w14:paraId="1BDEF68B" w14:textId="77777777" w:rsidR="00E71FF9" w:rsidRPr="000677F8" w:rsidRDefault="00EB6F92" w:rsidP="00102627">
      <w:pPr>
        <w:pStyle w:val="Loendilik"/>
        <w:numPr>
          <w:ilvl w:val="2"/>
          <w:numId w:val="6"/>
        </w:numPr>
        <w:jc w:val="both"/>
        <w:rPr>
          <w:spacing w:val="0"/>
        </w:rPr>
      </w:pPr>
      <w:r w:rsidRPr="000677F8">
        <w:rPr>
          <w:spacing w:val="0"/>
        </w:rPr>
        <w:t>tasuma lepingu tingimuste nõuetekohase täitmise korral töövõtja poolt reaalselt teostatud töö eest vastavalt punktis 4 sätestatule;</w:t>
      </w:r>
    </w:p>
    <w:p w14:paraId="6AB714E2" w14:textId="7D756635" w:rsidR="00E71FF9" w:rsidRPr="000677F8" w:rsidRDefault="00E71FF9" w:rsidP="00102627">
      <w:pPr>
        <w:pStyle w:val="Loendilik"/>
        <w:numPr>
          <w:ilvl w:val="2"/>
          <w:numId w:val="6"/>
        </w:numPr>
        <w:spacing w:after="120"/>
        <w:contextualSpacing w:val="0"/>
        <w:jc w:val="both"/>
        <w:rPr>
          <w:spacing w:val="0"/>
        </w:rPr>
      </w:pPr>
      <w:r w:rsidRPr="000677F8">
        <w:rPr>
          <w:spacing w:val="0"/>
        </w:rPr>
        <w:t>esitama töö kvaliteedi puuduste või lepingule mittevastavuse kohta töövõtjale pretensioonid 5 (viie) tööpäeva jooksul arvates puudusest teadasaamisest.</w:t>
      </w:r>
    </w:p>
    <w:p w14:paraId="09F1776B" w14:textId="77777777" w:rsidR="00FE0F60" w:rsidRPr="000677F8" w:rsidRDefault="007E4296" w:rsidP="00102627">
      <w:pPr>
        <w:pStyle w:val="Loendilik"/>
        <w:numPr>
          <w:ilvl w:val="1"/>
          <w:numId w:val="6"/>
        </w:numPr>
        <w:spacing w:after="120"/>
        <w:contextualSpacing w:val="0"/>
        <w:rPr>
          <w:spacing w:val="0"/>
        </w:rPr>
      </w:pPr>
      <w:r w:rsidRPr="000677F8">
        <w:rPr>
          <w:spacing w:val="0"/>
        </w:rPr>
        <w:t>Tellijal on õigus:</w:t>
      </w:r>
    </w:p>
    <w:p w14:paraId="77614B5D" w14:textId="77777777" w:rsidR="00FE0F60" w:rsidRPr="000677F8" w:rsidRDefault="007E4296" w:rsidP="00102627">
      <w:pPr>
        <w:pStyle w:val="Loendilik"/>
        <w:numPr>
          <w:ilvl w:val="2"/>
          <w:numId w:val="6"/>
        </w:numPr>
        <w:jc w:val="both"/>
        <w:rPr>
          <w:spacing w:val="0"/>
        </w:rPr>
      </w:pPr>
      <w:r w:rsidRPr="000677F8">
        <w:rPr>
          <w:spacing w:val="0"/>
        </w:rPr>
        <w:t>kontrollida töö käiku ja kvaliteeti, puuduste ilmnemisel nõuda nende kõrvaldamist ja keelduda töö eest tasu maksmisest kuni puuduste täieliku kõrvaldamiseni;</w:t>
      </w:r>
    </w:p>
    <w:p w14:paraId="72C22DA3" w14:textId="77777777" w:rsidR="00FE0F60" w:rsidRPr="000677F8" w:rsidRDefault="007E4296" w:rsidP="00102627">
      <w:pPr>
        <w:pStyle w:val="Loendilik"/>
        <w:numPr>
          <w:ilvl w:val="2"/>
          <w:numId w:val="6"/>
        </w:numPr>
        <w:jc w:val="both"/>
        <w:rPr>
          <w:spacing w:val="0"/>
        </w:rPr>
      </w:pPr>
      <w:r w:rsidRPr="000677F8">
        <w:rPr>
          <w:spacing w:val="0"/>
        </w:rPr>
        <w:t>nõuda töövõtjalt lepingus sätestatud tingimustest, sh tähtaegadest ja maksumustest kinnipidamist;</w:t>
      </w:r>
    </w:p>
    <w:p w14:paraId="199CBE4B" w14:textId="77777777" w:rsidR="00FE0F60" w:rsidRPr="000677F8" w:rsidRDefault="007E4296" w:rsidP="00102627">
      <w:pPr>
        <w:pStyle w:val="Loendilik"/>
        <w:numPr>
          <w:ilvl w:val="2"/>
          <w:numId w:val="6"/>
        </w:numPr>
        <w:jc w:val="both"/>
        <w:rPr>
          <w:spacing w:val="0"/>
        </w:rPr>
      </w:pPr>
      <w:r w:rsidRPr="000677F8">
        <w:rPr>
          <w:spacing w:val="0"/>
        </w:rPr>
        <w:t>saada töövõtjalt informatsiooni töö teostamise aja ja seisu kohta;</w:t>
      </w:r>
    </w:p>
    <w:p w14:paraId="2BE38A60" w14:textId="77777777" w:rsidR="00FE0F60" w:rsidRPr="000677F8" w:rsidRDefault="007E4296" w:rsidP="00102627">
      <w:pPr>
        <w:pStyle w:val="Loendilik"/>
        <w:numPr>
          <w:ilvl w:val="2"/>
          <w:numId w:val="6"/>
        </w:numPr>
        <w:jc w:val="both"/>
        <w:rPr>
          <w:spacing w:val="0"/>
        </w:rPr>
      </w:pPr>
      <w:r w:rsidRPr="000677F8">
        <w:rPr>
          <w:spacing w:val="0"/>
        </w:rPr>
        <w:t>erakordsete asjaolude ilmnemisel pikendada töö tegemiseks punktis 2.4 märgitud tähtpäeva, kui töövõtja on tellijat teavitanud töö tegemist takistavatest asjaoludest;</w:t>
      </w:r>
    </w:p>
    <w:p w14:paraId="3F3B2764" w14:textId="77777777" w:rsidR="00B57DD4" w:rsidRPr="000677F8" w:rsidRDefault="007E4296" w:rsidP="00102627">
      <w:pPr>
        <w:pStyle w:val="Loendilik"/>
        <w:numPr>
          <w:ilvl w:val="2"/>
          <w:numId w:val="6"/>
        </w:numPr>
        <w:jc w:val="both"/>
        <w:rPr>
          <w:spacing w:val="0"/>
        </w:rPr>
      </w:pPr>
      <w:r w:rsidRPr="000677F8">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Pr="000677F8" w:rsidRDefault="007E4296" w:rsidP="00D569EC">
      <w:pPr>
        <w:pStyle w:val="Loendilik"/>
        <w:numPr>
          <w:ilvl w:val="3"/>
          <w:numId w:val="6"/>
        </w:numPr>
        <w:jc w:val="both"/>
        <w:rPr>
          <w:spacing w:val="0"/>
        </w:rPr>
      </w:pPr>
      <w:r w:rsidRPr="000677F8">
        <w:rPr>
          <w:spacing w:val="0"/>
        </w:rPr>
        <w:t>tellijal on tekkinud põhjendatud kahtlus, kas tööd on võimalik nõuetekohaselt teha;</w:t>
      </w:r>
    </w:p>
    <w:p w14:paraId="54131F88" w14:textId="77777777" w:rsidR="00C06C35" w:rsidRPr="000677F8" w:rsidRDefault="007E4296" w:rsidP="00D569EC">
      <w:pPr>
        <w:pStyle w:val="Loendilik"/>
        <w:numPr>
          <w:ilvl w:val="3"/>
          <w:numId w:val="6"/>
        </w:numPr>
        <w:jc w:val="both"/>
        <w:rPr>
          <w:spacing w:val="0"/>
        </w:rPr>
      </w:pPr>
      <w:r w:rsidRPr="000677F8">
        <w:rPr>
          <w:spacing w:val="0"/>
        </w:rPr>
        <w:t>töövõtja on esitanud lepingu sõlmimisel valeandmeid;</w:t>
      </w:r>
    </w:p>
    <w:p w14:paraId="2D32E69F" w14:textId="77777777" w:rsidR="00C06C35" w:rsidRPr="000677F8" w:rsidRDefault="007E4296" w:rsidP="00D569EC">
      <w:pPr>
        <w:pStyle w:val="Loendilik"/>
        <w:numPr>
          <w:ilvl w:val="3"/>
          <w:numId w:val="6"/>
        </w:numPr>
        <w:jc w:val="both"/>
        <w:rPr>
          <w:spacing w:val="0"/>
        </w:rPr>
      </w:pPr>
      <w:r w:rsidRPr="000677F8">
        <w:rPr>
          <w:spacing w:val="0"/>
        </w:rPr>
        <w:t>töövõtja ei pea lepingu täitmisel kinni tellija juhenditest või õigusaktidega töö teostamisele kehtestatud protseduuridest;</w:t>
      </w:r>
    </w:p>
    <w:p w14:paraId="5BCA3586" w14:textId="77777777" w:rsidR="00C06C35" w:rsidRPr="000677F8" w:rsidRDefault="007E4296" w:rsidP="00D569EC">
      <w:pPr>
        <w:pStyle w:val="Loendilik"/>
        <w:numPr>
          <w:ilvl w:val="3"/>
          <w:numId w:val="6"/>
        </w:numPr>
        <w:jc w:val="both"/>
        <w:rPr>
          <w:spacing w:val="0"/>
        </w:rPr>
      </w:pPr>
      <w:r w:rsidRPr="000677F8">
        <w:rPr>
          <w:spacing w:val="0"/>
        </w:rPr>
        <w:t>töö teostamise ajal on ilmne, et töö ei vasta lepingule;</w:t>
      </w:r>
    </w:p>
    <w:p w14:paraId="72BB05DB" w14:textId="77777777" w:rsidR="00C06C35" w:rsidRPr="000677F8" w:rsidRDefault="007E4296" w:rsidP="00D569EC">
      <w:pPr>
        <w:pStyle w:val="Loendilik"/>
        <w:numPr>
          <w:ilvl w:val="3"/>
          <w:numId w:val="6"/>
        </w:numPr>
        <w:jc w:val="both"/>
        <w:rPr>
          <w:spacing w:val="0"/>
        </w:rPr>
      </w:pPr>
      <w:r w:rsidRPr="000677F8">
        <w:rPr>
          <w:spacing w:val="0"/>
        </w:rPr>
        <w:t>töövõtja likvideeritakse või reorganiseeritakse, kusjuures lepingust tulenevad töövõtja kohustused ei lähe üle tema õigusjärglasele;</w:t>
      </w:r>
    </w:p>
    <w:p w14:paraId="6807129A" w14:textId="77777777" w:rsidR="00C06C35" w:rsidRPr="000677F8" w:rsidRDefault="007E4296" w:rsidP="00D569EC">
      <w:pPr>
        <w:pStyle w:val="Loendilik"/>
        <w:numPr>
          <w:ilvl w:val="3"/>
          <w:numId w:val="6"/>
        </w:numPr>
        <w:jc w:val="both"/>
        <w:rPr>
          <w:spacing w:val="0"/>
        </w:rPr>
      </w:pPr>
      <w:r w:rsidRPr="000677F8">
        <w:rPr>
          <w:spacing w:val="0"/>
        </w:rPr>
        <w:t>töövõtja ei ole tellijale tööd üle andnud hiljemalt 1 (ühe) kuu möödumisel arvates kokkulepitud töö üleandmise tähtpäevast;</w:t>
      </w:r>
    </w:p>
    <w:p w14:paraId="1025D7C1" w14:textId="77777777" w:rsidR="00C06C35" w:rsidRPr="000677F8" w:rsidRDefault="007E4296" w:rsidP="00D569EC">
      <w:pPr>
        <w:pStyle w:val="Loendilik"/>
        <w:numPr>
          <w:ilvl w:val="3"/>
          <w:numId w:val="6"/>
        </w:numPr>
        <w:jc w:val="both"/>
        <w:rPr>
          <w:spacing w:val="0"/>
        </w:rPr>
      </w:pPr>
      <w:r w:rsidRPr="000677F8">
        <w:rPr>
          <w:spacing w:val="0"/>
        </w:rPr>
        <w:t>töövõtja poolset töö mittekvaliteetset täitmist;</w:t>
      </w:r>
    </w:p>
    <w:p w14:paraId="1FE5CF3D" w14:textId="77777777" w:rsidR="00951944" w:rsidRPr="000677F8" w:rsidRDefault="007E4296" w:rsidP="00D569EC">
      <w:pPr>
        <w:pStyle w:val="Loendilik"/>
        <w:numPr>
          <w:ilvl w:val="3"/>
          <w:numId w:val="6"/>
        </w:numPr>
        <w:jc w:val="both"/>
        <w:rPr>
          <w:spacing w:val="0"/>
        </w:rPr>
      </w:pPr>
      <w:r w:rsidRPr="000677F8">
        <w:rPr>
          <w:spacing w:val="0"/>
        </w:rPr>
        <w:t>kui töövõtjal puudub lepingu punktist 2.3. nõutud kehtiv õigus lepingus kokku lepitud tööde täitmiseks või</w:t>
      </w:r>
    </w:p>
    <w:p w14:paraId="5D88C6A7" w14:textId="4873DCAE" w:rsidR="007E4296" w:rsidRPr="000677F8" w:rsidRDefault="007E4296" w:rsidP="00957FED">
      <w:pPr>
        <w:pStyle w:val="Loendilik"/>
        <w:numPr>
          <w:ilvl w:val="3"/>
          <w:numId w:val="6"/>
        </w:numPr>
        <w:spacing w:after="120"/>
        <w:contextualSpacing w:val="0"/>
        <w:jc w:val="both"/>
        <w:rPr>
          <w:spacing w:val="0"/>
        </w:rPr>
      </w:pPr>
      <w:r w:rsidRPr="000677F8">
        <w:rPr>
          <w:spacing w:val="0"/>
        </w:rPr>
        <w:t>töövõtja rikub lepingus kokkulepitud kohustusi ning rikkumist võib kõiki asjaolusid mõistlikult arvesse võttes pidada oluliseks.</w:t>
      </w:r>
    </w:p>
    <w:p w14:paraId="02C4B7AB" w14:textId="77777777" w:rsidR="007D4238" w:rsidRPr="000677F8" w:rsidRDefault="007E4296" w:rsidP="00957FED">
      <w:pPr>
        <w:pStyle w:val="Loendilik"/>
        <w:numPr>
          <w:ilvl w:val="0"/>
          <w:numId w:val="6"/>
        </w:numPr>
        <w:spacing w:after="120"/>
        <w:contextualSpacing w:val="0"/>
        <w:rPr>
          <w:b/>
          <w:bCs/>
          <w:spacing w:val="0"/>
        </w:rPr>
      </w:pPr>
      <w:r w:rsidRPr="000677F8">
        <w:rPr>
          <w:b/>
          <w:bCs/>
          <w:spacing w:val="0"/>
        </w:rPr>
        <w:t>Töö vastuvõtmine ja tasumine</w:t>
      </w:r>
    </w:p>
    <w:p w14:paraId="6F8CD9B0" w14:textId="77777777" w:rsidR="007D4238" w:rsidRPr="000677F8" w:rsidRDefault="007E4296" w:rsidP="00957FED">
      <w:pPr>
        <w:pStyle w:val="Loendilik"/>
        <w:numPr>
          <w:ilvl w:val="1"/>
          <w:numId w:val="6"/>
        </w:numPr>
        <w:jc w:val="both"/>
        <w:rPr>
          <w:b/>
          <w:bCs/>
          <w:spacing w:val="0"/>
        </w:rPr>
      </w:pPr>
      <w:r w:rsidRPr="000677F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0677F8" w:rsidRDefault="007E4296" w:rsidP="00957FED">
      <w:pPr>
        <w:pStyle w:val="Loendilik"/>
        <w:numPr>
          <w:ilvl w:val="2"/>
          <w:numId w:val="6"/>
        </w:numPr>
        <w:jc w:val="both"/>
        <w:rPr>
          <w:b/>
          <w:bCs/>
          <w:spacing w:val="0"/>
        </w:rPr>
      </w:pPr>
      <w:r w:rsidRPr="000677F8">
        <w:rPr>
          <w:spacing w:val="0"/>
        </w:rPr>
        <w:t>lepingu sõlmimise kuupäev ja number,</w:t>
      </w:r>
    </w:p>
    <w:p w14:paraId="438F2658" w14:textId="77777777" w:rsidR="007D4238" w:rsidRPr="000677F8" w:rsidRDefault="007E4296" w:rsidP="00957FED">
      <w:pPr>
        <w:pStyle w:val="Loendilik"/>
        <w:numPr>
          <w:ilvl w:val="2"/>
          <w:numId w:val="6"/>
        </w:numPr>
        <w:jc w:val="both"/>
        <w:rPr>
          <w:b/>
          <w:bCs/>
          <w:spacing w:val="0"/>
        </w:rPr>
      </w:pPr>
      <w:r w:rsidRPr="000677F8">
        <w:rPr>
          <w:spacing w:val="0"/>
        </w:rPr>
        <w:t>objekti asukoht ja nimetus,</w:t>
      </w:r>
    </w:p>
    <w:p w14:paraId="1CE6CE05" w14:textId="77777777" w:rsidR="007D4238" w:rsidRPr="000677F8" w:rsidRDefault="007E4296" w:rsidP="00957FED">
      <w:pPr>
        <w:pStyle w:val="Loendilik"/>
        <w:numPr>
          <w:ilvl w:val="2"/>
          <w:numId w:val="6"/>
        </w:numPr>
        <w:jc w:val="both"/>
        <w:rPr>
          <w:b/>
          <w:bCs/>
          <w:spacing w:val="0"/>
        </w:rPr>
      </w:pPr>
      <w:r w:rsidRPr="000677F8">
        <w:rPr>
          <w:spacing w:val="0"/>
        </w:rPr>
        <w:lastRenderedPageBreak/>
        <w:t>tehtud töö kirjeldus,</w:t>
      </w:r>
    </w:p>
    <w:p w14:paraId="6C16D22D" w14:textId="77777777" w:rsidR="007D4238" w:rsidRPr="000677F8" w:rsidRDefault="007E4296" w:rsidP="00957FED">
      <w:pPr>
        <w:pStyle w:val="Loendilik"/>
        <w:numPr>
          <w:ilvl w:val="2"/>
          <w:numId w:val="6"/>
        </w:numPr>
        <w:jc w:val="both"/>
        <w:rPr>
          <w:b/>
          <w:bCs/>
          <w:spacing w:val="0"/>
        </w:rPr>
      </w:pPr>
      <w:r w:rsidRPr="000677F8">
        <w:rPr>
          <w:spacing w:val="0"/>
        </w:rPr>
        <w:t>jäätmete kogus liigiti,</w:t>
      </w:r>
    </w:p>
    <w:p w14:paraId="2AE74CAC" w14:textId="77777777" w:rsidR="007D4238" w:rsidRPr="000677F8" w:rsidRDefault="007E4296" w:rsidP="00957FED">
      <w:pPr>
        <w:pStyle w:val="Loendilik"/>
        <w:numPr>
          <w:ilvl w:val="2"/>
          <w:numId w:val="6"/>
        </w:numPr>
        <w:jc w:val="both"/>
        <w:rPr>
          <w:b/>
          <w:bCs/>
          <w:spacing w:val="0"/>
        </w:rPr>
      </w:pPr>
      <w:r w:rsidRPr="000677F8">
        <w:rPr>
          <w:spacing w:val="0"/>
        </w:rPr>
        <w:t>tööde tegemist tõendavad fotod (võimalusel geokodeeritud fotod),</w:t>
      </w:r>
    </w:p>
    <w:p w14:paraId="27E16DB2" w14:textId="77777777" w:rsidR="009F1497" w:rsidRPr="000677F8" w:rsidRDefault="007E4296" w:rsidP="00957FED">
      <w:pPr>
        <w:pStyle w:val="Loendilik"/>
        <w:numPr>
          <w:ilvl w:val="2"/>
          <w:numId w:val="6"/>
        </w:numPr>
        <w:jc w:val="both"/>
        <w:rPr>
          <w:b/>
          <w:bCs/>
          <w:spacing w:val="0"/>
        </w:rPr>
      </w:pPr>
      <w:r w:rsidRPr="000677F8">
        <w:rPr>
          <w:spacing w:val="0"/>
        </w:rPr>
        <w:t>poolte rekvisiidid ja esindajate allkirjad,</w:t>
      </w:r>
    </w:p>
    <w:p w14:paraId="60B2DD3E" w14:textId="77777777" w:rsidR="00B10A68" w:rsidRPr="000677F8" w:rsidRDefault="007E4296" w:rsidP="00957FED">
      <w:pPr>
        <w:pStyle w:val="Loendilik"/>
        <w:numPr>
          <w:ilvl w:val="2"/>
          <w:numId w:val="6"/>
        </w:numPr>
        <w:jc w:val="both"/>
        <w:rPr>
          <w:b/>
          <w:bCs/>
          <w:spacing w:val="0"/>
        </w:rPr>
      </w:pPr>
      <w:r w:rsidRPr="000677F8">
        <w:rPr>
          <w:spacing w:val="0"/>
        </w:rPr>
        <w:t>jäätmete liigiti utiliseerimist või jäätmete käitlemiseks õigustatud isikule üleandmist tõendav dokument.</w:t>
      </w:r>
    </w:p>
    <w:p w14:paraId="14976AF6" w14:textId="1B929B67" w:rsidR="00D2056A" w:rsidRPr="000677F8" w:rsidRDefault="007E4296" w:rsidP="00607B4F">
      <w:pPr>
        <w:pStyle w:val="Loendilik"/>
        <w:numPr>
          <w:ilvl w:val="1"/>
          <w:numId w:val="6"/>
        </w:numPr>
        <w:jc w:val="both"/>
        <w:rPr>
          <w:b/>
          <w:bCs/>
          <w:spacing w:val="0"/>
        </w:rPr>
      </w:pPr>
      <w:r w:rsidRPr="000677F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0677F8">
        <w:rPr>
          <w:spacing w:val="0"/>
        </w:rPr>
        <w:t>Tellija</w:t>
      </w:r>
      <w:r w:rsidR="7B88A829" w:rsidRPr="000677F8">
        <w:rPr>
          <w:spacing w:val="0"/>
        </w:rPr>
        <w:t>l</w:t>
      </w:r>
      <w:r w:rsidR="005A3931" w:rsidRPr="000677F8">
        <w:rPr>
          <w:spacing w:val="0"/>
        </w:rPr>
        <w:t xml:space="preserve"> on õigus</w:t>
      </w:r>
      <w:r w:rsidR="003852AD" w:rsidRPr="000677F8">
        <w:rPr>
          <w:spacing w:val="0"/>
        </w:rPr>
        <w:t xml:space="preserve"> </w:t>
      </w:r>
      <w:r w:rsidR="005A3931" w:rsidRPr="000677F8">
        <w:rPr>
          <w:spacing w:val="0"/>
        </w:rPr>
        <w:t>võtta töid vastu ja tasuda tööde eest objektide kaupa.</w:t>
      </w:r>
    </w:p>
    <w:p w14:paraId="7D49ED36" w14:textId="0E4CB0EB" w:rsidR="008F4722" w:rsidRPr="000677F8" w:rsidRDefault="008F4722" w:rsidP="00607B4F">
      <w:pPr>
        <w:pStyle w:val="Loendilik"/>
        <w:numPr>
          <w:ilvl w:val="1"/>
          <w:numId w:val="6"/>
        </w:numPr>
        <w:jc w:val="both"/>
        <w:rPr>
          <w:spacing w:val="0"/>
        </w:rPr>
      </w:pPr>
      <w:r w:rsidRPr="000677F8">
        <w:rPr>
          <w:spacing w:val="0"/>
        </w:rPr>
        <w:t xml:space="preserve">Tellija tasub tehtud tööde eest Töövõtja poolt esitatud arve(te) alusel. </w:t>
      </w:r>
      <w:r w:rsidR="2136E21C" w:rsidRPr="000677F8">
        <w:rPr>
          <w:spacing w:val="0"/>
        </w:rPr>
        <w:t>Arve tasumise tähtaeg peab olema vähemalt 15 (viisteist) kalendripäeva.</w:t>
      </w:r>
    </w:p>
    <w:p w14:paraId="50BC9FA5" w14:textId="49B4BA4C" w:rsidR="00840230" w:rsidRPr="000677F8" w:rsidRDefault="00840230" w:rsidP="00607B4F">
      <w:pPr>
        <w:pStyle w:val="Loendilik"/>
        <w:numPr>
          <w:ilvl w:val="1"/>
          <w:numId w:val="6"/>
        </w:numPr>
        <w:jc w:val="both"/>
        <w:rPr>
          <w:spacing w:val="0"/>
        </w:rPr>
      </w:pPr>
      <w:r w:rsidRPr="000677F8">
        <w:rPr>
          <w:spacing w:val="0"/>
        </w:rPr>
        <w:t xml:space="preserve">Arve esitamiseks tuleb kasutada elektrooniliste arvete esitamiseks mõeldud raamatupidamistarkvara või raamatupidamistarkvara E-arveldaja, mis asub ettevõtjaportaalis </w:t>
      </w:r>
      <w:hyperlink r:id="rId8" w:history="1">
        <w:r w:rsidR="003F4F3E" w:rsidRPr="000677F8">
          <w:rPr>
            <w:rStyle w:val="Hperlink"/>
            <w:spacing w:val="0"/>
          </w:rPr>
          <w:t>https://www.rik.ee/et/e-arveldaja</w:t>
        </w:r>
      </w:hyperlink>
      <w:r w:rsidRPr="000677F8">
        <w:rPr>
          <w:spacing w:val="0"/>
        </w:rPr>
        <w:t>.</w:t>
      </w:r>
    </w:p>
    <w:p w14:paraId="37F9E580" w14:textId="449B610A" w:rsidR="00EA68EA" w:rsidRPr="000677F8" w:rsidRDefault="00EA68EA" w:rsidP="00607B4F">
      <w:pPr>
        <w:pStyle w:val="Loendilik"/>
        <w:numPr>
          <w:ilvl w:val="1"/>
          <w:numId w:val="6"/>
        </w:numPr>
        <w:jc w:val="both"/>
      </w:pPr>
      <w:r w:rsidRPr="000677F8">
        <w:rPr>
          <w:spacing w:val="0"/>
        </w:rPr>
        <w:t>Tasumisega viivitamise korral on töövõtjal õigus nõuda tellijalt viivist 0,0</w:t>
      </w:r>
      <w:r w:rsidR="4BF012EB" w:rsidRPr="000677F8">
        <w:rPr>
          <w:spacing w:val="0"/>
        </w:rPr>
        <w:t>1</w:t>
      </w:r>
      <w:r w:rsidRPr="000677F8">
        <w:rPr>
          <w:spacing w:val="0"/>
        </w:rPr>
        <w:t xml:space="preserve">% (null koma null </w:t>
      </w:r>
      <w:r w:rsidR="006164D6" w:rsidRPr="000677F8">
        <w:rPr>
          <w:spacing w:val="0"/>
        </w:rPr>
        <w:t xml:space="preserve">üks </w:t>
      </w:r>
      <w:r w:rsidRPr="000677F8">
        <w:rPr>
          <w:spacing w:val="0"/>
        </w:rPr>
        <w:t>protsenti) viivitatud summast iga viivitatud päeva eest. Tellijapoolne makse loetakse tasutuks vastava pangaülekande tegemisest tellija poolt.</w:t>
      </w:r>
    </w:p>
    <w:p w14:paraId="65E202F1" w14:textId="2142613A" w:rsidR="007D661B" w:rsidRPr="000677F8" w:rsidRDefault="00C50D4D" w:rsidP="00607B4F">
      <w:pPr>
        <w:pStyle w:val="Loendilik"/>
        <w:numPr>
          <w:ilvl w:val="1"/>
          <w:numId w:val="6"/>
        </w:numPr>
        <w:spacing w:after="120"/>
        <w:contextualSpacing w:val="0"/>
        <w:jc w:val="both"/>
        <w:rPr>
          <w:spacing w:val="0"/>
        </w:rPr>
      </w:pPr>
      <w:r w:rsidRPr="000677F8">
        <w:rPr>
          <w:spacing w:val="0"/>
        </w:rPr>
        <w:t xml:space="preserve">Tellija ei tasu </w:t>
      </w:r>
      <w:proofErr w:type="spellStart"/>
      <w:r w:rsidRPr="000677F8">
        <w:rPr>
          <w:spacing w:val="0"/>
        </w:rPr>
        <w:t>ettemaksu.</w:t>
      </w:r>
      <w:r w:rsidR="007D661B" w:rsidRPr="000677F8">
        <w:rPr>
          <w:spacing w:val="0"/>
        </w:rPr>
        <w:t>Tellijal</w:t>
      </w:r>
      <w:proofErr w:type="spellEnd"/>
      <w:r w:rsidR="007D661B" w:rsidRPr="000677F8">
        <w:rPr>
          <w:spacing w:val="0"/>
        </w:rPr>
        <w:t xml:space="preserve"> on õigus töövõtjale kohaldatavad rahalised sanktsioonid lepingu alusel makstavast tasust maha arvutada.</w:t>
      </w:r>
    </w:p>
    <w:p w14:paraId="635841EE" w14:textId="77777777" w:rsidR="009204AC" w:rsidRPr="000677F8" w:rsidRDefault="009204AC" w:rsidP="00607B4F">
      <w:pPr>
        <w:pStyle w:val="Loendilik"/>
        <w:numPr>
          <w:ilvl w:val="0"/>
          <w:numId w:val="6"/>
        </w:numPr>
        <w:spacing w:after="120"/>
        <w:contextualSpacing w:val="0"/>
        <w:rPr>
          <w:b/>
          <w:bCs/>
          <w:spacing w:val="0"/>
        </w:rPr>
      </w:pPr>
      <w:r w:rsidRPr="000677F8">
        <w:rPr>
          <w:b/>
          <w:bCs/>
          <w:spacing w:val="0"/>
        </w:rPr>
        <w:t>Poolte vastutus</w:t>
      </w:r>
    </w:p>
    <w:p w14:paraId="26C1CD98" w14:textId="77777777" w:rsidR="00086117" w:rsidRPr="000677F8" w:rsidRDefault="00086117" w:rsidP="003C2E85">
      <w:pPr>
        <w:pStyle w:val="Loendilik"/>
        <w:numPr>
          <w:ilvl w:val="1"/>
          <w:numId w:val="6"/>
        </w:numPr>
        <w:jc w:val="both"/>
        <w:rPr>
          <w:spacing w:val="0"/>
        </w:rPr>
      </w:pPr>
      <w:r w:rsidRPr="000677F8">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0677F8" w:rsidRDefault="00EA765D" w:rsidP="003C2E85">
      <w:pPr>
        <w:pStyle w:val="Loendilik"/>
        <w:numPr>
          <w:ilvl w:val="1"/>
          <w:numId w:val="6"/>
        </w:numPr>
        <w:jc w:val="both"/>
        <w:rPr>
          <w:spacing w:val="0"/>
        </w:rPr>
      </w:pPr>
      <w:r w:rsidRPr="000677F8">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0677F8" w:rsidRDefault="00050929" w:rsidP="003C2E85">
      <w:pPr>
        <w:pStyle w:val="Loendilik"/>
        <w:numPr>
          <w:ilvl w:val="1"/>
          <w:numId w:val="6"/>
        </w:numPr>
        <w:jc w:val="both"/>
        <w:rPr>
          <w:spacing w:val="0"/>
        </w:rPr>
      </w:pPr>
      <w:r w:rsidRPr="000677F8">
        <w:rPr>
          <w:spacing w:val="0"/>
        </w:rPr>
        <w:t>Tellijal on õigus nõuda leppetrahvi tasumist 3 (kolme) kuu jooksul arvates päevast, mil ta sai teada leppetrahvi nõudmise õiguse tekkimisest.</w:t>
      </w:r>
    </w:p>
    <w:p w14:paraId="32A5FCFE" w14:textId="77777777" w:rsidR="00F60FF7" w:rsidRPr="000677F8" w:rsidRDefault="00F60FF7" w:rsidP="003C2E85">
      <w:pPr>
        <w:pStyle w:val="Loendilik"/>
        <w:numPr>
          <w:ilvl w:val="1"/>
          <w:numId w:val="6"/>
        </w:numPr>
        <w:jc w:val="both"/>
        <w:rPr>
          <w:spacing w:val="0"/>
        </w:rPr>
      </w:pPr>
      <w:r w:rsidRPr="000677F8">
        <w:rPr>
          <w:spacing w:val="0"/>
        </w:rPr>
        <w:t>Kui tellija esitab pretensioonid ja töövõtja peab töö parandama tellija määratud tähtajaks, loetakse töö vastu võetuks, kui tellija on töö aktiga vastu võtnud.</w:t>
      </w:r>
    </w:p>
    <w:p w14:paraId="71EA714E" w14:textId="77777777" w:rsidR="007C3A63" w:rsidRPr="000677F8" w:rsidRDefault="007C3A63" w:rsidP="003C2E85">
      <w:pPr>
        <w:pStyle w:val="Loendilik"/>
        <w:numPr>
          <w:ilvl w:val="1"/>
          <w:numId w:val="6"/>
        </w:numPr>
        <w:jc w:val="both"/>
        <w:rPr>
          <w:spacing w:val="0"/>
        </w:rPr>
      </w:pPr>
      <w:r w:rsidRPr="000677F8">
        <w:rPr>
          <w:spacing w:val="0"/>
        </w:rPr>
        <w:t>Korduvalt puudustega (vähemalt kolmel korral) tööde teostamise või tööde üleandmiseks esitamise korral võib tellija ühepoolselt lepingu üles öelda.</w:t>
      </w:r>
    </w:p>
    <w:p w14:paraId="3B84F471" w14:textId="77777777" w:rsidR="00225A14" w:rsidRPr="000677F8" w:rsidRDefault="00225A14" w:rsidP="003C2E85">
      <w:pPr>
        <w:pStyle w:val="Loendilik"/>
        <w:numPr>
          <w:ilvl w:val="1"/>
          <w:numId w:val="6"/>
        </w:numPr>
        <w:jc w:val="both"/>
        <w:rPr>
          <w:spacing w:val="0"/>
        </w:rPr>
      </w:pPr>
      <w:r w:rsidRPr="000677F8">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0677F8" w:rsidRDefault="00F43C00" w:rsidP="003C2E85">
      <w:pPr>
        <w:pStyle w:val="Loendilik"/>
        <w:numPr>
          <w:ilvl w:val="1"/>
          <w:numId w:val="6"/>
        </w:numPr>
        <w:spacing w:after="120"/>
        <w:contextualSpacing w:val="0"/>
        <w:jc w:val="both"/>
        <w:rPr>
          <w:spacing w:val="0"/>
        </w:rPr>
      </w:pPr>
      <w:r w:rsidRPr="000677F8">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0677F8" w:rsidRDefault="009815E0" w:rsidP="003C2E85">
      <w:pPr>
        <w:pStyle w:val="Loendilik"/>
        <w:numPr>
          <w:ilvl w:val="0"/>
          <w:numId w:val="6"/>
        </w:numPr>
        <w:spacing w:after="120"/>
        <w:contextualSpacing w:val="0"/>
        <w:jc w:val="both"/>
        <w:rPr>
          <w:b/>
          <w:spacing w:val="0"/>
        </w:rPr>
      </w:pPr>
      <w:r w:rsidRPr="000677F8">
        <w:rPr>
          <w:b/>
          <w:spacing w:val="0"/>
        </w:rPr>
        <w:t>Lepingu kehtivus ja muutmine</w:t>
      </w:r>
    </w:p>
    <w:p w14:paraId="7B0D8470" w14:textId="5BA045FF" w:rsidR="0005474E" w:rsidRPr="000677F8" w:rsidRDefault="0005474E" w:rsidP="003C2E85">
      <w:pPr>
        <w:pStyle w:val="Loendilik"/>
        <w:numPr>
          <w:ilvl w:val="1"/>
          <w:numId w:val="6"/>
        </w:numPr>
        <w:jc w:val="both"/>
      </w:pPr>
      <w:r w:rsidRPr="000677F8">
        <w:rPr>
          <w:spacing w:val="0"/>
        </w:rPr>
        <w:t>Leping kehtib alates allakirjutamise momendist poolte poolt ning kehtib kuni pooled on täitnud oma lepingulised kohustused.</w:t>
      </w:r>
    </w:p>
    <w:p w14:paraId="345D8A8B" w14:textId="77777777" w:rsidR="00CC0A05" w:rsidRPr="000677F8" w:rsidRDefault="00CC0A05" w:rsidP="003C2E85">
      <w:pPr>
        <w:pStyle w:val="Loendilik"/>
        <w:numPr>
          <w:ilvl w:val="1"/>
          <w:numId w:val="6"/>
        </w:numPr>
        <w:spacing w:after="120"/>
        <w:contextualSpacing w:val="0"/>
        <w:jc w:val="both"/>
        <w:rPr>
          <w:spacing w:val="0"/>
        </w:rPr>
      </w:pPr>
      <w:r w:rsidRPr="000677F8">
        <w:rPr>
          <w:spacing w:val="0"/>
        </w:rPr>
        <w:t>Kumbki pool ei tohi lepingust tulenevaid õigusi ega kohustusi üle anda ega muul viisil loovutada kolmandale isikule ilma teise poole eelneva kirjaliku nõusolekuta.</w:t>
      </w:r>
    </w:p>
    <w:p w14:paraId="057C0C5C" w14:textId="77777777" w:rsidR="005E1389" w:rsidRPr="000677F8" w:rsidRDefault="005E1389" w:rsidP="003C2E85">
      <w:pPr>
        <w:pStyle w:val="Loendilik"/>
        <w:numPr>
          <w:ilvl w:val="1"/>
          <w:numId w:val="6"/>
        </w:numPr>
        <w:jc w:val="both"/>
        <w:rPr>
          <w:spacing w:val="0"/>
        </w:rPr>
      </w:pPr>
      <w:r w:rsidRPr="000677F8">
        <w:rPr>
          <w:spacing w:val="0"/>
        </w:rPr>
        <w:lastRenderedPageBreak/>
        <w:t>Lepingut saab muuta poolte kirjalikul kokkuleppel kooskõlas riigihangete seaduse § 123 lõikes 1 sätestatud tingimustel.</w:t>
      </w:r>
    </w:p>
    <w:p w14:paraId="1FA5E58E" w14:textId="77777777" w:rsidR="00C12C7E" w:rsidRPr="000677F8" w:rsidRDefault="00C12C7E" w:rsidP="003C2E85">
      <w:pPr>
        <w:pStyle w:val="Loendilik"/>
        <w:numPr>
          <w:ilvl w:val="1"/>
          <w:numId w:val="6"/>
        </w:numPr>
        <w:spacing w:after="120"/>
        <w:contextualSpacing w:val="0"/>
        <w:jc w:val="both"/>
        <w:rPr>
          <w:spacing w:val="0"/>
        </w:rPr>
      </w:pPr>
      <w:r w:rsidRPr="000677F8">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5F6173D9" w14:textId="77777777" w:rsidR="00AB0FC7" w:rsidRPr="000677F8" w:rsidRDefault="00AB0FC7" w:rsidP="003C2E85">
      <w:pPr>
        <w:pStyle w:val="Loendilik"/>
        <w:numPr>
          <w:ilvl w:val="0"/>
          <w:numId w:val="6"/>
        </w:numPr>
        <w:spacing w:after="120"/>
        <w:contextualSpacing w:val="0"/>
        <w:rPr>
          <w:b/>
          <w:bCs/>
          <w:spacing w:val="0"/>
        </w:rPr>
      </w:pPr>
      <w:r w:rsidRPr="000677F8">
        <w:rPr>
          <w:b/>
          <w:bCs/>
          <w:spacing w:val="0"/>
        </w:rPr>
        <w:t>Teadete edastamine</w:t>
      </w:r>
    </w:p>
    <w:p w14:paraId="118070DB" w14:textId="77777777" w:rsidR="00D10020" w:rsidRPr="000677F8" w:rsidRDefault="00D10020" w:rsidP="003C2E85">
      <w:pPr>
        <w:pStyle w:val="Loendilik"/>
        <w:numPr>
          <w:ilvl w:val="1"/>
          <w:numId w:val="6"/>
        </w:numPr>
        <w:jc w:val="both"/>
        <w:rPr>
          <w:spacing w:val="0"/>
        </w:rPr>
      </w:pPr>
      <w:r w:rsidRPr="000677F8">
        <w:rPr>
          <w:spacing w:val="0"/>
        </w:rPr>
        <w:t>Üks pool edastab lepinguga seotud teated teisele poolele lepingus märgitud kontaktidel. Kontaktide muutmisest on pool kohustatud koheselt informeerima teist lepingupoolt.</w:t>
      </w:r>
    </w:p>
    <w:p w14:paraId="70D1F05B" w14:textId="77777777" w:rsidR="00FC2B9A" w:rsidRPr="000677F8" w:rsidRDefault="00FC2B9A" w:rsidP="003C2E85">
      <w:pPr>
        <w:pStyle w:val="Loendilik"/>
        <w:numPr>
          <w:ilvl w:val="1"/>
          <w:numId w:val="6"/>
        </w:numPr>
        <w:jc w:val="both"/>
        <w:rPr>
          <w:spacing w:val="0"/>
        </w:rPr>
      </w:pPr>
      <w:r w:rsidRPr="000677F8">
        <w:rPr>
          <w:spacing w:val="0"/>
        </w:rPr>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Pr="000677F8" w:rsidRDefault="0027344D" w:rsidP="003C2E85">
      <w:pPr>
        <w:pStyle w:val="Loendilik"/>
        <w:numPr>
          <w:ilvl w:val="1"/>
          <w:numId w:val="6"/>
        </w:numPr>
        <w:jc w:val="both"/>
        <w:rPr>
          <w:spacing w:val="0"/>
        </w:rPr>
      </w:pPr>
      <w:r w:rsidRPr="000677F8">
        <w:rPr>
          <w:spacing w:val="0"/>
        </w:rPr>
        <w:t>Poole nõue teisele poolele, mis esitatakse tulenevalt lepingu rikkumisest, peab olema kirjalikus vormis.</w:t>
      </w:r>
    </w:p>
    <w:p w14:paraId="0813203C" w14:textId="77777777" w:rsidR="00A30BAE" w:rsidRPr="000677F8" w:rsidRDefault="00A30BAE" w:rsidP="00A30BAE">
      <w:pPr>
        <w:pStyle w:val="Loendilik"/>
        <w:ind w:left="792"/>
        <w:rPr>
          <w:spacing w:val="0"/>
        </w:rPr>
      </w:pPr>
    </w:p>
    <w:p w14:paraId="28C1279D" w14:textId="77777777" w:rsidR="00A30BAE" w:rsidRPr="000677F8" w:rsidRDefault="00A30BAE" w:rsidP="00A30BAE">
      <w:pPr>
        <w:pStyle w:val="Loendilik"/>
        <w:numPr>
          <w:ilvl w:val="0"/>
          <w:numId w:val="6"/>
        </w:numPr>
        <w:rPr>
          <w:b/>
          <w:bCs/>
          <w:spacing w:val="0"/>
        </w:rPr>
      </w:pPr>
      <w:r w:rsidRPr="000677F8">
        <w:rPr>
          <w:b/>
          <w:bCs/>
          <w:spacing w:val="0"/>
        </w:rPr>
        <w:t>Poolte esindajad ja kontaktandmed</w:t>
      </w:r>
    </w:p>
    <w:p w14:paraId="562460BA" w14:textId="77777777" w:rsidR="00826972" w:rsidRPr="000677F8" w:rsidRDefault="00CF42CB" w:rsidP="002A1446">
      <w:pPr>
        <w:pStyle w:val="Pealkiri21"/>
        <w:numPr>
          <w:ilvl w:val="1"/>
          <w:numId w:val="6"/>
        </w:numPr>
        <w:spacing w:after="0" w:line="240" w:lineRule="auto"/>
        <w:jc w:val="both"/>
        <w:rPr>
          <w:rFonts w:ascii="Times New Roman" w:hAnsi="Times New Roman" w:cs="Times New Roman"/>
          <w:b/>
          <w:sz w:val="24"/>
          <w:szCs w:val="24"/>
        </w:rPr>
      </w:pPr>
      <w:r w:rsidRPr="000677F8">
        <w:rPr>
          <w:rFonts w:ascii="Times New Roman" w:hAnsi="Times New Roman" w:cs="Times New Roman"/>
          <w:bCs/>
          <w:sz w:val="24"/>
          <w:szCs w:val="24"/>
        </w:rPr>
        <w:t>Töövõtja esindaja on</w:t>
      </w:r>
      <w:r w:rsidRPr="000677F8">
        <w:rPr>
          <w:rFonts w:ascii="Times New Roman" w:hAnsi="Times New Roman" w:cs="Times New Roman"/>
          <w:b/>
          <w:bCs/>
          <w:sz w:val="24"/>
          <w:szCs w:val="24"/>
        </w:rPr>
        <w:t xml:space="preserve"> </w:t>
      </w:r>
      <w:r w:rsidRPr="000677F8">
        <w:rPr>
          <w:rFonts w:ascii="Times New Roman" w:eastAsia="Calibri" w:hAnsi="Times New Roman" w:cs="Times New Roman"/>
          <w:sz w:val="24"/>
          <w:szCs w:val="24"/>
        </w:rPr>
        <w:fldChar w:fldCharType="begin"/>
      </w:r>
      <w:r w:rsidRPr="000677F8">
        <w:rPr>
          <w:rFonts w:ascii="Times New Roman" w:eastAsia="Calibri" w:hAnsi="Times New Roman" w:cs="Times New Roman"/>
          <w:sz w:val="24"/>
          <w:szCs w:val="24"/>
        </w:rPr>
        <w:instrText xml:space="preserve"> MACROBUTTON  AcceptAllChangesInDoc [Sisesta ametinimetus] </w:instrText>
      </w:r>
      <w:r w:rsidRPr="000677F8">
        <w:rPr>
          <w:rFonts w:ascii="Times New Roman" w:eastAsia="Calibri" w:hAnsi="Times New Roman" w:cs="Times New Roman"/>
          <w:sz w:val="24"/>
          <w:szCs w:val="24"/>
        </w:rPr>
        <w:fldChar w:fldCharType="end"/>
      </w:r>
      <w:r w:rsidRPr="000677F8">
        <w:rPr>
          <w:rFonts w:ascii="Times New Roman" w:eastAsia="Calibri" w:hAnsi="Times New Roman" w:cs="Times New Roman"/>
          <w:sz w:val="24"/>
          <w:szCs w:val="24"/>
        </w:rPr>
        <w:fldChar w:fldCharType="begin"/>
      </w:r>
      <w:r w:rsidRPr="000677F8">
        <w:rPr>
          <w:rFonts w:ascii="Times New Roman" w:eastAsia="Calibri" w:hAnsi="Times New Roman" w:cs="Times New Roman"/>
          <w:sz w:val="24"/>
          <w:szCs w:val="24"/>
        </w:rPr>
        <w:instrText xml:space="preserve"> MACROBUTTON  AcceptAllChangesInDoc [Sisesta eesnimi ja perekonnanimi], </w:instrText>
      </w:r>
      <w:r w:rsidRPr="000677F8">
        <w:rPr>
          <w:rFonts w:ascii="Times New Roman" w:eastAsia="Calibri" w:hAnsi="Times New Roman" w:cs="Times New Roman"/>
          <w:sz w:val="24"/>
          <w:szCs w:val="24"/>
        </w:rPr>
        <w:fldChar w:fldCharType="end"/>
      </w:r>
      <w:r w:rsidRPr="000677F8">
        <w:rPr>
          <w:rFonts w:ascii="Times New Roman" w:hAnsi="Times New Roman" w:cs="Times New Roman"/>
          <w:sz w:val="24"/>
          <w:szCs w:val="24"/>
        </w:rPr>
        <w:t xml:space="preserve">tel </w:t>
      </w:r>
      <w:r w:rsidRPr="000677F8">
        <w:rPr>
          <w:rFonts w:ascii="Times New Roman" w:hAnsi="Times New Roman" w:cs="Times New Roman"/>
          <w:sz w:val="24"/>
          <w:szCs w:val="24"/>
        </w:rPr>
        <w:fldChar w:fldCharType="begin"/>
      </w:r>
      <w:r w:rsidRPr="000677F8">
        <w:rPr>
          <w:rFonts w:ascii="Times New Roman" w:hAnsi="Times New Roman" w:cs="Times New Roman"/>
          <w:sz w:val="24"/>
          <w:szCs w:val="24"/>
        </w:rPr>
        <w:instrText xml:space="preserve"> MACROBUTTON  AcceptAllChangesInDoc [Sisesta number]</w:instrText>
      </w:r>
      <w:r w:rsidRPr="000677F8">
        <w:rPr>
          <w:rFonts w:ascii="Times New Roman" w:hAnsi="Times New Roman" w:cs="Times New Roman"/>
          <w:sz w:val="24"/>
          <w:szCs w:val="24"/>
        </w:rPr>
        <w:fldChar w:fldCharType="end"/>
      </w:r>
      <w:r w:rsidRPr="000677F8">
        <w:rPr>
          <w:rFonts w:ascii="Times New Roman" w:hAnsi="Times New Roman" w:cs="Times New Roman"/>
          <w:sz w:val="24"/>
          <w:szCs w:val="24"/>
        </w:rPr>
        <w:t xml:space="preserve">, e-post </w:t>
      </w:r>
      <w:r w:rsidRPr="000677F8">
        <w:rPr>
          <w:rFonts w:ascii="Times New Roman" w:hAnsi="Times New Roman" w:cs="Times New Roman"/>
          <w:sz w:val="24"/>
          <w:szCs w:val="24"/>
        </w:rPr>
        <w:fldChar w:fldCharType="begin"/>
      </w:r>
      <w:r w:rsidRPr="000677F8">
        <w:rPr>
          <w:rFonts w:ascii="Times New Roman" w:hAnsi="Times New Roman" w:cs="Times New Roman"/>
          <w:sz w:val="24"/>
          <w:szCs w:val="24"/>
        </w:rPr>
        <w:instrText xml:space="preserve"> MACROBUTTON  AcceptAllChangesInDoc [Sisesta e-post]. </w:instrText>
      </w:r>
      <w:r w:rsidRPr="000677F8">
        <w:rPr>
          <w:rFonts w:ascii="Times New Roman" w:hAnsi="Times New Roman" w:cs="Times New Roman"/>
          <w:sz w:val="24"/>
          <w:szCs w:val="24"/>
        </w:rPr>
        <w:fldChar w:fldCharType="end"/>
      </w:r>
    </w:p>
    <w:p w14:paraId="7D1AF0C7" w14:textId="34485652" w:rsidR="00826972" w:rsidRPr="000677F8"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0677F8">
        <w:rPr>
          <w:rFonts w:ascii="Times New Roman" w:hAnsi="Times New Roman" w:cs="Times New Roman"/>
          <w:bCs/>
          <w:sz w:val="24"/>
          <w:szCs w:val="24"/>
        </w:rPr>
        <w:t xml:space="preserve">Tellija esindaja tööde läbiviimisel on </w:t>
      </w:r>
      <w:r w:rsidRPr="000677F8">
        <w:rPr>
          <w:rFonts w:ascii="Times New Roman" w:hAnsi="Times New Roman" w:cs="Times New Roman"/>
          <w:bCs/>
          <w:sz w:val="24"/>
          <w:szCs w:val="24"/>
        </w:rPr>
        <w:fldChar w:fldCharType="begin"/>
      </w:r>
      <w:r w:rsidRPr="000677F8">
        <w:rPr>
          <w:rFonts w:ascii="Times New Roman" w:hAnsi="Times New Roman" w:cs="Times New Roman"/>
          <w:bCs/>
          <w:sz w:val="24"/>
          <w:szCs w:val="24"/>
        </w:rPr>
        <w:instrText xml:space="preserve"> MACROBUTTON  AcceptAllChangesInDoc [Sisesta eesnimi ja perekonnanimi], </w:instrText>
      </w:r>
      <w:r w:rsidRPr="000677F8">
        <w:rPr>
          <w:rFonts w:ascii="Times New Roman" w:hAnsi="Times New Roman" w:cs="Times New Roman"/>
          <w:bCs/>
          <w:sz w:val="24"/>
          <w:szCs w:val="24"/>
        </w:rPr>
        <w:fldChar w:fldCharType="end"/>
      </w:r>
      <w:r w:rsidRPr="000677F8">
        <w:rPr>
          <w:rFonts w:ascii="Times New Roman" w:hAnsi="Times New Roman" w:cs="Times New Roman"/>
          <w:bCs/>
          <w:sz w:val="24"/>
          <w:szCs w:val="24"/>
        </w:rPr>
        <w:t xml:space="preserve">tel </w:t>
      </w:r>
      <w:r w:rsidRPr="000677F8">
        <w:rPr>
          <w:rFonts w:ascii="Times New Roman" w:hAnsi="Times New Roman" w:cs="Times New Roman"/>
          <w:bCs/>
          <w:sz w:val="24"/>
          <w:szCs w:val="24"/>
        </w:rPr>
        <w:fldChar w:fldCharType="begin"/>
      </w:r>
      <w:r w:rsidRPr="000677F8">
        <w:rPr>
          <w:rFonts w:ascii="Times New Roman" w:hAnsi="Times New Roman" w:cs="Times New Roman"/>
          <w:bCs/>
          <w:sz w:val="24"/>
          <w:szCs w:val="24"/>
        </w:rPr>
        <w:instrText xml:space="preserve"> MACROBUTTON  AcceptAllChangesInDoc [Sisesta number]</w:instrText>
      </w:r>
      <w:r w:rsidRPr="000677F8">
        <w:rPr>
          <w:rFonts w:ascii="Times New Roman" w:hAnsi="Times New Roman" w:cs="Times New Roman"/>
          <w:bCs/>
          <w:sz w:val="24"/>
          <w:szCs w:val="24"/>
        </w:rPr>
        <w:fldChar w:fldCharType="end"/>
      </w:r>
      <w:r w:rsidRPr="000677F8">
        <w:rPr>
          <w:rFonts w:ascii="Times New Roman" w:hAnsi="Times New Roman" w:cs="Times New Roman"/>
          <w:bCs/>
          <w:sz w:val="24"/>
          <w:szCs w:val="24"/>
        </w:rPr>
        <w:t xml:space="preserve">, e-post </w:t>
      </w:r>
      <w:r w:rsidRPr="000677F8">
        <w:rPr>
          <w:rFonts w:ascii="Times New Roman" w:hAnsi="Times New Roman" w:cs="Times New Roman"/>
          <w:bCs/>
          <w:sz w:val="24"/>
          <w:szCs w:val="24"/>
        </w:rPr>
        <w:fldChar w:fldCharType="begin"/>
      </w:r>
      <w:r w:rsidRPr="000677F8">
        <w:rPr>
          <w:rFonts w:ascii="Times New Roman" w:hAnsi="Times New Roman" w:cs="Times New Roman"/>
          <w:bCs/>
          <w:sz w:val="24"/>
          <w:szCs w:val="24"/>
        </w:rPr>
        <w:instrText xml:space="preserve"> MACROBUTTON  AcceptAllChangesInDoc [Sisesta e-post]. </w:instrText>
      </w:r>
      <w:r w:rsidRPr="000677F8">
        <w:rPr>
          <w:rFonts w:ascii="Times New Roman" w:hAnsi="Times New Roman" w:cs="Times New Roman"/>
          <w:bCs/>
          <w:sz w:val="24"/>
          <w:szCs w:val="24"/>
        </w:rPr>
        <w:fldChar w:fldCharType="end"/>
      </w:r>
    </w:p>
    <w:p w14:paraId="5A4FDD78" w14:textId="77777777" w:rsidR="009B1EDB" w:rsidRPr="000677F8" w:rsidRDefault="009B1EDB" w:rsidP="002A1446">
      <w:pPr>
        <w:pStyle w:val="Loendilik"/>
        <w:numPr>
          <w:ilvl w:val="1"/>
          <w:numId w:val="6"/>
        </w:numPr>
        <w:spacing w:after="120"/>
        <w:contextualSpacing w:val="0"/>
        <w:jc w:val="both"/>
        <w:rPr>
          <w:spacing w:val="0"/>
        </w:rPr>
      </w:pPr>
      <w:r w:rsidRPr="000677F8">
        <w:rPr>
          <w:spacing w:val="0"/>
        </w:rPr>
        <w:t>Tellija määrab oma esindaja juhendama tööde teostamist, töövõtjale vajaliku informatsiooni andmiseks ning tööde kvaliteedi kontrollimiseks.</w:t>
      </w:r>
    </w:p>
    <w:p w14:paraId="38783036" w14:textId="5FC23AB6" w:rsidR="009B1EDB" w:rsidRPr="000677F8" w:rsidRDefault="00B8683C" w:rsidP="002A1446">
      <w:pPr>
        <w:pStyle w:val="Loendilik"/>
        <w:numPr>
          <w:ilvl w:val="0"/>
          <w:numId w:val="6"/>
        </w:numPr>
        <w:spacing w:after="120"/>
        <w:contextualSpacing w:val="0"/>
        <w:rPr>
          <w:b/>
          <w:bCs/>
          <w:spacing w:val="0"/>
        </w:rPr>
      </w:pPr>
      <w:r w:rsidRPr="000677F8">
        <w:rPr>
          <w:b/>
          <w:bCs/>
          <w:spacing w:val="0"/>
        </w:rPr>
        <w:t>Lõppsätted</w:t>
      </w:r>
    </w:p>
    <w:p w14:paraId="647F730D" w14:textId="5E6723B3" w:rsidR="00BF0F0C" w:rsidRPr="000677F8" w:rsidRDefault="00BF0F0C" w:rsidP="002A1446">
      <w:pPr>
        <w:pStyle w:val="Loendilik"/>
        <w:numPr>
          <w:ilvl w:val="1"/>
          <w:numId w:val="6"/>
        </w:numPr>
        <w:jc w:val="both"/>
        <w:rPr>
          <w:spacing w:val="0"/>
        </w:rPr>
      </w:pPr>
      <w:r w:rsidRPr="000677F8">
        <w:rPr>
          <w:spacing w:val="0"/>
        </w:rPr>
        <w:t>Pooled kohustuvad hoidma konfidentsiaalsena kõik seoses lepingu täitmisega teatavaks saanud isikuandmed, samuti usalduslikud ning ärisaladusteks peetavad andmed.</w:t>
      </w:r>
    </w:p>
    <w:p w14:paraId="3E77FBBB" w14:textId="44436935" w:rsidR="00BF0F0C" w:rsidRPr="000677F8" w:rsidRDefault="00482DE3" w:rsidP="002A1446">
      <w:pPr>
        <w:pStyle w:val="Loendilik"/>
        <w:numPr>
          <w:ilvl w:val="1"/>
          <w:numId w:val="6"/>
        </w:numPr>
        <w:jc w:val="both"/>
        <w:rPr>
          <w:spacing w:val="0"/>
        </w:rPr>
      </w:pPr>
      <w:r w:rsidRPr="000677F8">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0677F8" w:rsidRDefault="007E311E" w:rsidP="002A1446">
      <w:pPr>
        <w:pStyle w:val="Loendilik"/>
        <w:numPr>
          <w:ilvl w:val="1"/>
          <w:numId w:val="6"/>
        </w:numPr>
        <w:jc w:val="both"/>
        <w:rPr>
          <w:spacing w:val="0"/>
        </w:rPr>
      </w:pPr>
      <w:r w:rsidRPr="000677F8">
        <w:rPr>
          <w:spacing w:val="0"/>
        </w:rPr>
        <w:t>Lepingu täitmisel tekkivad lahkarvamused lahendatakse läbirääkimiste teel. Läbirääkimiste käigus kokkuleppele mittejõudmisel lahendatakse vaidlused kostja asukohajärgses kohtus.</w:t>
      </w:r>
    </w:p>
    <w:p w14:paraId="7608C8BB" w14:textId="780A6ACE" w:rsidR="007E311E" w:rsidRPr="000677F8" w:rsidRDefault="0034657E" w:rsidP="002A1446">
      <w:pPr>
        <w:pStyle w:val="Loendilik"/>
        <w:numPr>
          <w:ilvl w:val="1"/>
          <w:numId w:val="6"/>
        </w:numPr>
        <w:spacing w:after="120"/>
        <w:contextualSpacing w:val="0"/>
        <w:jc w:val="both"/>
        <w:rPr>
          <w:spacing w:val="0"/>
        </w:rPr>
      </w:pPr>
      <w:r w:rsidRPr="000677F8">
        <w:rPr>
          <w:spacing w:val="0"/>
        </w:rPr>
        <w:t>Leping on allkirjastatud digitaalselt.</w:t>
      </w:r>
    </w:p>
    <w:p w14:paraId="37E5517D" w14:textId="77777777" w:rsidR="00823BE5" w:rsidRPr="000677F8" w:rsidRDefault="00823BE5" w:rsidP="008F5DAD">
      <w:pPr>
        <w:pStyle w:val="Loendilik"/>
        <w:ind w:left="792"/>
        <w:rPr>
          <w:spacing w:val="0"/>
        </w:rPr>
      </w:pPr>
    </w:p>
    <w:p w14:paraId="23F60DA9" w14:textId="77777777" w:rsidR="00D50044" w:rsidRPr="000677F8" w:rsidRDefault="00D50044" w:rsidP="00D50044">
      <w:pPr>
        <w:pStyle w:val="Loendilik"/>
        <w:ind w:left="792"/>
        <w:rPr>
          <w:b/>
          <w:bCs/>
          <w:spacing w:val="0"/>
        </w:rPr>
      </w:pPr>
    </w:p>
    <w:p w14:paraId="248D5048" w14:textId="77777777" w:rsidR="00D50044" w:rsidRPr="000677F8" w:rsidRDefault="00D50044" w:rsidP="00017DE8">
      <w:pPr>
        <w:pStyle w:val="Loendilik"/>
        <w:ind w:left="360"/>
        <w:rPr>
          <w:b/>
          <w:bCs/>
          <w:spacing w:val="0"/>
        </w:rPr>
      </w:pPr>
    </w:p>
    <w:p w14:paraId="05143C89" w14:textId="77777777" w:rsidR="0034657E" w:rsidRPr="000677F8" w:rsidRDefault="0034657E" w:rsidP="0034657E">
      <w:pPr>
        <w:pStyle w:val="Loendilik"/>
        <w:ind w:left="792"/>
        <w:rPr>
          <w:b/>
          <w:bCs/>
          <w:spacing w:val="0"/>
        </w:rPr>
      </w:pPr>
    </w:p>
    <w:p w14:paraId="06390A1F" w14:textId="77777777" w:rsidR="00AC3986" w:rsidRPr="000677F8" w:rsidRDefault="00AC3986" w:rsidP="00AC3986">
      <w:pPr>
        <w:spacing w:line="240" w:lineRule="exact"/>
        <w:rPr>
          <w:b/>
          <w:spacing w:val="0"/>
        </w:rPr>
      </w:pPr>
      <w:r w:rsidRPr="000677F8">
        <w:rPr>
          <w:b/>
          <w:spacing w:val="0"/>
        </w:rPr>
        <w:t>Poolte andmed ja allkirjad</w:t>
      </w:r>
    </w:p>
    <w:p w14:paraId="554605C0" w14:textId="77777777" w:rsidR="00AC3986" w:rsidRPr="000677F8" w:rsidRDefault="00AC3986" w:rsidP="00AC3986">
      <w:pPr>
        <w:keepNext/>
        <w:spacing w:before="240" w:after="120"/>
        <w:outlineLvl w:val="0"/>
        <w:rPr>
          <w:b/>
          <w:bCs/>
          <w:noProof/>
          <w:spacing w:val="0"/>
          <w:kern w:val="28"/>
        </w:rPr>
      </w:pPr>
      <w:r w:rsidRPr="000677F8">
        <w:rPr>
          <w:b/>
          <w:bCs/>
          <w:noProof/>
          <w:spacing w:val="0"/>
          <w:kern w:val="28"/>
        </w:rPr>
        <w:t>Tellija</w:t>
      </w:r>
      <w:r w:rsidRPr="000677F8">
        <w:rPr>
          <w:b/>
          <w:bCs/>
          <w:noProof/>
          <w:spacing w:val="0"/>
          <w:kern w:val="28"/>
        </w:rPr>
        <w:tab/>
      </w:r>
      <w:r w:rsidRPr="000677F8">
        <w:rPr>
          <w:b/>
          <w:bCs/>
          <w:noProof/>
          <w:spacing w:val="0"/>
          <w:kern w:val="28"/>
        </w:rPr>
        <w:tab/>
      </w:r>
      <w:r w:rsidRPr="000677F8">
        <w:rPr>
          <w:b/>
          <w:bCs/>
          <w:noProof/>
          <w:spacing w:val="0"/>
          <w:kern w:val="28"/>
        </w:rPr>
        <w:tab/>
      </w:r>
      <w:r w:rsidRPr="000677F8">
        <w:rPr>
          <w:b/>
          <w:bCs/>
          <w:noProof/>
          <w:spacing w:val="0"/>
          <w:kern w:val="28"/>
        </w:rPr>
        <w:tab/>
      </w:r>
      <w:r w:rsidRPr="000677F8">
        <w:rPr>
          <w:b/>
          <w:bCs/>
          <w:noProof/>
          <w:spacing w:val="0"/>
          <w:kern w:val="28"/>
        </w:rPr>
        <w:tab/>
      </w:r>
      <w:r w:rsidRPr="000677F8">
        <w:rPr>
          <w:b/>
          <w:bCs/>
          <w:noProof/>
          <w:spacing w:val="0"/>
          <w:kern w:val="28"/>
        </w:rPr>
        <w:tab/>
        <w:t xml:space="preserve">         </w:t>
      </w:r>
      <w:r w:rsidRPr="000677F8">
        <w:rPr>
          <w:b/>
          <w:bCs/>
          <w:noProof/>
          <w:spacing w:val="0"/>
          <w:kern w:val="28"/>
        </w:rPr>
        <w:tab/>
        <w:t>Töövõtja</w:t>
      </w:r>
    </w:p>
    <w:p w14:paraId="7A578351" w14:textId="77777777" w:rsidR="00AC3986" w:rsidRPr="000677F8" w:rsidRDefault="00AC3986" w:rsidP="00AC3986">
      <w:pPr>
        <w:tabs>
          <w:tab w:val="left" w:pos="0"/>
        </w:tabs>
        <w:outlineLvl w:val="1"/>
        <w:rPr>
          <w:b/>
          <w:noProof/>
          <w:color w:val="000000"/>
          <w:spacing w:val="0"/>
          <w:kern w:val="28"/>
        </w:rPr>
      </w:pPr>
    </w:p>
    <w:p w14:paraId="0A55C233" w14:textId="77777777" w:rsidR="00AC3986" w:rsidRPr="000677F8" w:rsidRDefault="00AC3986" w:rsidP="00AC3986">
      <w:pPr>
        <w:jc w:val="both"/>
        <w:rPr>
          <w:spacing w:val="0"/>
        </w:rPr>
      </w:pPr>
      <w:r w:rsidRPr="000677F8">
        <w:rPr>
          <w:spacing w:val="0"/>
        </w:rPr>
        <w:t>Riigimetsa Majandamise Keskus</w:t>
      </w:r>
      <w:r w:rsidRPr="000677F8">
        <w:rPr>
          <w:spacing w:val="0"/>
        </w:rPr>
        <w:tab/>
      </w:r>
      <w:r w:rsidRPr="000677F8">
        <w:rPr>
          <w:spacing w:val="0"/>
        </w:rPr>
        <w:tab/>
        <w:t xml:space="preserve"> </w:t>
      </w:r>
      <w:r w:rsidRPr="000677F8">
        <w:rPr>
          <w:spacing w:val="0"/>
        </w:rPr>
        <w:tab/>
      </w:r>
      <w:r w:rsidRPr="000677F8">
        <w:rPr>
          <w:spacing w:val="0"/>
        </w:rPr>
        <w:fldChar w:fldCharType="begin"/>
      </w:r>
      <w:r w:rsidRPr="000677F8">
        <w:rPr>
          <w:spacing w:val="0"/>
        </w:rPr>
        <w:instrText xml:space="preserve"> MACROBUTTON  AcceptAllChangesInDoc [Sisesta juriidilise isiku nimi] </w:instrText>
      </w:r>
      <w:r w:rsidRPr="000677F8">
        <w:rPr>
          <w:spacing w:val="0"/>
        </w:rPr>
        <w:fldChar w:fldCharType="end"/>
      </w:r>
    </w:p>
    <w:p w14:paraId="1707D71A" w14:textId="77777777" w:rsidR="00AC3986" w:rsidRPr="000677F8" w:rsidRDefault="00AC3986" w:rsidP="00AC3986">
      <w:pPr>
        <w:rPr>
          <w:spacing w:val="0"/>
        </w:rPr>
      </w:pPr>
      <w:r w:rsidRPr="000677F8">
        <w:rPr>
          <w:spacing w:val="0"/>
        </w:rPr>
        <w:t xml:space="preserve">Lääne-Viru maakond Haljala vald    </w:t>
      </w:r>
      <w:r w:rsidRPr="000677F8">
        <w:rPr>
          <w:spacing w:val="0"/>
        </w:rPr>
        <w:tab/>
      </w:r>
      <w:r w:rsidRPr="000677F8">
        <w:rPr>
          <w:spacing w:val="0"/>
        </w:rPr>
        <w:tab/>
        <w:t xml:space="preserve">         </w:t>
      </w:r>
      <w:r w:rsidRPr="000677F8">
        <w:rPr>
          <w:spacing w:val="0"/>
        </w:rPr>
        <w:tab/>
        <w:t xml:space="preserve">Registrikood </w:t>
      </w:r>
      <w:r w:rsidRPr="000677F8">
        <w:rPr>
          <w:i/>
          <w:spacing w:val="0"/>
        </w:rPr>
        <w:fldChar w:fldCharType="begin"/>
      </w:r>
      <w:r w:rsidRPr="000677F8">
        <w:rPr>
          <w:spacing w:val="0"/>
        </w:rPr>
        <w:instrText xml:space="preserve"> MACROBUTTON  AcceptAllChangesInDoc [Sisesta registrikood] </w:instrText>
      </w:r>
      <w:r w:rsidRPr="000677F8">
        <w:rPr>
          <w:i/>
          <w:spacing w:val="0"/>
        </w:rPr>
        <w:fldChar w:fldCharType="end"/>
      </w:r>
    </w:p>
    <w:p w14:paraId="22D3B93E" w14:textId="77777777" w:rsidR="00AC3986" w:rsidRPr="000677F8" w:rsidRDefault="00AC3986" w:rsidP="00AC3986">
      <w:pPr>
        <w:rPr>
          <w:spacing w:val="0"/>
        </w:rPr>
      </w:pPr>
      <w:r w:rsidRPr="000677F8">
        <w:rPr>
          <w:spacing w:val="0"/>
        </w:rPr>
        <w:t>Mõisa/3, Sagadi küla 45403</w:t>
      </w:r>
      <w:r w:rsidRPr="000677F8">
        <w:rPr>
          <w:spacing w:val="0"/>
        </w:rPr>
        <w:tab/>
      </w:r>
      <w:r w:rsidRPr="000677F8">
        <w:rPr>
          <w:spacing w:val="0"/>
        </w:rPr>
        <w:tab/>
      </w:r>
      <w:r w:rsidRPr="000677F8">
        <w:rPr>
          <w:spacing w:val="0"/>
        </w:rPr>
        <w:tab/>
      </w:r>
      <w:r w:rsidRPr="000677F8">
        <w:rPr>
          <w:spacing w:val="0"/>
        </w:rPr>
        <w:tab/>
      </w:r>
      <w:r w:rsidRPr="000677F8">
        <w:rPr>
          <w:i/>
          <w:spacing w:val="0"/>
        </w:rPr>
        <w:fldChar w:fldCharType="begin"/>
      </w:r>
      <w:r w:rsidRPr="000677F8">
        <w:rPr>
          <w:spacing w:val="0"/>
        </w:rPr>
        <w:instrText>MACROBUTTON  AcceptAllChangesInDoc [Sisesta aadress]</w:instrText>
      </w:r>
      <w:r w:rsidRPr="000677F8">
        <w:rPr>
          <w:i/>
          <w:spacing w:val="0"/>
        </w:rPr>
        <w:fldChar w:fldCharType="end"/>
      </w:r>
    </w:p>
    <w:p w14:paraId="2F764D3A" w14:textId="77777777" w:rsidR="00AC3986" w:rsidRPr="000677F8" w:rsidRDefault="00AC3986" w:rsidP="00AC3986">
      <w:pPr>
        <w:rPr>
          <w:spacing w:val="0"/>
        </w:rPr>
      </w:pPr>
      <w:r w:rsidRPr="000677F8">
        <w:rPr>
          <w:spacing w:val="0"/>
        </w:rPr>
        <w:t>Registrikood 70004459</w:t>
      </w:r>
      <w:r w:rsidRPr="000677F8">
        <w:rPr>
          <w:spacing w:val="0"/>
        </w:rPr>
        <w:tab/>
      </w:r>
      <w:r w:rsidRPr="000677F8">
        <w:rPr>
          <w:spacing w:val="0"/>
        </w:rPr>
        <w:tab/>
      </w:r>
      <w:r w:rsidRPr="000677F8">
        <w:rPr>
          <w:spacing w:val="0"/>
        </w:rPr>
        <w:tab/>
        <w:t xml:space="preserve">         </w:t>
      </w:r>
      <w:r w:rsidRPr="000677F8">
        <w:rPr>
          <w:spacing w:val="0"/>
        </w:rPr>
        <w:tab/>
        <w:t xml:space="preserve">Tel </w:t>
      </w:r>
      <w:r w:rsidRPr="000677F8">
        <w:rPr>
          <w:i/>
          <w:spacing w:val="0"/>
        </w:rPr>
        <w:fldChar w:fldCharType="begin"/>
      </w:r>
      <w:r w:rsidRPr="000677F8">
        <w:rPr>
          <w:spacing w:val="0"/>
        </w:rPr>
        <w:instrText xml:space="preserve"> MACROBUTTON  AcceptAllChangesInDoc [Sisesta number] </w:instrText>
      </w:r>
      <w:r w:rsidRPr="000677F8">
        <w:rPr>
          <w:i/>
          <w:spacing w:val="0"/>
        </w:rPr>
        <w:fldChar w:fldCharType="end"/>
      </w:r>
    </w:p>
    <w:p w14:paraId="687D6B68" w14:textId="77777777" w:rsidR="00AC3986" w:rsidRPr="000677F8" w:rsidRDefault="00AC3986" w:rsidP="00AC3986">
      <w:pPr>
        <w:rPr>
          <w:spacing w:val="0"/>
        </w:rPr>
      </w:pPr>
      <w:r w:rsidRPr="000677F8">
        <w:rPr>
          <w:spacing w:val="0"/>
        </w:rPr>
        <w:tab/>
      </w:r>
      <w:r w:rsidRPr="000677F8">
        <w:rPr>
          <w:spacing w:val="0"/>
        </w:rPr>
        <w:tab/>
      </w:r>
      <w:r w:rsidRPr="000677F8">
        <w:rPr>
          <w:spacing w:val="0"/>
        </w:rPr>
        <w:tab/>
      </w:r>
      <w:r w:rsidRPr="000677F8">
        <w:rPr>
          <w:spacing w:val="0"/>
        </w:rPr>
        <w:tab/>
      </w:r>
      <w:r w:rsidRPr="000677F8">
        <w:rPr>
          <w:spacing w:val="0"/>
        </w:rPr>
        <w:tab/>
      </w:r>
      <w:r w:rsidRPr="000677F8">
        <w:rPr>
          <w:spacing w:val="0"/>
        </w:rPr>
        <w:tab/>
      </w:r>
      <w:r w:rsidRPr="000677F8">
        <w:rPr>
          <w:spacing w:val="0"/>
        </w:rPr>
        <w:tab/>
        <w:t xml:space="preserve">E-post </w:t>
      </w:r>
      <w:r w:rsidRPr="000677F8">
        <w:rPr>
          <w:i/>
          <w:spacing w:val="0"/>
        </w:rPr>
        <w:fldChar w:fldCharType="begin"/>
      </w:r>
      <w:r w:rsidRPr="000677F8">
        <w:rPr>
          <w:spacing w:val="0"/>
        </w:rPr>
        <w:instrText xml:space="preserve"> MACROBUTTON  AcceptAllChangesInDoc [Sisesta e-post] </w:instrText>
      </w:r>
      <w:r w:rsidRPr="000677F8">
        <w:rPr>
          <w:i/>
          <w:spacing w:val="0"/>
        </w:rPr>
        <w:fldChar w:fldCharType="end"/>
      </w:r>
    </w:p>
    <w:p w14:paraId="2E8E5D9B" w14:textId="78A057FA" w:rsidR="00AC3986" w:rsidRPr="000677F8" w:rsidRDefault="00AC3986" w:rsidP="00AC3986">
      <w:pPr>
        <w:rPr>
          <w:spacing w:val="0"/>
        </w:rPr>
      </w:pPr>
      <w:r w:rsidRPr="000677F8">
        <w:rPr>
          <w:spacing w:val="0"/>
        </w:rPr>
        <w:t xml:space="preserve">RMK </w:t>
      </w:r>
      <w:r w:rsidR="00B9518B" w:rsidRPr="000677F8">
        <w:rPr>
          <w:spacing w:val="0"/>
        </w:rPr>
        <w:t>____________</w:t>
      </w:r>
      <w:r w:rsidR="00D02F44" w:rsidRPr="000677F8">
        <w:rPr>
          <w:spacing w:val="0"/>
        </w:rPr>
        <w:t xml:space="preserve"> </w:t>
      </w:r>
      <w:r w:rsidR="00B9518B" w:rsidRPr="000677F8">
        <w:rPr>
          <w:spacing w:val="0"/>
        </w:rPr>
        <w:t>/</w:t>
      </w:r>
      <w:r w:rsidR="00B9518B" w:rsidRPr="000677F8">
        <w:rPr>
          <w:i/>
          <w:iCs/>
          <w:spacing w:val="0"/>
        </w:rPr>
        <w:t>strutktuuriüksus</w:t>
      </w:r>
    </w:p>
    <w:p w14:paraId="26A9E192" w14:textId="76FBBB11" w:rsidR="00AC3986" w:rsidRPr="000677F8" w:rsidRDefault="00B9518B" w:rsidP="00AC3986">
      <w:pPr>
        <w:rPr>
          <w:spacing w:val="0"/>
        </w:rPr>
      </w:pPr>
      <w:r w:rsidRPr="000677F8">
        <w:rPr>
          <w:spacing w:val="0"/>
        </w:rPr>
        <w:t>_________________</w:t>
      </w:r>
      <w:r w:rsidR="00D02F44" w:rsidRPr="000677F8">
        <w:rPr>
          <w:spacing w:val="0"/>
        </w:rPr>
        <w:t xml:space="preserve"> </w:t>
      </w:r>
      <w:r w:rsidRPr="000677F8">
        <w:rPr>
          <w:spacing w:val="0"/>
        </w:rPr>
        <w:t>/</w:t>
      </w:r>
      <w:r w:rsidR="00532EB9" w:rsidRPr="000677F8">
        <w:rPr>
          <w:spacing w:val="0"/>
        </w:rPr>
        <w:t xml:space="preserve"> </w:t>
      </w:r>
      <w:r w:rsidR="00532EB9" w:rsidRPr="000677F8">
        <w:rPr>
          <w:i/>
          <w:iCs/>
          <w:spacing w:val="0"/>
        </w:rPr>
        <w:t>aadress</w:t>
      </w:r>
      <w:r w:rsidR="00AC3986" w:rsidRPr="000677F8">
        <w:rPr>
          <w:spacing w:val="0"/>
        </w:rPr>
        <w:tab/>
      </w:r>
      <w:r w:rsidR="00AC3986" w:rsidRPr="000677F8">
        <w:rPr>
          <w:spacing w:val="0"/>
        </w:rPr>
        <w:tab/>
      </w:r>
      <w:r w:rsidR="00AC3986" w:rsidRPr="000677F8">
        <w:rPr>
          <w:spacing w:val="0"/>
        </w:rPr>
        <w:tab/>
      </w:r>
      <w:r w:rsidR="00AC3986" w:rsidRPr="000677F8">
        <w:rPr>
          <w:spacing w:val="0"/>
        </w:rPr>
        <w:tab/>
        <w:t xml:space="preserve"> </w:t>
      </w:r>
      <w:r w:rsidR="00AC3986" w:rsidRPr="000677F8">
        <w:rPr>
          <w:spacing w:val="0"/>
        </w:rPr>
        <w:tab/>
      </w:r>
    </w:p>
    <w:p w14:paraId="5E3F64D8" w14:textId="77777777" w:rsidR="00AC3986" w:rsidRPr="000677F8" w:rsidRDefault="00AC3986" w:rsidP="00AC3986">
      <w:pPr>
        <w:tabs>
          <w:tab w:val="left" w:pos="4800"/>
        </w:tabs>
        <w:jc w:val="both"/>
        <w:rPr>
          <w:spacing w:val="0"/>
        </w:rPr>
      </w:pPr>
      <w:r w:rsidRPr="000677F8">
        <w:rPr>
          <w:spacing w:val="0"/>
        </w:rPr>
        <w:lastRenderedPageBreak/>
        <w:t xml:space="preserve">Tel </w:t>
      </w:r>
      <w:r w:rsidRPr="000677F8">
        <w:rPr>
          <w:i/>
          <w:spacing w:val="0"/>
        </w:rPr>
        <w:fldChar w:fldCharType="begin"/>
      </w:r>
      <w:r w:rsidRPr="000677F8">
        <w:rPr>
          <w:spacing w:val="0"/>
        </w:rPr>
        <w:instrText xml:space="preserve"> MACROBUTTON  AcceptAllChangesInDoc [Sisesta number] </w:instrText>
      </w:r>
      <w:r w:rsidRPr="000677F8">
        <w:rPr>
          <w:i/>
          <w:spacing w:val="0"/>
        </w:rPr>
        <w:fldChar w:fldCharType="end"/>
      </w:r>
      <w:r w:rsidRPr="000677F8">
        <w:rPr>
          <w:spacing w:val="0"/>
        </w:rPr>
        <w:t xml:space="preserve">     </w:t>
      </w:r>
      <w:r w:rsidRPr="000677F8">
        <w:rPr>
          <w:spacing w:val="0"/>
        </w:rPr>
        <w:tab/>
      </w:r>
      <w:r w:rsidRPr="000677F8">
        <w:rPr>
          <w:spacing w:val="0"/>
        </w:rPr>
        <w:tab/>
        <w:t xml:space="preserve"> </w:t>
      </w:r>
    </w:p>
    <w:p w14:paraId="410CA542" w14:textId="77777777" w:rsidR="00AC3986" w:rsidRPr="000677F8" w:rsidRDefault="00AC3986" w:rsidP="00AC3986">
      <w:pPr>
        <w:tabs>
          <w:tab w:val="left" w:pos="4800"/>
        </w:tabs>
        <w:jc w:val="both"/>
        <w:rPr>
          <w:spacing w:val="0"/>
        </w:rPr>
      </w:pPr>
      <w:r w:rsidRPr="000677F8">
        <w:rPr>
          <w:spacing w:val="0"/>
        </w:rPr>
        <w:t xml:space="preserve">E-post </w:t>
      </w:r>
      <w:r w:rsidRPr="000677F8">
        <w:rPr>
          <w:i/>
          <w:spacing w:val="0"/>
        </w:rPr>
        <w:fldChar w:fldCharType="begin"/>
      </w:r>
      <w:r w:rsidRPr="000677F8">
        <w:rPr>
          <w:spacing w:val="0"/>
        </w:rPr>
        <w:instrText xml:space="preserve"> MACROBUTTON  AcceptAllChangesInDoc [Sisesta e-post] </w:instrText>
      </w:r>
      <w:r w:rsidRPr="000677F8">
        <w:rPr>
          <w:i/>
          <w:spacing w:val="0"/>
        </w:rPr>
        <w:fldChar w:fldCharType="end"/>
      </w:r>
    </w:p>
    <w:p w14:paraId="1754EB0C" w14:textId="1FBFC94A" w:rsidR="00234BA5" w:rsidRPr="000677F8" w:rsidRDefault="00234BA5" w:rsidP="00AC3986">
      <w:pPr>
        <w:tabs>
          <w:tab w:val="left" w:pos="4800"/>
        </w:tabs>
        <w:jc w:val="both"/>
        <w:rPr>
          <w:bCs/>
          <w:i/>
          <w:iCs/>
          <w:spacing w:val="0"/>
        </w:rPr>
      </w:pPr>
      <w:r w:rsidRPr="000677F8">
        <w:rPr>
          <w:b/>
          <w:spacing w:val="0"/>
        </w:rPr>
        <w:t>_________________</w:t>
      </w:r>
      <w:r w:rsidR="00D02F44" w:rsidRPr="000677F8">
        <w:rPr>
          <w:b/>
          <w:spacing w:val="0"/>
        </w:rPr>
        <w:t xml:space="preserve"> </w:t>
      </w:r>
      <w:r w:rsidRPr="000677F8">
        <w:rPr>
          <w:b/>
          <w:spacing w:val="0"/>
        </w:rPr>
        <w:t>/</w:t>
      </w:r>
      <w:r w:rsidRPr="000677F8">
        <w:rPr>
          <w:bCs/>
          <w:i/>
          <w:iCs/>
          <w:spacing w:val="0"/>
        </w:rPr>
        <w:t>nimi</w:t>
      </w:r>
    </w:p>
    <w:p w14:paraId="1D2CB94F" w14:textId="1C507E32" w:rsidR="00AC3986" w:rsidRPr="000677F8" w:rsidRDefault="00D02F44" w:rsidP="00AC3986">
      <w:pPr>
        <w:tabs>
          <w:tab w:val="left" w:pos="4800"/>
        </w:tabs>
        <w:jc w:val="both"/>
        <w:rPr>
          <w:spacing w:val="0"/>
        </w:rPr>
      </w:pPr>
      <w:r w:rsidRPr="000677F8">
        <w:rPr>
          <w:bCs/>
          <w:spacing w:val="0"/>
        </w:rPr>
        <w:t>________________ /</w:t>
      </w:r>
      <w:r w:rsidRPr="000677F8">
        <w:rPr>
          <w:bCs/>
          <w:i/>
          <w:iCs/>
          <w:spacing w:val="0"/>
        </w:rPr>
        <w:t>ametinimetus</w:t>
      </w:r>
      <w:r w:rsidR="00AC3986" w:rsidRPr="000677F8">
        <w:rPr>
          <w:bCs/>
          <w:i/>
          <w:iCs/>
          <w:spacing w:val="0"/>
        </w:rPr>
        <w:tab/>
      </w:r>
      <w:r w:rsidR="00AC3986" w:rsidRPr="000677F8">
        <w:rPr>
          <w:b/>
          <w:spacing w:val="0"/>
        </w:rPr>
        <w:tab/>
      </w:r>
      <w:r w:rsidR="00AC3986" w:rsidRPr="000677F8">
        <w:rPr>
          <w:spacing w:val="0"/>
        </w:rPr>
        <w:tab/>
        <w:t xml:space="preserve"> </w:t>
      </w:r>
    </w:p>
    <w:p w14:paraId="57CDC77E" w14:textId="77777777" w:rsidR="00AC3986" w:rsidRPr="000677F8" w:rsidRDefault="00AC3986" w:rsidP="00AC3986">
      <w:pPr>
        <w:tabs>
          <w:tab w:val="left" w:pos="4800"/>
        </w:tabs>
        <w:jc w:val="both"/>
        <w:rPr>
          <w:spacing w:val="0"/>
        </w:rPr>
      </w:pPr>
    </w:p>
    <w:p w14:paraId="0C6B04AB" w14:textId="77777777" w:rsidR="00AC3986" w:rsidRPr="000677F8" w:rsidRDefault="00AC3986" w:rsidP="00AC3986">
      <w:pPr>
        <w:spacing w:line="240" w:lineRule="exact"/>
        <w:rPr>
          <w:spacing w:val="0"/>
        </w:rPr>
      </w:pPr>
      <w:r w:rsidRPr="000677F8">
        <w:rPr>
          <w:spacing w:val="0"/>
        </w:rPr>
        <w:t>(allkirjastatud digitaalselt)</w:t>
      </w:r>
      <w:r w:rsidRPr="000677F8">
        <w:rPr>
          <w:spacing w:val="0"/>
        </w:rPr>
        <w:tab/>
      </w:r>
      <w:r w:rsidRPr="000677F8">
        <w:rPr>
          <w:spacing w:val="0"/>
        </w:rPr>
        <w:tab/>
      </w:r>
      <w:r w:rsidRPr="000677F8">
        <w:rPr>
          <w:spacing w:val="0"/>
        </w:rPr>
        <w:tab/>
      </w:r>
      <w:r w:rsidRPr="000677F8">
        <w:rPr>
          <w:spacing w:val="0"/>
        </w:rPr>
        <w:tab/>
        <w:t>(allkirjastatud digitaalselt)</w:t>
      </w:r>
    </w:p>
    <w:p w14:paraId="009ECA13" w14:textId="77777777" w:rsidR="00AC3986" w:rsidRPr="000677F8" w:rsidRDefault="00AC3986" w:rsidP="00AC3986">
      <w:pPr>
        <w:rPr>
          <w:spacing w:val="0"/>
        </w:rPr>
      </w:pPr>
    </w:p>
    <w:p w14:paraId="66BAE5FC" w14:textId="77777777" w:rsidR="00AC3986" w:rsidRPr="000677F8" w:rsidRDefault="00AC3986" w:rsidP="00AC3986">
      <w:pPr>
        <w:jc w:val="both"/>
        <w:rPr>
          <w:b/>
          <w:spacing w:val="0"/>
        </w:rPr>
      </w:pPr>
      <w:r w:rsidRPr="000677F8">
        <w:rPr>
          <w:b/>
          <w:spacing w:val="0"/>
        </w:rPr>
        <w:tab/>
      </w:r>
      <w:r w:rsidRPr="000677F8">
        <w:rPr>
          <w:b/>
          <w:spacing w:val="0"/>
        </w:rPr>
        <w:tab/>
      </w:r>
      <w:r w:rsidRPr="000677F8">
        <w:rPr>
          <w:b/>
          <w:spacing w:val="0"/>
        </w:rPr>
        <w:tab/>
      </w:r>
      <w:r w:rsidRPr="000677F8">
        <w:rPr>
          <w:b/>
          <w:spacing w:val="0"/>
        </w:rPr>
        <w:tab/>
      </w:r>
    </w:p>
    <w:p w14:paraId="2B15DF66" w14:textId="77777777" w:rsidR="00AC3986" w:rsidRPr="000677F8" w:rsidRDefault="00AC3986" w:rsidP="00AC3986">
      <w:pPr>
        <w:jc w:val="both"/>
        <w:rPr>
          <w:b/>
          <w:spacing w:val="0"/>
        </w:rPr>
      </w:pPr>
      <w:r w:rsidRPr="000677F8">
        <w:rPr>
          <w:spacing w:val="0"/>
        </w:rPr>
        <w:fldChar w:fldCharType="begin"/>
      </w:r>
      <w:r w:rsidRPr="000677F8">
        <w:rPr>
          <w:spacing w:val="0"/>
        </w:rPr>
        <w:instrText xml:space="preserve"> MACROBUTTON  AcceptAllChangesInDoc [Sisesta eesnimi ja perekonnanimi] </w:instrText>
      </w:r>
      <w:r w:rsidRPr="000677F8">
        <w:rPr>
          <w:spacing w:val="0"/>
        </w:rPr>
        <w:fldChar w:fldCharType="end"/>
      </w:r>
      <w:r w:rsidRPr="000677F8">
        <w:rPr>
          <w:spacing w:val="0"/>
        </w:rPr>
        <w:tab/>
      </w:r>
      <w:r w:rsidRPr="000677F8">
        <w:rPr>
          <w:spacing w:val="0"/>
        </w:rPr>
        <w:tab/>
      </w:r>
      <w:r w:rsidRPr="000677F8">
        <w:rPr>
          <w:spacing w:val="0"/>
        </w:rPr>
        <w:tab/>
      </w:r>
      <w:r w:rsidRPr="000677F8">
        <w:rPr>
          <w:spacing w:val="0"/>
        </w:rPr>
        <w:fldChar w:fldCharType="begin"/>
      </w:r>
      <w:r w:rsidRPr="000677F8">
        <w:rPr>
          <w:spacing w:val="0"/>
        </w:rPr>
        <w:instrText xml:space="preserve"> MACROBUTTON  AcceptAllChangesInDoc [Sisesta eesnimi ja perekonnanimi] </w:instrText>
      </w:r>
      <w:r w:rsidRPr="000677F8">
        <w:rPr>
          <w:spacing w:val="0"/>
        </w:rPr>
        <w:fldChar w:fldCharType="end"/>
      </w:r>
    </w:p>
    <w:p w14:paraId="181696AC" w14:textId="77777777" w:rsidR="0034657E" w:rsidRPr="000677F8" w:rsidRDefault="0034657E" w:rsidP="0034657E">
      <w:pPr>
        <w:pStyle w:val="Loendilik"/>
        <w:ind w:left="792"/>
        <w:rPr>
          <w:b/>
          <w:bCs/>
          <w:spacing w:val="0"/>
        </w:rPr>
      </w:pPr>
    </w:p>
    <w:p w14:paraId="77DAB06D" w14:textId="77777777" w:rsidR="0098537C" w:rsidRPr="000677F8" w:rsidRDefault="0098537C" w:rsidP="009B1EDB">
      <w:pPr>
        <w:pStyle w:val="Loendilik"/>
        <w:ind w:left="792"/>
        <w:rPr>
          <w:b/>
          <w:bCs/>
          <w:spacing w:val="0"/>
        </w:rPr>
      </w:pPr>
    </w:p>
    <w:p w14:paraId="76049494" w14:textId="77777777" w:rsidR="007E0C36" w:rsidRPr="000677F8" w:rsidRDefault="007E0C36" w:rsidP="00C12C7E">
      <w:pPr>
        <w:pStyle w:val="Loendilik"/>
        <w:ind w:left="792"/>
        <w:rPr>
          <w:b/>
          <w:bCs/>
          <w:spacing w:val="0"/>
        </w:rPr>
      </w:pPr>
    </w:p>
    <w:p w14:paraId="6FDDB831" w14:textId="5BC44BB9" w:rsidR="00BC1507" w:rsidRPr="000677F8" w:rsidRDefault="00BC1507" w:rsidP="0044451F">
      <w:pPr>
        <w:tabs>
          <w:tab w:val="left" w:pos="6630"/>
        </w:tabs>
        <w:rPr>
          <w:spacing w:val="0"/>
        </w:rPr>
      </w:pPr>
    </w:p>
    <w:p w14:paraId="2AF9C64C" w14:textId="77777777" w:rsidR="003E2FC5" w:rsidRPr="000677F8" w:rsidRDefault="003E2FC5" w:rsidP="0044451F">
      <w:pPr>
        <w:tabs>
          <w:tab w:val="left" w:pos="6630"/>
        </w:tabs>
        <w:rPr>
          <w:spacing w:val="0"/>
        </w:rPr>
      </w:pPr>
    </w:p>
    <w:p w14:paraId="67119CD1" w14:textId="77777777" w:rsidR="003E2FC5" w:rsidRPr="000677F8" w:rsidRDefault="003E2FC5" w:rsidP="0044451F">
      <w:pPr>
        <w:tabs>
          <w:tab w:val="left" w:pos="6630"/>
        </w:tabs>
        <w:rPr>
          <w:spacing w:val="0"/>
        </w:rPr>
      </w:pPr>
    </w:p>
    <w:p w14:paraId="5A88C103" w14:textId="77777777" w:rsidR="003E2FC5" w:rsidRPr="000677F8" w:rsidRDefault="003E2FC5" w:rsidP="0044451F">
      <w:pPr>
        <w:tabs>
          <w:tab w:val="left" w:pos="6630"/>
        </w:tabs>
        <w:rPr>
          <w:spacing w:val="0"/>
        </w:rPr>
      </w:pPr>
    </w:p>
    <w:p w14:paraId="72F5E375" w14:textId="77777777" w:rsidR="003E2FC5" w:rsidRPr="000677F8" w:rsidRDefault="003E2FC5" w:rsidP="0044451F">
      <w:pPr>
        <w:tabs>
          <w:tab w:val="left" w:pos="6630"/>
        </w:tabs>
        <w:rPr>
          <w:spacing w:val="0"/>
        </w:rPr>
      </w:pPr>
    </w:p>
    <w:p w14:paraId="25A299AD" w14:textId="77777777" w:rsidR="003E2FC5" w:rsidRPr="000677F8" w:rsidRDefault="003E2FC5" w:rsidP="0044451F">
      <w:pPr>
        <w:tabs>
          <w:tab w:val="left" w:pos="6630"/>
        </w:tabs>
        <w:rPr>
          <w:spacing w:val="0"/>
        </w:rPr>
      </w:pPr>
    </w:p>
    <w:p w14:paraId="752F83EA" w14:textId="77777777" w:rsidR="003E2FC5" w:rsidRPr="000677F8" w:rsidRDefault="003E2FC5" w:rsidP="0044451F">
      <w:pPr>
        <w:tabs>
          <w:tab w:val="left" w:pos="6630"/>
        </w:tabs>
        <w:rPr>
          <w:spacing w:val="0"/>
        </w:rPr>
      </w:pPr>
    </w:p>
    <w:p w14:paraId="6D24FEAE" w14:textId="77777777" w:rsidR="003E2FC5" w:rsidRPr="000677F8" w:rsidRDefault="003E2FC5" w:rsidP="0044451F">
      <w:pPr>
        <w:tabs>
          <w:tab w:val="left" w:pos="6630"/>
        </w:tabs>
        <w:rPr>
          <w:spacing w:val="0"/>
        </w:rPr>
      </w:pPr>
    </w:p>
    <w:p w14:paraId="46EEBDA2" w14:textId="77777777" w:rsidR="003E2FC5" w:rsidRPr="000677F8" w:rsidRDefault="003E2FC5" w:rsidP="0044451F">
      <w:pPr>
        <w:tabs>
          <w:tab w:val="left" w:pos="6630"/>
        </w:tabs>
        <w:rPr>
          <w:spacing w:val="0"/>
        </w:rPr>
      </w:pPr>
    </w:p>
    <w:p w14:paraId="719E6E9D" w14:textId="77777777" w:rsidR="003E2FC5" w:rsidRPr="000677F8" w:rsidRDefault="003E2FC5" w:rsidP="0044451F">
      <w:pPr>
        <w:tabs>
          <w:tab w:val="left" w:pos="6630"/>
        </w:tabs>
        <w:rPr>
          <w:spacing w:val="0"/>
        </w:rPr>
      </w:pPr>
    </w:p>
    <w:p w14:paraId="225E3A91" w14:textId="77777777" w:rsidR="003E2FC5" w:rsidRPr="000677F8" w:rsidRDefault="003E2FC5" w:rsidP="0044451F">
      <w:pPr>
        <w:tabs>
          <w:tab w:val="left" w:pos="6630"/>
        </w:tabs>
        <w:rPr>
          <w:spacing w:val="0"/>
        </w:rPr>
      </w:pPr>
    </w:p>
    <w:p w14:paraId="6842AC7B" w14:textId="77777777" w:rsidR="003E2FC5" w:rsidRPr="000677F8" w:rsidRDefault="003E2FC5" w:rsidP="0044451F">
      <w:pPr>
        <w:tabs>
          <w:tab w:val="left" w:pos="6630"/>
        </w:tabs>
        <w:rPr>
          <w:spacing w:val="0"/>
        </w:rPr>
      </w:pPr>
    </w:p>
    <w:p w14:paraId="06FB5265" w14:textId="77777777" w:rsidR="003E2FC5" w:rsidRPr="000677F8" w:rsidRDefault="003E2FC5" w:rsidP="0044451F">
      <w:pPr>
        <w:tabs>
          <w:tab w:val="left" w:pos="6630"/>
        </w:tabs>
        <w:rPr>
          <w:spacing w:val="0"/>
        </w:rPr>
      </w:pPr>
    </w:p>
    <w:p w14:paraId="49A390DF" w14:textId="77777777" w:rsidR="003E2FC5" w:rsidRPr="000677F8" w:rsidRDefault="003E2FC5" w:rsidP="0044451F">
      <w:pPr>
        <w:tabs>
          <w:tab w:val="left" w:pos="6630"/>
        </w:tabs>
        <w:rPr>
          <w:spacing w:val="0"/>
        </w:rPr>
      </w:pPr>
    </w:p>
    <w:p w14:paraId="5D5CEF05" w14:textId="77777777" w:rsidR="003E2FC5" w:rsidRPr="000677F8" w:rsidRDefault="003E2FC5" w:rsidP="0044451F">
      <w:pPr>
        <w:tabs>
          <w:tab w:val="left" w:pos="6630"/>
        </w:tabs>
        <w:rPr>
          <w:spacing w:val="0"/>
        </w:rPr>
      </w:pPr>
    </w:p>
    <w:p w14:paraId="3028AFD7" w14:textId="77777777" w:rsidR="003E2FC5" w:rsidRPr="000677F8" w:rsidRDefault="003E2FC5" w:rsidP="0044451F">
      <w:pPr>
        <w:tabs>
          <w:tab w:val="left" w:pos="6630"/>
        </w:tabs>
        <w:rPr>
          <w:spacing w:val="0"/>
        </w:rPr>
      </w:pPr>
    </w:p>
    <w:p w14:paraId="1506EBEB" w14:textId="77777777" w:rsidR="003E2FC5" w:rsidRPr="000677F8" w:rsidRDefault="003E2FC5" w:rsidP="0044451F">
      <w:pPr>
        <w:tabs>
          <w:tab w:val="left" w:pos="6630"/>
        </w:tabs>
        <w:rPr>
          <w:spacing w:val="0"/>
        </w:rPr>
      </w:pPr>
    </w:p>
    <w:p w14:paraId="0ACBE0AE" w14:textId="77777777" w:rsidR="003E2FC5" w:rsidRPr="000677F8" w:rsidRDefault="003E2FC5" w:rsidP="0044451F">
      <w:pPr>
        <w:tabs>
          <w:tab w:val="left" w:pos="6630"/>
        </w:tabs>
        <w:rPr>
          <w:spacing w:val="0"/>
        </w:rPr>
      </w:pPr>
    </w:p>
    <w:p w14:paraId="59B7ACBA" w14:textId="77777777" w:rsidR="003E2FC5" w:rsidRPr="000677F8" w:rsidRDefault="003E2FC5" w:rsidP="0044451F">
      <w:pPr>
        <w:tabs>
          <w:tab w:val="left" w:pos="6630"/>
        </w:tabs>
        <w:rPr>
          <w:spacing w:val="0"/>
        </w:rPr>
      </w:pPr>
    </w:p>
    <w:p w14:paraId="65503AA4" w14:textId="77777777" w:rsidR="003E2FC5" w:rsidRPr="000677F8" w:rsidRDefault="003E2FC5" w:rsidP="0044451F">
      <w:pPr>
        <w:tabs>
          <w:tab w:val="left" w:pos="6630"/>
        </w:tabs>
        <w:rPr>
          <w:spacing w:val="0"/>
        </w:rPr>
      </w:pPr>
    </w:p>
    <w:p w14:paraId="140BEE07" w14:textId="77777777" w:rsidR="003E2FC5" w:rsidRPr="000677F8" w:rsidRDefault="003E2FC5" w:rsidP="0044451F">
      <w:pPr>
        <w:tabs>
          <w:tab w:val="left" w:pos="6630"/>
        </w:tabs>
        <w:rPr>
          <w:spacing w:val="0"/>
        </w:rPr>
      </w:pPr>
    </w:p>
    <w:p w14:paraId="182FE906" w14:textId="77777777" w:rsidR="003E2FC5" w:rsidRPr="000677F8" w:rsidRDefault="003E2FC5" w:rsidP="0044451F">
      <w:pPr>
        <w:tabs>
          <w:tab w:val="left" w:pos="6630"/>
        </w:tabs>
        <w:rPr>
          <w:spacing w:val="0"/>
        </w:rPr>
      </w:pPr>
    </w:p>
    <w:p w14:paraId="2AFBDBD6" w14:textId="77777777" w:rsidR="003E2FC5" w:rsidRPr="000677F8" w:rsidRDefault="003E2FC5" w:rsidP="0044451F">
      <w:pPr>
        <w:tabs>
          <w:tab w:val="left" w:pos="6630"/>
        </w:tabs>
        <w:rPr>
          <w:spacing w:val="0"/>
        </w:rPr>
      </w:pPr>
    </w:p>
    <w:p w14:paraId="3B03C075" w14:textId="77777777" w:rsidR="003E2FC5" w:rsidRPr="000677F8" w:rsidRDefault="003E2FC5" w:rsidP="0044451F">
      <w:pPr>
        <w:tabs>
          <w:tab w:val="left" w:pos="6630"/>
        </w:tabs>
        <w:rPr>
          <w:spacing w:val="0"/>
        </w:rPr>
      </w:pPr>
    </w:p>
    <w:p w14:paraId="526B6B3A" w14:textId="77777777" w:rsidR="003E2FC5" w:rsidRPr="000677F8" w:rsidRDefault="003E2FC5" w:rsidP="0044451F">
      <w:pPr>
        <w:tabs>
          <w:tab w:val="left" w:pos="6630"/>
        </w:tabs>
        <w:rPr>
          <w:spacing w:val="0"/>
        </w:rPr>
      </w:pPr>
    </w:p>
    <w:p w14:paraId="7C1FF4F8" w14:textId="77777777" w:rsidR="003E2FC5" w:rsidRPr="000677F8" w:rsidRDefault="003E2FC5" w:rsidP="0044451F">
      <w:pPr>
        <w:tabs>
          <w:tab w:val="left" w:pos="6630"/>
        </w:tabs>
        <w:rPr>
          <w:spacing w:val="0"/>
        </w:rPr>
      </w:pPr>
    </w:p>
    <w:p w14:paraId="089F7627" w14:textId="77777777" w:rsidR="003E2FC5" w:rsidRPr="000677F8" w:rsidRDefault="003E2FC5" w:rsidP="0044451F">
      <w:pPr>
        <w:tabs>
          <w:tab w:val="left" w:pos="6630"/>
        </w:tabs>
        <w:rPr>
          <w:spacing w:val="0"/>
        </w:rPr>
      </w:pPr>
    </w:p>
    <w:p w14:paraId="38464E1A" w14:textId="77777777" w:rsidR="003E2FC5" w:rsidRPr="000677F8" w:rsidRDefault="003E2FC5" w:rsidP="0044451F">
      <w:pPr>
        <w:tabs>
          <w:tab w:val="left" w:pos="6630"/>
        </w:tabs>
        <w:rPr>
          <w:spacing w:val="0"/>
        </w:rPr>
      </w:pPr>
    </w:p>
    <w:p w14:paraId="3253C598" w14:textId="77777777" w:rsidR="003E2FC5" w:rsidRPr="000677F8" w:rsidRDefault="003E2FC5" w:rsidP="0044451F">
      <w:pPr>
        <w:tabs>
          <w:tab w:val="left" w:pos="6630"/>
        </w:tabs>
        <w:rPr>
          <w:spacing w:val="0"/>
        </w:rPr>
      </w:pPr>
    </w:p>
    <w:p w14:paraId="15995818" w14:textId="77777777" w:rsidR="003E2FC5" w:rsidRPr="000677F8" w:rsidRDefault="003E2FC5" w:rsidP="0044451F">
      <w:pPr>
        <w:tabs>
          <w:tab w:val="left" w:pos="6630"/>
        </w:tabs>
        <w:rPr>
          <w:spacing w:val="0"/>
        </w:rPr>
      </w:pPr>
    </w:p>
    <w:p w14:paraId="2EF0C07A" w14:textId="77777777" w:rsidR="003E2FC5" w:rsidRPr="000677F8" w:rsidRDefault="003E2FC5" w:rsidP="0044451F">
      <w:pPr>
        <w:tabs>
          <w:tab w:val="left" w:pos="6630"/>
        </w:tabs>
        <w:rPr>
          <w:spacing w:val="0"/>
        </w:rPr>
      </w:pPr>
    </w:p>
    <w:p w14:paraId="6894C5D9" w14:textId="77777777" w:rsidR="003E2FC5" w:rsidRPr="000677F8" w:rsidRDefault="003E2FC5" w:rsidP="0044451F">
      <w:pPr>
        <w:tabs>
          <w:tab w:val="left" w:pos="6630"/>
        </w:tabs>
        <w:rPr>
          <w:spacing w:val="0"/>
        </w:rPr>
      </w:pPr>
    </w:p>
    <w:p w14:paraId="253F9ADD" w14:textId="77777777" w:rsidR="003E2FC5" w:rsidRPr="000677F8" w:rsidRDefault="003E2FC5" w:rsidP="0044451F">
      <w:pPr>
        <w:tabs>
          <w:tab w:val="left" w:pos="6630"/>
        </w:tabs>
        <w:rPr>
          <w:spacing w:val="0"/>
        </w:rPr>
      </w:pPr>
    </w:p>
    <w:p w14:paraId="6411C382" w14:textId="77777777" w:rsidR="003E2FC5" w:rsidRPr="000677F8" w:rsidRDefault="003E2FC5" w:rsidP="0044451F">
      <w:pPr>
        <w:tabs>
          <w:tab w:val="left" w:pos="6630"/>
        </w:tabs>
        <w:rPr>
          <w:spacing w:val="0"/>
        </w:rPr>
      </w:pPr>
    </w:p>
    <w:p w14:paraId="6EB71573" w14:textId="77777777" w:rsidR="003E2FC5" w:rsidRPr="000677F8" w:rsidRDefault="003E2FC5" w:rsidP="0044451F">
      <w:pPr>
        <w:tabs>
          <w:tab w:val="left" w:pos="6630"/>
        </w:tabs>
        <w:rPr>
          <w:spacing w:val="0"/>
        </w:rPr>
      </w:pPr>
    </w:p>
    <w:p w14:paraId="315F06E7" w14:textId="77777777" w:rsidR="003E2FC5" w:rsidRPr="000677F8" w:rsidRDefault="003E2FC5" w:rsidP="0044451F">
      <w:pPr>
        <w:tabs>
          <w:tab w:val="left" w:pos="6630"/>
        </w:tabs>
        <w:rPr>
          <w:spacing w:val="0"/>
        </w:rPr>
      </w:pPr>
    </w:p>
    <w:p w14:paraId="6A5894F4" w14:textId="77777777" w:rsidR="003E2FC5" w:rsidRPr="000677F8" w:rsidRDefault="003E2FC5" w:rsidP="0044451F">
      <w:pPr>
        <w:tabs>
          <w:tab w:val="left" w:pos="6630"/>
        </w:tabs>
        <w:rPr>
          <w:spacing w:val="0"/>
        </w:rPr>
      </w:pPr>
    </w:p>
    <w:p w14:paraId="23F956BC" w14:textId="77777777" w:rsidR="003E2FC5" w:rsidRPr="000677F8" w:rsidRDefault="003E2FC5" w:rsidP="0044451F">
      <w:pPr>
        <w:tabs>
          <w:tab w:val="left" w:pos="6630"/>
        </w:tabs>
        <w:rPr>
          <w:spacing w:val="0"/>
        </w:rPr>
      </w:pPr>
    </w:p>
    <w:p w14:paraId="0CDAC77E" w14:textId="77777777" w:rsidR="003E2FC5" w:rsidRPr="000677F8" w:rsidRDefault="003E2FC5" w:rsidP="0044451F">
      <w:pPr>
        <w:tabs>
          <w:tab w:val="left" w:pos="6630"/>
        </w:tabs>
        <w:rPr>
          <w:spacing w:val="0"/>
        </w:rPr>
      </w:pPr>
    </w:p>
    <w:p w14:paraId="3EA0636B" w14:textId="77777777" w:rsidR="003E2FC5" w:rsidRPr="000677F8" w:rsidRDefault="003E2FC5" w:rsidP="0044451F">
      <w:pPr>
        <w:tabs>
          <w:tab w:val="left" w:pos="6630"/>
        </w:tabs>
        <w:rPr>
          <w:spacing w:val="0"/>
        </w:rPr>
      </w:pPr>
    </w:p>
    <w:p w14:paraId="2F4577A7" w14:textId="77777777" w:rsidR="003E2FC5" w:rsidRPr="000677F8" w:rsidRDefault="003E2FC5" w:rsidP="0044451F">
      <w:pPr>
        <w:tabs>
          <w:tab w:val="left" w:pos="6630"/>
        </w:tabs>
        <w:rPr>
          <w:spacing w:val="0"/>
        </w:rPr>
      </w:pPr>
    </w:p>
    <w:p w14:paraId="46995B1F" w14:textId="77777777" w:rsidR="003E2FC5" w:rsidRPr="000677F8" w:rsidRDefault="003E2FC5" w:rsidP="0044451F">
      <w:pPr>
        <w:tabs>
          <w:tab w:val="left" w:pos="6630"/>
        </w:tabs>
        <w:rPr>
          <w:spacing w:val="0"/>
        </w:rPr>
      </w:pPr>
    </w:p>
    <w:p w14:paraId="6B44D734" w14:textId="5315F55C" w:rsidR="00CA0069" w:rsidRPr="000677F8" w:rsidRDefault="00CA0069" w:rsidP="00CA0069">
      <w:pPr>
        <w:ind w:left="4248" w:firstLine="708"/>
        <w:outlineLvl w:val="0"/>
        <w:rPr>
          <w:rFonts w:eastAsia="Calibri"/>
          <w:spacing w:val="0"/>
          <w:sz w:val="22"/>
          <w:szCs w:val="22"/>
          <w:lang w:eastAsia="et-EE"/>
        </w:rPr>
      </w:pPr>
      <w:r w:rsidRPr="000677F8">
        <w:rPr>
          <w:rFonts w:eastAsia="Calibri"/>
          <w:spacing w:val="0"/>
          <w:sz w:val="22"/>
          <w:szCs w:val="22"/>
          <w:lang w:eastAsia="et-EE"/>
        </w:rPr>
        <w:t>Lisa 1</w:t>
      </w:r>
    </w:p>
    <w:p w14:paraId="4B00C5B9" w14:textId="77777777" w:rsidR="00CA0069" w:rsidRPr="000677F8" w:rsidRDefault="00CA0069" w:rsidP="00CA0069">
      <w:pPr>
        <w:ind w:left="4956"/>
        <w:jc w:val="both"/>
        <w:outlineLvl w:val="0"/>
        <w:rPr>
          <w:rFonts w:eastAsia="Calibri"/>
          <w:spacing w:val="0"/>
          <w:sz w:val="22"/>
          <w:szCs w:val="22"/>
          <w:lang w:eastAsia="et-EE"/>
        </w:rPr>
      </w:pPr>
      <w:r w:rsidRPr="000677F8">
        <w:rPr>
          <w:rFonts w:eastAsia="Calibri"/>
          <w:spacing w:val="0"/>
          <w:sz w:val="22"/>
          <w:szCs w:val="22"/>
          <w:lang w:eastAsia="et-EE"/>
        </w:rPr>
        <w:t xml:space="preserve">RMK ja </w:t>
      </w:r>
      <w:r w:rsidRPr="000677F8">
        <w:rPr>
          <w:rFonts w:eastAsia="Calibri"/>
          <w:spacing w:val="0"/>
          <w:lang w:eastAsia="et-EE"/>
        </w:rPr>
        <w:fldChar w:fldCharType="begin"/>
      </w:r>
      <w:r w:rsidRPr="000677F8">
        <w:rPr>
          <w:rFonts w:eastAsia="Calibri"/>
          <w:spacing w:val="0"/>
          <w:lang w:eastAsia="et-EE"/>
        </w:rPr>
        <w:instrText xml:space="preserve"> MACROBUTTON  AcceptAllChangesInDoc [Sisesta juriidilise isiku nimi] </w:instrText>
      </w:r>
      <w:r w:rsidRPr="000677F8">
        <w:rPr>
          <w:rFonts w:eastAsia="Calibri"/>
          <w:spacing w:val="0"/>
          <w:lang w:eastAsia="et-EE"/>
        </w:rPr>
        <w:fldChar w:fldCharType="end"/>
      </w:r>
      <w:r w:rsidRPr="000677F8">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Content>
          <w:r w:rsidRPr="000677F8">
            <w:rPr>
              <w:rFonts w:eastAsia="Calibri"/>
              <w:spacing w:val="0"/>
              <w:sz w:val="22"/>
              <w:szCs w:val="22"/>
              <w:lang w:eastAsia="et-EE"/>
            </w:rPr>
            <w:t>[Vali kuupäev]</w:t>
          </w:r>
        </w:sdtContent>
      </w:sdt>
      <w:r w:rsidRPr="000677F8">
        <w:rPr>
          <w:rFonts w:eastAsia="Calibri"/>
          <w:spacing w:val="0"/>
          <w:sz w:val="22"/>
          <w:szCs w:val="22"/>
          <w:lang w:eastAsia="et-EE"/>
        </w:rPr>
        <w:t xml:space="preserve"> lepingu nr </w:t>
      </w:r>
    </w:p>
    <w:p w14:paraId="77AE3055" w14:textId="77777777" w:rsidR="00CA0069" w:rsidRPr="000677F8" w:rsidRDefault="00CA0069" w:rsidP="00CA0069">
      <w:pPr>
        <w:ind w:left="4956"/>
        <w:jc w:val="both"/>
        <w:outlineLvl w:val="0"/>
        <w:rPr>
          <w:rFonts w:eastAsia="Calibri"/>
          <w:spacing w:val="0"/>
          <w:sz w:val="22"/>
          <w:szCs w:val="22"/>
          <w:lang w:eastAsia="et-EE"/>
        </w:rPr>
      </w:pPr>
      <w:r w:rsidRPr="000677F8">
        <w:rPr>
          <w:rFonts w:eastAsia="Calibri"/>
          <w:spacing w:val="0"/>
          <w:sz w:val="22"/>
          <w:szCs w:val="22"/>
          <w:lang w:eastAsia="et-EE"/>
        </w:rPr>
        <w:fldChar w:fldCharType="begin"/>
      </w:r>
      <w:r w:rsidRPr="000677F8">
        <w:rPr>
          <w:rFonts w:eastAsia="Calibri"/>
          <w:spacing w:val="0"/>
          <w:sz w:val="22"/>
          <w:szCs w:val="22"/>
          <w:lang w:eastAsia="et-EE"/>
        </w:rPr>
        <w:instrText xml:space="preserve"> MACROBUTTON  AcceptAllChangesInDoc [Sisesta number] </w:instrText>
      </w:r>
      <w:r w:rsidRPr="000677F8">
        <w:rPr>
          <w:rFonts w:eastAsia="Calibri"/>
          <w:spacing w:val="0"/>
          <w:sz w:val="22"/>
          <w:szCs w:val="22"/>
          <w:lang w:eastAsia="et-EE"/>
        </w:rPr>
        <w:fldChar w:fldCharType="end"/>
      </w:r>
      <w:r w:rsidRPr="000677F8">
        <w:rPr>
          <w:rFonts w:eastAsia="Calibri"/>
          <w:spacing w:val="0"/>
          <w:sz w:val="22"/>
          <w:szCs w:val="22"/>
          <w:lang w:eastAsia="et-EE"/>
        </w:rPr>
        <w:t>juurde</w:t>
      </w:r>
    </w:p>
    <w:p w14:paraId="250050EB" w14:textId="77777777" w:rsidR="00CA0069" w:rsidRPr="000677F8" w:rsidRDefault="00CA0069" w:rsidP="00CA0069">
      <w:pPr>
        <w:ind w:left="4956"/>
        <w:jc w:val="both"/>
        <w:outlineLvl w:val="0"/>
        <w:rPr>
          <w:rFonts w:eastAsia="Calibri"/>
          <w:spacing w:val="0"/>
          <w:sz w:val="22"/>
          <w:szCs w:val="22"/>
          <w:lang w:eastAsia="et-EE"/>
        </w:rPr>
      </w:pPr>
    </w:p>
    <w:p w14:paraId="0D04B3DB" w14:textId="77777777" w:rsidR="00CA0069" w:rsidRPr="000677F8" w:rsidRDefault="00CA0069" w:rsidP="00CA0069">
      <w:pPr>
        <w:widowControl w:val="0"/>
        <w:autoSpaceDE w:val="0"/>
        <w:autoSpaceDN w:val="0"/>
        <w:adjustRightInd w:val="0"/>
        <w:ind w:left="5670" w:right="-625"/>
        <w:rPr>
          <w:spacing w:val="0"/>
          <w:sz w:val="20"/>
          <w:szCs w:val="20"/>
        </w:rPr>
      </w:pPr>
      <w:r w:rsidRPr="000677F8">
        <w:rPr>
          <w:spacing w:val="0"/>
          <w:sz w:val="20"/>
          <w:szCs w:val="20"/>
        </w:rPr>
        <w:t>KINNITATUD</w:t>
      </w:r>
    </w:p>
    <w:p w14:paraId="087489DD" w14:textId="77777777" w:rsidR="00CA0069" w:rsidRPr="000677F8" w:rsidRDefault="00CA0069" w:rsidP="00CA0069">
      <w:pPr>
        <w:widowControl w:val="0"/>
        <w:autoSpaceDE w:val="0"/>
        <w:autoSpaceDN w:val="0"/>
        <w:adjustRightInd w:val="0"/>
        <w:ind w:left="5670"/>
        <w:rPr>
          <w:spacing w:val="0"/>
          <w:sz w:val="20"/>
          <w:szCs w:val="20"/>
        </w:rPr>
      </w:pPr>
      <w:r w:rsidRPr="000677F8">
        <w:rPr>
          <w:spacing w:val="0"/>
          <w:sz w:val="20"/>
          <w:szCs w:val="20"/>
        </w:rPr>
        <w:t xml:space="preserve">RMK juhatuse 15.03.2022 </w:t>
      </w:r>
    </w:p>
    <w:p w14:paraId="79D9AAB0" w14:textId="77777777" w:rsidR="00CA0069" w:rsidRPr="000677F8" w:rsidRDefault="00CA0069" w:rsidP="00CA0069">
      <w:pPr>
        <w:widowControl w:val="0"/>
        <w:autoSpaceDE w:val="0"/>
        <w:autoSpaceDN w:val="0"/>
        <w:adjustRightInd w:val="0"/>
        <w:ind w:left="5670"/>
        <w:rPr>
          <w:spacing w:val="0"/>
          <w:sz w:val="20"/>
          <w:szCs w:val="20"/>
        </w:rPr>
      </w:pPr>
      <w:r w:rsidRPr="000677F8">
        <w:rPr>
          <w:spacing w:val="0"/>
          <w:sz w:val="20"/>
          <w:szCs w:val="20"/>
        </w:rPr>
        <w:t>otsusega 1-32/18</w:t>
      </w:r>
    </w:p>
    <w:p w14:paraId="2E76261D" w14:textId="77777777" w:rsidR="00CA0069" w:rsidRPr="000677F8" w:rsidRDefault="00CA0069" w:rsidP="00CA0069">
      <w:pPr>
        <w:keepNext/>
        <w:jc w:val="both"/>
        <w:outlineLvl w:val="2"/>
        <w:rPr>
          <w:b/>
          <w:bCs/>
          <w:spacing w:val="0"/>
        </w:rPr>
      </w:pPr>
    </w:p>
    <w:p w14:paraId="05A0E9E6" w14:textId="77777777" w:rsidR="00CA0069" w:rsidRPr="000677F8" w:rsidRDefault="00CA0069" w:rsidP="00CA0069">
      <w:pPr>
        <w:keepNext/>
        <w:jc w:val="center"/>
        <w:outlineLvl w:val="1"/>
        <w:rPr>
          <w:b/>
          <w:bCs/>
          <w:spacing w:val="0"/>
        </w:rPr>
      </w:pPr>
      <w:r w:rsidRPr="000677F8">
        <w:rPr>
          <w:b/>
          <w:bCs/>
          <w:spacing w:val="0"/>
        </w:rPr>
        <w:t>RMK keskkonnanõuded mootorsõidukitega ja saagidega töötamisel</w:t>
      </w:r>
    </w:p>
    <w:p w14:paraId="0939DB59" w14:textId="77777777" w:rsidR="00CA0069" w:rsidRPr="000677F8" w:rsidRDefault="00CA0069" w:rsidP="00CA0069">
      <w:pPr>
        <w:rPr>
          <w:spacing w:val="0"/>
        </w:rPr>
      </w:pPr>
    </w:p>
    <w:p w14:paraId="0BA0A10E" w14:textId="77777777" w:rsidR="00CA0069" w:rsidRPr="000677F8" w:rsidRDefault="00CA0069" w:rsidP="00CA0069">
      <w:pPr>
        <w:numPr>
          <w:ilvl w:val="0"/>
          <w:numId w:val="17"/>
        </w:numPr>
        <w:ind w:left="709" w:hanging="709"/>
        <w:jc w:val="both"/>
        <w:rPr>
          <w:b/>
          <w:spacing w:val="0"/>
        </w:rPr>
      </w:pPr>
      <w:r w:rsidRPr="000677F8">
        <w:rPr>
          <w:b/>
          <w:spacing w:val="0"/>
        </w:rPr>
        <w:t>Üldsätted</w:t>
      </w:r>
    </w:p>
    <w:p w14:paraId="2C4F40A6" w14:textId="77777777" w:rsidR="00CA0069" w:rsidRPr="000677F8" w:rsidRDefault="00CA0069" w:rsidP="00CA0069">
      <w:pPr>
        <w:numPr>
          <w:ilvl w:val="1"/>
          <w:numId w:val="17"/>
        </w:numPr>
        <w:ind w:left="709" w:hanging="709"/>
        <w:jc w:val="both"/>
        <w:rPr>
          <w:spacing w:val="0"/>
        </w:rPr>
      </w:pPr>
      <w:r w:rsidRPr="000677F8">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0677F8" w:rsidRDefault="00CA0069" w:rsidP="00CA0069">
      <w:pPr>
        <w:numPr>
          <w:ilvl w:val="1"/>
          <w:numId w:val="17"/>
        </w:numPr>
        <w:ind w:left="709" w:hanging="709"/>
        <w:jc w:val="both"/>
        <w:rPr>
          <w:spacing w:val="0"/>
        </w:rPr>
      </w:pPr>
      <w:r w:rsidRPr="000677F8">
        <w:rPr>
          <w:spacing w:val="0"/>
        </w:rPr>
        <w:t xml:space="preserve">Juhendi nõuded kehtivad sisepõlemismootori jõul liikuva sõidukiga (edaspidi masin) ning kettsaega, võsasaega ja trimmeriga (edaspidi saag) töötamisel. </w:t>
      </w:r>
    </w:p>
    <w:p w14:paraId="191965F3" w14:textId="77777777" w:rsidR="00CA0069" w:rsidRPr="000677F8" w:rsidRDefault="00CA0069" w:rsidP="00CA0069">
      <w:pPr>
        <w:numPr>
          <w:ilvl w:val="1"/>
          <w:numId w:val="17"/>
        </w:numPr>
        <w:ind w:left="709" w:hanging="709"/>
        <w:jc w:val="both"/>
        <w:rPr>
          <w:spacing w:val="0"/>
        </w:rPr>
      </w:pPr>
      <w:r w:rsidRPr="000677F8">
        <w:rPr>
          <w:spacing w:val="0"/>
        </w:rPr>
        <w:t>Juhendi koostamisel on lähtutud kehtivatest õigusaktidest, FSC ja PEFC säästliku metsamajandamise standardi ning ISO 14001 keskkonna</w:t>
      </w:r>
      <w:r w:rsidRPr="000677F8">
        <w:rPr>
          <w:spacing w:val="0"/>
        </w:rPr>
        <w:softHyphen/>
      </w:r>
      <w:r w:rsidRPr="000677F8">
        <w:rPr>
          <w:spacing w:val="0"/>
        </w:rPr>
        <w:softHyphen/>
        <w:t xml:space="preserve">juhtimise ja ISO 9001 kvaliteedijuhtimise standardi nõuetest. </w:t>
      </w:r>
    </w:p>
    <w:p w14:paraId="7E68E36E" w14:textId="77777777" w:rsidR="00CA0069" w:rsidRPr="000677F8" w:rsidRDefault="00CA0069" w:rsidP="00CA0069">
      <w:pPr>
        <w:ind w:left="709"/>
        <w:jc w:val="both"/>
        <w:rPr>
          <w:spacing w:val="0"/>
        </w:rPr>
      </w:pPr>
    </w:p>
    <w:p w14:paraId="18E9F018" w14:textId="77777777" w:rsidR="00CA0069" w:rsidRPr="000677F8" w:rsidRDefault="00CA0069" w:rsidP="00CA0069">
      <w:pPr>
        <w:numPr>
          <w:ilvl w:val="0"/>
          <w:numId w:val="17"/>
        </w:numPr>
        <w:ind w:left="709" w:hanging="709"/>
        <w:jc w:val="both"/>
        <w:rPr>
          <w:b/>
          <w:spacing w:val="0"/>
        </w:rPr>
      </w:pPr>
      <w:r w:rsidRPr="000677F8">
        <w:rPr>
          <w:b/>
          <w:spacing w:val="0"/>
        </w:rPr>
        <w:t>Üldised nõuded</w:t>
      </w:r>
    </w:p>
    <w:p w14:paraId="61AC8961" w14:textId="77777777" w:rsidR="00CA0069" w:rsidRPr="000677F8" w:rsidRDefault="00CA0069" w:rsidP="00CA0069">
      <w:pPr>
        <w:numPr>
          <w:ilvl w:val="1"/>
          <w:numId w:val="17"/>
        </w:numPr>
        <w:ind w:left="709" w:hanging="709"/>
        <w:jc w:val="both"/>
        <w:rPr>
          <w:spacing w:val="0"/>
        </w:rPr>
      </w:pPr>
      <w:r w:rsidRPr="000677F8">
        <w:rPr>
          <w:spacing w:val="0"/>
        </w:rPr>
        <w:t>Kui töö käigus võib tekkida keskkonnareostus või ohtu sattuda töö</w:t>
      </w:r>
      <w:r w:rsidRPr="000677F8">
        <w:rPr>
          <w:spacing w:val="0"/>
        </w:rPr>
        <w:softHyphen/>
        <w:t>objektil viibivate isikute elu või tervis tuleb tööd koheselt peatada.</w:t>
      </w:r>
    </w:p>
    <w:p w14:paraId="331F4513" w14:textId="77777777" w:rsidR="00CA0069" w:rsidRPr="000677F8" w:rsidRDefault="00CA0069" w:rsidP="00CA0069">
      <w:pPr>
        <w:numPr>
          <w:ilvl w:val="1"/>
          <w:numId w:val="17"/>
        </w:numPr>
        <w:ind w:left="709" w:hanging="709"/>
        <w:jc w:val="both"/>
        <w:rPr>
          <w:spacing w:val="0"/>
        </w:rPr>
      </w:pPr>
      <w:r w:rsidRPr="000677F8">
        <w:rPr>
          <w:spacing w:val="0"/>
        </w:rPr>
        <w:t xml:space="preserve">Metsas on keelatud teha lõket selleks mitte ettevalmistatud kohas. Tuleohtlikul ajal on keelatud metsas suitsetamine, lõkketegemine ning lahtise tule kasutamine. </w:t>
      </w:r>
    </w:p>
    <w:p w14:paraId="51A9C6E3" w14:textId="77777777" w:rsidR="00CA0069" w:rsidRPr="000677F8" w:rsidRDefault="00CA0069" w:rsidP="00CA0069">
      <w:pPr>
        <w:numPr>
          <w:ilvl w:val="1"/>
          <w:numId w:val="17"/>
        </w:numPr>
        <w:ind w:left="709" w:hanging="709"/>
        <w:jc w:val="both"/>
        <w:rPr>
          <w:spacing w:val="0"/>
        </w:rPr>
      </w:pPr>
      <w:r w:rsidRPr="000677F8">
        <w:rPr>
          <w:spacing w:val="0"/>
        </w:rPr>
        <w:t>Turbapinnasel töötav masin peab olema komplekteeritud seadmetega, mis välistavad väljalaskegaasis sädemete olemasolu.</w:t>
      </w:r>
    </w:p>
    <w:p w14:paraId="793FDC43" w14:textId="77777777" w:rsidR="00CA0069" w:rsidRPr="000677F8" w:rsidRDefault="00CA0069" w:rsidP="00CA0069">
      <w:pPr>
        <w:numPr>
          <w:ilvl w:val="1"/>
          <w:numId w:val="17"/>
        </w:numPr>
        <w:ind w:left="709" w:hanging="709"/>
        <w:jc w:val="both"/>
        <w:rPr>
          <w:spacing w:val="0"/>
        </w:rPr>
      </w:pPr>
      <w:r w:rsidRPr="000677F8">
        <w:rPr>
          <w:spacing w:val="0"/>
        </w:rPr>
        <w:t>Töö käigus tuleb vältida kultuurimälestiste (nt kultusekohad, sõjahauad, kääpad, ehitismälestised, mälestusmärgid) ning ristipuude ja pärand</w:t>
      </w:r>
      <w:r w:rsidRPr="000677F8">
        <w:rPr>
          <w:spacing w:val="0"/>
        </w:rPr>
        <w:softHyphen/>
        <w:t>kultuuri</w:t>
      </w:r>
      <w:r w:rsidRPr="000677F8">
        <w:rPr>
          <w:spacing w:val="0"/>
        </w:rPr>
        <w:softHyphen/>
        <w:t>objektide kahjustamist ning risustamist okste jms.</w:t>
      </w:r>
    </w:p>
    <w:p w14:paraId="21F1E277" w14:textId="77777777" w:rsidR="00CA0069" w:rsidRPr="000677F8" w:rsidRDefault="00CA0069" w:rsidP="00CA0069">
      <w:pPr>
        <w:numPr>
          <w:ilvl w:val="1"/>
          <w:numId w:val="17"/>
        </w:numPr>
        <w:ind w:left="709" w:hanging="709"/>
        <w:jc w:val="both"/>
        <w:rPr>
          <w:spacing w:val="0"/>
        </w:rPr>
      </w:pPr>
      <w:r w:rsidRPr="000677F8">
        <w:rPr>
          <w:spacing w:val="0"/>
        </w:rPr>
        <w:t>Suure linnupesa, diameetriga üle 40 cm, leidmisel peatada koheselt raietööd, teavitada leiust RMK poolset tööde juhti ja oodata edasisi tema korraldusi.</w:t>
      </w:r>
    </w:p>
    <w:p w14:paraId="5789A6E7" w14:textId="77777777" w:rsidR="00CA0069" w:rsidRPr="000677F8" w:rsidRDefault="00CA0069" w:rsidP="00CA0069">
      <w:pPr>
        <w:numPr>
          <w:ilvl w:val="1"/>
          <w:numId w:val="17"/>
        </w:numPr>
        <w:ind w:left="709" w:hanging="709"/>
        <w:jc w:val="both"/>
        <w:rPr>
          <w:spacing w:val="0"/>
        </w:rPr>
      </w:pPr>
      <w:r w:rsidRPr="000677F8">
        <w:rPr>
          <w:noProof/>
          <w:spacing w:val="0"/>
        </w:rPr>
        <w:t>Raielangil, v.a valgusturaiel, tuleb vegetatsiooniperioodil</w:t>
      </w:r>
      <w:r w:rsidRPr="000677F8">
        <w:rPr>
          <w:spacing w:val="0"/>
        </w:rPr>
        <w:t xml:space="preserve"> juurepessu ohtlikel aladel </w:t>
      </w:r>
      <w:r w:rsidRPr="000677F8">
        <w:rPr>
          <w:noProof/>
          <w:spacing w:val="0"/>
        </w:rPr>
        <w:t>kuuse ja männi kännud töödelda juurepessu leviku tõkestamiseks biotõrje</w:t>
      </w:r>
      <w:r w:rsidRPr="000677F8">
        <w:rPr>
          <w:noProof/>
          <w:spacing w:val="0"/>
        </w:rPr>
        <w:softHyphen/>
        <w:t>preparaadiga ROTSTOP</w:t>
      </w:r>
      <w:r w:rsidRPr="000677F8">
        <w:rPr>
          <w:noProof/>
          <w:spacing w:val="0"/>
          <w:vertAlign w:val="superscript"/>
        </w:rPr>
        <w:t>®</w:t>
      </w:r>
      <w:r w:rsidRPr="000677F8">
        <w:rPr>
          <w:noProof/>
          <w:spacing w:val="0"/>
        </w:rPr>
        <w:t xml:space="preserve">. </w:t>
      </w:r>
    </w:p>
    <w:p w14:paraId="56D4C42F" w14:textId="77777777" w:rsidR="00CA0069" w:rsidRPr="000677F8" w:rsidRDefault="00CA0069" w:rsidP="00CA0069">
      <w:pPr>
        <w:ind w:left="709"/>
        <w:jc w:val="both"/>
        <w:rPr>
          <w:spacing w:val="0"/>
        </w:rPr>
      </w:pPr>
    </w:p>
    <w:p w14:paraId="3B7717DD" w14:textId="77777777" w:rsidR="00CA0069" w:rsidRPr="000677F8" w:rsidRDefault="00CA0069" w:rsidP="00CA0069">
      <w:pPr>
        <w:numPr>
          <w:ilvl w:val="0"/>
          <w:numId w:val="17"/>
        </w:numPr>
        <w:ind w:left="709" w:hanging="709"/>
        <w:jc w:val="both"/>
        <w:rPr>
          <w:b/>
          <w:spacing w:val="0"/>
        </w:rPr>
      </w:pPr>
      <w:r w:rsidRPr="000677F8">
        <w:rPr>
          <w:b/>
          <w:spacing w:val="0"/>
        </w:rPr>
        <w:t>Kütused ja tankimine</w:t>
      </w:r>
    </w:p>
    <w:p w14:paraId="62DB5C7D" w14:textId="77777777" w:rsidR="00CA0069" w:rsidRPr="000677F8" w:rsidRDefault="00CA0069" w:rsidP="00CA0069">
      <w:pPr>
        <w:numPr>
          <w:ilvl w:val="1"/>
          <w:numId w:val="17"/>
        </w:numPr>
        <w:ind w:left="709" w:hanging="709"/>
        <w:jc w:val="both"/>
        <w:rPr>
          <w:spacing w:val="0"/>
        </w:rPr>
      </w:pPr>
      <w:r w:rsidRPr="000677F8">
        <w:rPr>
          <w:spacing w:val="0"/>
        </w:rPr>
        <w:t>Sae tankimisel tuleb kasutada spetsiaalset kanistri otsikut, mis välistab üle- ja mööda</w:t>
      </w:r>
      <w:r w:rsidRPr="000677F8">
        <w:rPr>
          <w:spacing w:val="0"/>
        </w:rPr>
        <w:softHyphen/>
        <w:t>valamist.</w:t>
      </w:r>
    </w:p>
    <w:p w14:paraId="14781422" w14:textId="77777777" w:rsidR="00CA0069" w:rsidRPr="000677F8" w:rsidRDefault="00CA0069" w:rsidP="00CA0069">
      <w:pPr>
        <w:numPr>
          <w:ilvl w:val="1"/>
          <w:numId w:val="17"/>
        </w:numPr>
        <w:ind w:left="709" w:hanging="709"/>
        <w:jc w:val="both"/>
        <w:rPr>
          <w:spacing w:val="0"/>
        </w:rPr>
      </w:pPr>
      <w:r w:rsidRPr="000677F8">
        <w:rPr>
          <w:spacing w:val="0"/>
        </w:rPr>
        <w:t>Sae käivitamisel tuleb see viia vähemalt 3 meetri kaugusele kütuse tankimise paigast.</w:t>
      </w:r>
    </w:p>
    <w:p w14:paraId="5DA92555" w14:textId="77777777" w:rsidR="00CA0069" w:rsidRPr="000677F8" w:rsidRDefault="00CA0069" w:rsidP="00CA0069">
      <w:pPr>
        <w:numPr>
          <w:ilvl w:val="1"/>
          <w:numId w:val="17"/>
        </w:numPr>
        <w:ind w:left="709" w:hanging="709"/>
        <w:jc w:val="both"/>
        <w:rPr>
          <w:spacing w:val="0"/>
        </w:rPr>
      </w:pPr>
      <w:r w:rsidRPr="000677F8">
        <w:rPr>
          <w:spacing w:val="0"/>
        </w:rPr>
        <w:t>Kütusemahutid peavad olema ette nähtud kütuste hoidmiseks ja veoks, olema nõuetele vastavalt märgistatud ning omama vastavat sertifikaati.</w:t>
      </w:r>
    </w:p>
    <w:p w14:paraId="3D0A0492" w14:textId="77777777" w:rsidR="00CA0069" w:rsidRPr="000677F8" w:rsidRDefault="00CA0069" w:rsidP="00CA0069">
      <w:pPr>
        <w:numPr>
          <w:ilvl w:val="1"/>
          <w:numId w:val="17"/>
        </w:numPr>
        <w:ind w:left="709" w:hanging="709"/>
        <w:jc w:val="both"/>
        <w:rPr>
          <w:spacing w:val="0"/>
        </w:rPr>
      </w:pPr>
      <w:r w:rsidRPr="000677F8">
        <w:rPr>
          <w:spacing w:val="0"/>
        </w:rPr>
        <w:t>Kütusemahuteid tuleb tööobjektil hoida varjulises kohas.</w:t>
      </w:r>
    </w:p>
    <w:p w14:paraId="445E34F3" w14:textId="77777777" w:rsidR="00CA0069" w:rsidRPr="000677F8" w:rsidRDefault="00CA0069" w:rsidP="00CA0069">
      <w:pPr>
        <w:numPr>
          <w:ilvl w:val="1"/>
          <w:numId w:val="17"/>
        </w:numPr>
        <w:ind w:left="709" w:hanging="709"/>
        <w:jc w:val="both"/>
        <w:rPr>
          <w:spacing w:val="0"/>
        </w:rPr>
      </w:pPr>
      <w:r w:rsidRPr="000677F8">
        <w:rPr>
          <w:spacing w:val="0"/>
        </w:rPr>
        <w:t xml:space="preserve">Kütust ja määrdeaineid ei tohi hoiustada looduslikele veekogudele lähemal kui 10 m. </w:t>
      </w:r>
    </w:p>
    <w:p w14:paraId="6D2214EF" w14:textId="77777777" w:rsidR="00CA0069" w:rsidRPr="000677F8" w:rsidRDefault="00CA0069" w:rsidP="00CA0069">
      <w:pPr>
        <w:numPr>
          <w:ilvl w:val="1"/>
          <w:numId w:val="17"/>
        </w:numPr>
        <w:ind w:left="709" w:hanging="709"/>
        <w:jc w:val="both"/>
        <w:rPr>
          <w:spacing w:val="0"/>
        </w:rPr>
      </w:pPr>
      <w:r w:rsidRPr="000677F8">
        <w:rPr>
          <w:spacing w:val="0"/>
        </w:rPr>
        <w:t>Tööobjektil masina, mille kütusepaak on suurem kui 100 l, tankimisel tuleb kasutada spetsiaalset kütusepumpa, mis välistab kütuse keskkonda sattumist.</w:t>
      </w:r>
    </w:p>
    <w:p w14:paraId="4F89F9AD" w14:textId="77777777" w:rsidR="00CA0069" w:rsidRPr="000677F8" w:rsidRDefault="00CA0069" w:rsidP="00CA0069">
      <w:pPr>
        <w:numPr>
          <w:ilvl w:val="1"/>
          <w:numId w:val="17"/>
        </w:numPr>
        <w:ind w:left="709" w:hanging="709"/>
        <w:jc w:val="both"/>
        <w:rPr>
          <w:spacing w:val="0"/>
        </w:rPr>
      </w:pPr>
      <w:r w:rsidRPr="000677F8">
        <w:rPr>
          <w:spacing w:val="0"/>
        </w:rPr>
        <w:lastRenderedPageBreak/>
        <w:t>Lekkinud kütus või määrdeained tuleb kokku koguda ja kuni ära</w:t>
      </w:r>
      <w:r w:rsidRPr="000677F8">
        <w:rPr>
          <w:spacing w:val="0"/>
        </w:rPr>
        <w:softHyphen/>
      </w:r>
      <w:r w:rsidRPr="000677F8">
        <w:rPr>
          <w:spacing w:val="0"/>
        </w:rPr>
        <w:softHyphen/>
        <w:t>veoni ladustada keskkonna</w:t>
      </w:r>
      <w:r w:rsidRPr="000677F8">
        <w:rPr>
          <w:spacing w:val="0"/>
        </w:rPr>
        <w:softHyphen/>
        <w:t xml:space="preserve">ohutult. </w:t>
      </w:r>
    </w:p>
    <w:p w14:paraId="7B3C4E91" w14:textId="77777777" w:rsidR="00CA0069" w:rsidRPr="000677F8" w:rsidRDefault="00CA0069" w:rsidP="00CA0069">
      <w:pPr>
        <w:ind w:left="709"/>
        <w:jc w:val="both"/>
        <w:rPr>
          <w:spacing w:val="0"/>
        </w:rPr>
      </w:pPr>
    </w:p>
    <w:p w14:paraId="539F0005" w14:textId="77777777" w:rsidR="00CA0069" w:rsidRPr="000677F8" w:rsidRDefault="00CA0069" w:rsidP="00CA0069">
      <w:pPr>
        <w:numPr>
          <w:ilvl w:val="0"/>
          <w:numId w:val="17"/>
        </w:numPr>
        <w:ind w:left="709" w:hanging="709"/>
        <w:jc w:val="both"/>
        <w:rPr>
          <w:b/>
          <w:bCs/>
          <w:spacing w:val="0"/>
        </w:rPr>
      </w:pPr>
      <w:r w:rsidRPr="000677F8">
        <w:rPr>
          <w:b/>
          <w:spacing w:val="0"/>
        </w:rPr>
        <w:t>Tavajäätmed ja ohtlikud jäätmed</w:t>
      </w:r>
    </w:p>
    <w:p w14:paraId="15D096A9" w14:textId="77777777" w:rsidR="00CA0069" w:rsidRPr="000677F8" w:rsidRDefault="00CA0069" w:rsidP="00CA0069">
      <w:pPr>
        <w:numPr>
          <w:ilvl w:val="1"/>
          <w:numId w:val="17"/>
        </w:numPr>
        <w:ind w:left="709" w:hanging="709"/>
        <w:jc w:val="both"/>
        <w:rPr>
          <w:spacing w:val="0"/>
        </w:rPr>
      </w:pPr>
      <w:r w:rsidRPr="000677F8">
        <w:rPr>
          <w:spacing w:val="0"/>
        </w:rPr>
        <w:t>Kõik töö käigus tekkinud tavajäätmed ja ohtlikud jäätmed tuleb peale töö</w:t>
      </w:r>
      <w:r w:rsidRPr="000677F8">
        <w:rPr>
          <w:spacing w:val="0"/>
        </w:rPr>
        <w:softHyphen/>
        <w:t xml:space="preserve">objekti lõpetamist ära viia. Ohtlikeks jäätmeteks loetakse: </w:t>
      </w:r>
    </w:p>
    <w:p w14:paraId="7E3098DF" w14:textId="77777777" w:rsidR="00CA0069" w:rsidRPr="000677F8" w:rsidRDefault="00CA0069" w:rsidP="00CA0069">
      <w:pPr>
        <w:numPr>
          <w:ilvl w:val="2"/>
          <w:numId w:val="17"/>
        </w:numPr>
        <w:jc w:val="both"/>
        <w:rPr>
          <w:spacing w:val="0"/>
        </w:rPr>
      </w:pPr>
      <w:r w:rsidRPr="000677F8">
        <w:rPr>
          <w:spacing w:val="0"/>
        </w:rPr>
        <w:t>kütuse ja määrdeainete taara;</w:t>
      </w:r>
    </w:p>
    <w:p w14:paraId="2965AE28" w14:textId="77777777" w:rsidR="00CA0069" w:rsidRPr="000677F8" w:rsidRDefault="00CA0069" w:rsidP="00CA0069">
      <w:pPr>
        <w:numPr>
          <w:ilvl w:val="2"/>
          <w:numId w:val="17"/>
        </w:numPr>
        <w:jc w:val="both"/>
        <w:rPr>
          <w:spacing w:val="0"/>
        </w:rPr>
      </w:pPr>
      <w:r w:rsidRPr="000677F8">
        <w:rPr>
          <w:spacing w:val="0"/>
        </w:rPr>
        <w:t>markeerimisvärvi purgid;</w:t>
      </w:r>
    </w:p>
    <w:p w14:paraId="3CD6F3D9" w14:textId="77777777" w:rsidR="00CA0069" w:rsidRPr="000677F8" w:rsidRDefault="00CA0069" w:rsidP="00CA0069">
      <w:pPr>
        <w:numPr>
          <w:ilvl w:val="2"/>
          <w:numId w:val="17"/>
        </w:numPr>
        <w:ind w:left="1418" w:hanging="698"/>
        <w:jc w:val="both"/>
        <w:rPr>
          <w:spacing w:val="0"/>
        </w:rPr>
      </w:pPr>
      <w:r w:rsidRPr="000677F8">
        <w:rPr>
          <w:spacing w:val="0"/>
        </w:rPr>
        <w:t>kütuse või määrdeaine lekke tõrjumisel kasutatud absorbent;</w:t>
      </w:r>
    </w:p>
    <w:p w14:paraId="1D5591F8" w14:textId="77777777" w:rsidR="00CA0069" w:rsidRPr="000677F8" w:rsidRDefault="00CA0069" w:rsidP="00CA0069">
      <w:pPr>
        <w:numPr>
          <w:ilvl w:val="2"/>
          <w:numId w:val="17"/>
        </w:numPr>
        <w:ind w:left="1418" w:hanging="698"/>
        <w:jc w:val="both"/>
        <w:rPr>
          <w:spacing w:val="0"/>
        </w:rPr>
      </w:pPr>
      <w:r w:rsidRPr="000677F8">
        <w:rPr>
          <w:spacing w:val="0"/>
        </w:rPr>
        <w:t>kütuse või määrdeainega kokku puutunud paberid jms;</w:t>
      </w:r>
    </w:p>
    <w:p w14:paraId="76CD8B2A" w14:textId="77777777" w:rsidR="00CA0069" w:rsidRPr="000677F8" w:rsidRDefault="00CA0069" w:rsidP="00CA0069">
      <w:pPr>
        <w:numPr>
          <w:ilvl w:val="2"/>
          <w:numId w:val="17"/>
        </w:numPr>
        <w:jc w:val="both"/>
        <w:rPr>
          <w:spacing w:val="0"/>
        </w:rPr>
      </w:pPr>
      <w:r w:rsidRPr="000677F8">
        <w:rPr>
          <w:spacing w:val="0"/>
        </w:rPr>
        <w:t>akud, hüdro</w:t>
      </w:r>
      <w:r w:rsidRPr="000677F8">
        <w:rPr>
          <w:spacing w:val="0"/>
        </w:rPr>
        <w:softHyphen/>
        <w:t>voolikud, kütuse- või õlifiltrid.</w:t>
      </w:r>
    </w:p>
    <w:p w14:paraId="4660D3AD" w14:textId="77777777" w:rsidR="00CA0069" w:rsidRPr="000677F8" w:rsidRDefault="00CA0069" w:rsidP="00CA0069">
      <w:pPr>
        <w:numPr>
          <w:ilvl w:val="1"/>
          <w:numId w:val="17"/>
        </w:numPr>
        <w:ind w:left="709" w:hanging="709"/>
        <w:jc w:val="both"/>
        <w:rPr>
          <w:spacing w:val="0"/>
        </w:rPr>
      </w:pPr>
      <w:r w:rsidRPr="000677F8">
        <w:rPr>
          <w:spacing w:val="0"/>
        </w:rPr>
        <w:t>Tööobjektil peab jäätmete olemasolul olema koht nende hoidmiseks.</w:t>
      </w:r>
    </w:p>
    <w:p w14:paraId="0BA572C9" w14:textId="77777777" w:rsidR="00CA0069" w:rsidRPr="000677F8" w:rsidRDefault="00CA0069" w:rsidP="00CA0069">
      <w:pPr>
        <w:numPr>
          <w:ilvl w:val="1"/>
          <w:numId w:val="17"/>
        </w:numPr>
        <w:ind w:left="709" w:hanging="709"/>
        <w:jc w:val="both"/>
        <w:rPr>
          <w:spacing w:val="0"/>
        </w:rPr>
      </w:pPr>
      <w:r w:rsidRPr="000677F8">
        <w:rPr>
          <w:spacing w:val="0"/>
        </w:rPr>
        <w:t>Tavajäätmed ja ohtlikud jäätmed tuleb hoida tööobjektil eraldi.</w:t>
      </w:r>
    </w:p>
    <w:p w14:paraId="653141D0" w14:textId="77777777" w:rsidR="00CA0069" w:rsidRPr="000677F8" w:rsidRDefault="00CA0069" w:rsidP="00CA0069">
      <w:pPr>
        <w:numPr>
          <w:ilvl w:val="1"/>
          <w:numId w:val="17"/>
        </w:numPr>
        <w:ind w:left="709" w:hanging="709"/>
        <w:jc w:val="both"/>
        <w:rPr>
          <w:spacing w:val="0"/>
        </w:rPr>
      </w:pPr>
      <w:r w:rsidRPr="000677F8">
        <w:rPr>
          <w:spacing w:val="0"/>
        </w:rPr>
        <w:t>Ohtlikke jäätmeid peab hoidma ilmastiku- ning lekkekindlates anumates või pakendites.</w:t>
      </w:r>
    </w:p>
    <w:p w14:paraId="2DB6BCA1" w14:textId="77777777" w:rsidR="00CA0069" w:rsidRPr="000677F8" w:rsidRDefault="00CA0069" w:rsidP="00CA0069">
      <w:pPr>
        <w:ind w:left="709"/>
        <w:jc w:val="both"/>
        <w:rPr>
          <w:spacing w:val="0"/>
        </w:rPr>
      </w:pPr>
    </w:p>
    <w:p w14:paraId="566F2DD3" w14:textId="77777777" w:rsidR="00CA0069" w:rsidRPr="000677F8" w:rsidRDefault="00CA0069" w:rsidP="00CA0069">
      <w:pPr>
        <w:numPr>
          <w:ilvl w:val="0"/>
          <w:numId w:val="17"/>
        </w:numPr>
        <w:ind w:left="709" w:hanging="709"/>
        <w:jc w:val="both"/>
        <w:rPr>
          <w:b/>
          <w:spacing w:val="0"/>
        </w:rPr>
      </w:pPr>
      <w:r w:rsidRPr="000677F8">
        <w:rPr>
          <w:b/>
          <w:spacing w:val="0"/>
        </w:rPr>
        <w:t>Masinate ja saagide seisund ning komplekteeritus</w:t>
      </w:r>
    </w:p>
    <w:p w14:paraId="023DE07B" w14:textId="77777777" w:rsidR="00CA0069" w:rsidRPr="000677F8" w:rsidRDefault="00CA0069" w:rsidP="00CA0069">
      <w:pPr>
        <w:numPr>
          <w:ilvl w:val="1"/>
          <w:numId w:val="17"/>
        </w:numPr>
        <w:ind w:left="709" w:hanging="709"/>
        <w:jc w:val="both"/>
        <w:rPr>
          <w:spacing w:val="0"/>
        </w:rPr>
      </w:pPr>
      <w:r w:rsidRPr="000677F8">
        <w:rPr>
          <w:spacing w:val="0"/>
        </w:rPr>
        <w:t>Masinad peavad olema läbinud valmistaja poolt ettenähtud sagedusega hooldusi.</w:t>
      </w:r>
    </w:p>
    <w:p w14:paraId="1AD98695" w14:textId="77777777" w:rsidR="00CA0069" w:rsidRPr="000677F8" w:rsidRDefault="00CA0069" w:rsidP="00CA0069">
      <w:pPr>
        <w:numPr>
          <w:ilvl w:val="1"/>
          <w:numId w:val="17"/>
        </w:numPr>
        <w:ind w:left="709" w:hanging="709"/>
        <w:jc w:val="both"/>
        <w:rPr>
          <w:spacing w:val="0"/>
        </w:rPr>
      </w:pPr>
      <w:r w:rsidRPr="000677F8">
        <w:rPr>
          <w:spacing w:val="0"/>
        </w:rPr>
        <w:t>Liikluses osalevad masinad peavad olema läbinud õigusaktides ettenähtud tehno</w:t>
      </w:r>
      <w:r w:rsidRPr="000677F8">
        <w:rPr>
          <w:spacing w:val="0"/>
        </w:rPr>
        <w:softHyphen/>
      </w:r>
      <w:r w:rsidRPr="000677F8">
        <w:rPr>
          <w:spacing w:val="0"/>
        </w:rPr>
        <w:softHyphen/>
      </w:r>
      <w:r w:rsidRPr="000677F8">
        <w:rPr>
          <w:spacing w:val="0"/>
        </w:rPr>
        <w:softHyphen/>
      </w:r>
      <w:r w:rsidRPr="000677F8">
        <w:rPr>
          <w:spacing w:val="0"/>
        </w:rPr>
        <w:softHyphen/>
      </w:r>
      <w:r w:rsidRPr="000677F8">
        <w:rPr>
          <w:spacing w:val="0"/>
        </w:rPr>
        <w:softHyphen/>
      </w:r>
      <w:r w:rsidRPr="000677F8">
        <w:rPr>
          <w:spacing w:val="0"/>
        </w:rPr>
        <w:softHyphen/>
      </w:r>
      <w:r w:rsidRPr="000677F8">
        <w:rPr>
          <w:spacing w:val="0"/>
        </w:rPr>
        <w:softHyphen/>
      </w:r>
      <w:r w:rsidRPr="000677F8">
        <w:rPr>
          <w:spacing w:val="0"/>
        </w:rPr>
        <w:softHyphen/>
      </w:r>
      <w:r w:rsidRPr="000677F8">
        <w:rPr>
          <w:spacing w:val="0"/>
        </w:rPr>
        <w:softHyphen/>
        <w:t>ülevaatusi.</w:t>
      </w:r>
    </w:p>
    <w:p w14:paraId="260CC8F1" w14:textId="77777777" w:rsidR="00CA0069" w:rsidRPr="000677F8" w:rsidRDefault="00CA0069" w:rsidP="00CA0069">
      <w:pPr>
        <w:numPr>
          <w:ilvl w:val="1"/>
          <w:numId w:val="17"/>
        </w:numPr>
        <w:ind w:left="709" w:hanging="709"/>
        <w:jc w:val="both"/>
        <w:rPr>
          <w:spacing w:val="0"/>
        </w:rPr>
      </w:pPr>
      <w:r w:rsidRPr="000677F8">
        <w:rPr>
          <w:spacing w:val="0"/>
        </w:rPr>
        <w:t>Masinas peab olema:</w:t>
      </w:r>
    </w:p>
    <w:p w14:paraId="5385829E" w14:textId="77777777" w:rsidR="00CA0069" w:rsidRPr="000677F8" w:rsidRDefault="00CA0069" w:rsidP="00CA0069">
      <w:pPr>
        <w:numPr>
          <w:ilvl w:val="2"/>
          <w:numId w:val="17"/>
        </w:numPr>
        <w:ind w:left="1418" w:hanging="709"/>
        <w:jc w:val="both"/>
        <w:rPr>
          <w:spacing w:val="0"/>
        </w:rPr>
      </w:pPr>
      <w:r w:rsidRPr="000677F8">
        <w:rPr>
          <w:spacing w:val="0"/>
        </w:rPr>
        <w:t>mobiiltelefon;</w:t>
      </w:r>
    </w:p>
    <w:p w14:paraId="43F0C2A9" w14:textId="77777777" w:rsidR="00CA0069" w:rsidRPr="000677F8" w:rsidRDefault="00CA0069" w:rsidP="00CA0069">
      <w:pPr>
        <w:numPr>
          <w:ilvl w:val="2"/>
          <w:numId w:val="17"/>
        </w:numPr>
        <w:ind w:left="1418" w:hanging="709"/>
        <w:jc w:val="both"/>
        <w:rPr>
          <w:spacing w:val="0"/>
        </w:rPr>
      </w:pPr>
      <w:r w:rsidRPr="000677F8">
        <w:rPr>
          <w:spacing w:val="0"/>
        </w:rPr>
        <w:t>liiklusseaduse või tootja tehase komplektsusega ettenähtud ja kehtiva kontrollmärgistusega tulekustuti;</w:t>
      </w:r>
    </w:p>
    <w:p w14:paraId="0668B061" w14:textId="77777777" w:rsidR="00CA0069" w:rsidRPr="000677F8" w:rsidRDefault="00CA0069" w:rsidP="00CA0069">
      <w:pPr>
        <w:numPr>
          <w:ilvl w:val="2"/>
          <w:numId w:val="17"/>
        </w:numPr>
        <w:ind w:left="1418" w:hanging="709"/>
        <w:jc w:val="both"/>
        <w:rPr>
          <w:spacing w:val="0"/>
        </w:rPr>
      </w:pPr>
      <w:r w:rsidRPr="000677F8">
        <w:rPr>
          <w:spacing w:val="0"/>
        </w:rPr>
        <w:t xml:space="preserve">absorbentgraanulid vähemalt 20 kg või absorbentmatt, kui masinaks on harvester, </w:t>
      </w:r>
      <w:proofErr w:type="spellStart"/>
      <w:r w:rsidRPr="000677F8">
        <w:rPr>
          <w:spacing w:val="0"/>
        </w:rPr>
        <w:t>forvarder</w:t>
      </w:r>
      <w:proofErr w:type="spellEnd"/>
      <w:r w:rsidRPr="000677F8">
        <w:rPr>
          <w:spacing w:val="0"/>
        </w:rPr>
        <w:t>, metsamajanduslikuks tööks kohandatud põllu</w:t>
      </w:r>
      <w:r w:rsidRPr="000677F8">
        <w:rPr>
          <w:spacing w:val="0"/>
        </w:rPr>
        <w:softHyphen/>
        <w:t>majanduslik traktor,</w:t>
      </w:r>
      <w:r w:rsidRPr="000677F8" w:rsidDel="00B164E2">
        <w:rPr>
          <w:spacing w:val="0"/>
        </w:rPr>
        <w:t xml:space="preserve"> </w:t>
      </w:r>
      <w:r w:rsidRPr="000677F8">
        <w:rPr>
          <w:spacing w:val="0"/>
        </w:rPr>
        <w:t>giljotiin, maapinna ettevalmistamise masin, puidu</w:t>
      </w:r>
      <w:r w:rsidRPr="000677F8">
        <w:rPr>
          <w:spacing w:val="0"/>
        </w:rPr>
        <w:softHyphen/>
        <w:t>veok, hakkur või ekskavaator.</w:t>
      </w:r>
    </w:p>
    <w:p w14:paraId="79432AB0" w14:textId="77777777" w:rsidR="00CA0069" w:rsidRPr="000677F8" w:rsidRDefault="00CA0069" w:rsidP="00CA0069">
      <w:pPr>
        <w:numPr>
          <w:ilvl w:val="1"/>
          <w:numId w:val="17"/>
        </w:numPr>
        <w:ind w:left="709" w:hanging="709"/>
        <w:jc w:val="both"/>
        <w:rPr>
          <w:spacing w:val="0"/>
        </w:rPr>
      </w:pPr>
      <w:r w:rsidRPr="000677F8">
        <w:rPr>
          <w:spacing w:val="0"/>
        </w:rPr>
        <w:t>Saag peab olema komplektne ja vastama tootja nõuetele.</w:t>
      </w:r>
    </w:p>
    <w:p w14:paraId="20C99DA5" w14:textId="77777777" w:rsidR="00CA0069" w:rsidRPr="000677F8" w:rsidRDefault="00CA0069" w:rsidP="00CA0069">
      <w:pPr>
        <w:numPr>
          <w:ilvl w:val="1"/>
          <w:numId w:val="17"/>
        </w:numPr>
        <w:ind w:left="709" w:hanging="709"/>
        <w:jc w:val="both"/>
        <w:rPr>
          <w:spacing w:val="0"/>
        </w:rPr>
      </w:pPr>
      <w:r w:rsidRPr="000677F8">
        <w:rPr>
          <w:spacing w:val="0"/>
        </w:rPr>
        <w:t>Saega töötaval isikul peab olema kaasas mobiil</w:t>
      </w:r>
      <w:r w:rsidRPr="000677F8">
        <w:rPr>
          <w:spacing w:val="0"/>
        </w:rPr>
        <w:softHyphen/>
        <w:t>telefon.</w:t>
      </w:r>
    </w:p>
    <w:p w14:paraId="71B19895" w14:textId="77777777" w:rsidR="00CA0069" w:rsidRPr="000677F8" w:rsidRDefault="00CA0069" w:rsidP="00CA0069">
      <w:pPr>
        <w:numPr>
          <w:ilvl w:val="1"/>
          <w:numId w:val="17"/>
        </w:numPr>
        <w:ind w:left="709" w:hanging="709"/>
        <w:jc w:val="both"/>
        <w:rPr>
          <w:spacing w:val="0"/>
        </w:rPr>
      </w:pPr>
      <w:r w:rsidRPr="000677F8">
        <w:rPr>
          <w:spacing w:val="0"/>
        </w:rPr>
        <w:t>Visuaalsel vaatlusel tuvastatava õli- või kütuselekkega masina või sae kasutamine on keelatud.</w:t>
      </w:r>
    </w:p>
    <w:p w14:paraId="45377D92" w14:textId="77777777" w:rsidR="00CA0069" w:rsidRPr="000677F8" w:rsidRDefault="00CA0069" w:rsidP="00CA0069">
      <w:pPr>
        <w:numPr>
          <w:ilvl w:val="1"/>
          <w:numId w:val="17"/>
        </w:numPr>
        <w:ind w:left="709" w:hanging="709"/>
        <w:jc w:val="both"/>
        <w:rPr>
          <w:spacing w:val="0"/>
        </w:rPr>
      </w:pPr>
      <w:r w:rsidRPr="000677F8">
        <w:rPr>
          <w:spacing w:val="0"/>
        </w:rPr>
        <w:t>Kui masinat või saagi ei kasutata, tuleb selle mootor seisata.</w:t>
      </w:r>
    </w:p>
    <w:p w14:paraId="7CD9242D" w14:textId="77777777" w:rsidR="00CA0069" w:rsidRPr="000677F8" w:rsidRDefault="00CA0069" w:rsidP="00CA0069">
      <w:pPr>
        <w:ind w:left="709"/>
        <w:jc w:val="both"/>
        <w:rPr>
          <w:spacing w:val="0"/>
        </w:rPr>
      </w:pPr>
    </w:p>
    <w:p w14:paraId="314DBFE5" w14:textId="77777777" w:rsidR="00CA0069" w:rsidRPr="000677F8" w:rsidRDefault="00CA0069" w:rsidP="00CA0069">
      <w:pPr>
        <w:numPr>
          <w:ilvl w:val="0"/>
          <w:numId w:val="17"/>
        </w:numPr>
        <w:ind w:left="709" w:hanging="709"/>
        <w:jc w:val="both"/>
        <w:rPr>
          <w:b/>
          <w:spacing w:val="0"/>
        </w:rPr>
      </w:pPr>
      <w:r w:rsidRPr="000677F8">
        <w:rPr>
          <w:b/>
          <w:bCs/>
          <w:spacing w:val="0"/>
        </w:rPr>
        <w:t>Hädaolukorrad</w:t>
      </w:r>
    </w:p>
    <w:p w14:paraId="0EC77D40" w14:textId="77777777" w:rsidR="00CA0069" w:rsidRPr="000677F8" w:rsidRDefault="00CA0069" w:rsidP="00CA0069">
      <w:pPr>
        <w:numPr>
          <w:ilvl w:val="1"/>
          <w:numId w:val="17"/>
        </w:numPr>
        <w:ind w:left="709" w:hanging="709"/>
        <w:jc w:val="both"/>
        <w:rPr>
          <w:spacing w:val="0"/>
        </w:rPr>
      </w:pPr>
      <w:r w:rsidRPr="000677F8">
        <w:rPr>
          <w:spacing w:val="0"/>
        </w:rPr>
        <w:t xml:space="preserve">Tulekahju korral, mida ei suudeta iseseisvalt kustutada, tuleb helistada </w:t>
      </w:r>
      <w:r w:rsidRPr="000677F8">
        <w:rPr>
          <w:bCs/>
          <w:spacing w:val="0"/>
        </w:rPr>
        <w:t>112 ja tulekahjust teavitada RMK poolset tööde juhti.</w:t>
      </w:r>
      <w:r w:rsidRPr="000677F8">
        <w:rPr>
          <w:spacing w:val="0"/>
        </w:rPr>
        <w:t xml:space="preserve"> Võimalusel asuda olemas</w:t>
      </w:r>
      <w:r w:rsidRPr="000677F8">
        <w:rPr>
          <w:spacing w:val="0"/>
        </w:rPr>
        <w:softHyphen/>
        <w:t xml:space="preserve">olevate vahenditega põlemiskollet kustutama, samas </w:t>
      </w:r>
      <w:r w:rsidRPr="000677F8">
        <w:rPr>
          <w:bCs/>
          <w:spacing w:val="0"/>
        </w:rPr>
        <w:t>kindlustades enese ohutuse</w:t>
      </w:r>
      <w:r w:rsidRPr="000677F8">
        <w:rPr>
          <w:spacing w:val="0"/>
        </w:rPr>
        <w:t xml:space="preserve">. </w:t>
      </w:r>
    </w:p>
    <w:p w14:paraId="161CB78D" w14:textId="77777777" w:rsidR="00CA0069" w:rsidRPr="000677F8" w:rsidRDefault="00CA0069" w:rsidP="00CA0069">
      <w:pPr>
        <w:numPr>
          <w:ilvl w:val="1"/>
          <w:numId w:val="17"/>
        </w:numPr>
        <w:ind w:left="709" w:hanging="709"/>
        <w:jc w:val="both"/>
        <w:rPr>
          <w:spacing w:val="0"/>
        </w:rPr>
      </w:pPr>
      <w:r w:rsidRPr="000677F8">
        <w:rPr>
          <w:spacing w:val="0"/>
        </w:rPr>
        <w:t>Tulekahjust teatamisel tuleb öelda rahulikul häälel teataja nimi, sündmuskoha võimalik täpne asukoht ja mis põleb.</w:t>
      </w:r>
    </w:p>
    <w:p w14:paraId="66BA51A5" w14:textId="77777777" w:rsidR="00CA0069" w:rsidRPr="000677F8" w:rsidRDefault="00CA0069" w:rsidP="00CA0069">
      <w:pPr>
        <w:numPr>
          <w:ilvl w:val="1"/>
          <w:numId w:val="17"/>
        </w:numPr>
        <w:ind w:left="709" w:hanging="709"/>
        <w:jc w:val="both"/>
        <w:rPr>
          <w:spacing w:val="0"/>
        </w:rPr>
      </w:pPr>
      <w:r w:rsidRPr="000677F8">
        <w:rPr>
          <w:spacing w:val="0"/>
        </w:rPr>
        <w:t>Keskkonnareostuse korral, mida ei suudeta olemasolevate tõrjevahenditega kõrvaldada, tuleb helistada</w:t>
      </w:r>
      <w:r w:rsidRPr="000677F8">
        <w:rPr>
          <w:bCs/>
          <w:spacing w:val="0"/>
        </w:rPr>
        <w:t xml:space="preserve"> 112 ja reostusest teavitada RMK poolset </w:t>
      </w:r>
      <w:r w:rsidRPr="000677F8">
        <w:rPr>
          <w:spacing w:val="0"/>
        </w:rPr>
        <w:t xml:space="preserve">tööde juhti. </w:t>
      </w:r>
    </w:p>
    <w:p w14:paraId="14DB1457" w14:textId="77777777" w:rsidR="00CA0069" w:rsidRPr="000677F8" w:rsidRDefault="00CA0069" w:rsidP="00CA0069">
      <w:pPr>
        <w:numPr>
          <w:ilvl w:val="1"/>
          <w:numId w:val="17"/>
        </w:numPr>
        <w:ind w:left="709" w:hanging="709"/>
        <w:jc w:val="both"/>
        <w:rPr>
          <w:spacing w:val="0"/>
        </w:rPr>
      </w:pPr>
      <w:r w:rsidRPr="000677F8">
        <w:rPr>
          <w:spacing w:val="0"/>
        </w:rPr>
        <w:t>Lõhkematerjali leidmisel, tuleb helistada</w:t>
      </w:r>
      <w:r w:rsidRPr="000677F8">
        <w:rPr>
          <w:bCs/>
          <w:spacing w:val="0"/>
        </w:rPr>
        <w:t xml:space="preserve"> 112 ja leidmisest teavitada RMK poolset </w:t>
      </w:r>
      <w:r w:rsidRPr="000677F8">
        <w:rPr>
          <w:spacing w:val="0"/>
        </w:rPr>
        <w:t xml:space="preserve">tööde juhti ning peatada töö kuni lõhkematerjali spetsialistide saabumiseni ning oodata edasisi </w:t>
      </w:r>
      <w:r w:rsidRPr="000677F8">
        <w:rPr>
          <w:bCs/>
          <w:spacing w:val="0"/>
        </w:rPr>
        <w:t xml:space="preserve">RMK poolseid </w:t>
      </w:r>
      <w:r w:rsidRPr="000677F8">
        <w:rPr>
          <w:spacing w:val="0"/>
        </w:rPr>
        <w:t xml:space="preserve">korraldusi. Leitud lõhkematerjali ei tohi puudutada. </w:t>
      </w:r>
    </w:p>
    <w:p w14:paraId="16D7365C" w14:textId="77777777" w:rsidR="003E2FC5" w:rsidRPr="000677F8" w:rsidRDefault="003E2FC5" w:rsidP="0044451F">
      <w:pPr>
        <w:tabs>
          <w:tab w:val="left" w:pos="6630"/>
        </w:tabs>
        <w:rPr>
          <w:spacing w:val="0"/>
        </w:rPr>
      </w:pPr>
    </w:p>
    <w:p w14:paraId="7E8675CB" w14:textId="77777777" w:rsidR="003E2FC5" w:rsidRPr="000677F8" w:rsidRDefault="003E2FC5" w:rsidP="0044451F">
      <w:pPr>
        <w:tabs>
          <w:tab w:val="left" w:pos="6630"/>
        </w:tabs>
        <w:rPr>
          <w:spacing w:val="0"/>
        </w:rPr>
      </w:pPr>
    </w:p>
    <w:p w14:paraId="0C1E2D24" w14:textId="77777777" w:rsidR="00CA0069" w:rsidRPr="000677F8" w:rsidRDefault="00CA0069" w:rsidP="0044451F">
      <w:pPr>
        <w:tabs>
          <w:tab w:val="left" w:pos="6630"/>
        </w:tabs>
        <w:rPr>
          <w:spacing w:val="0"/>
        </w:rPr>
      </w:pPr>
    </w:p>
    <w:p w14:paraId="1547FC43" w14:textId="77777777" w:rsidR="00CA0069" w:rsidRPr="000677F8" w:rsidRDefault="00CA0069" w:rsidP="0044451F">
      <w:pPr>
        <w:tabs>
          <w:tab w:val="left" w:pos="6630"/>
        </w:tabs>
        <w:rPr>
          <w:spacing w:val="0"/>
        </w:rPr>
      </w:pPr>
    </w:p>
    <w:p w14:paraId="52889698" w14:textId="77777777" w:rsidR="00CA0069" w:rsidRPr="000677F8" w:rsidRDefault="00CA0069" w:rsidP="0044451F">
      <w:pPr>
        <w:tabs>
          <w:tab w:val="left" w:pos="6630"/>
        </w:tabs>
        <w:rPr>
          <w:spacing w:val="0"/>
        </w:rPr>
      </w:pPr>
    </w:p>
    <w:p w14:paraId="766C1F37" w14:textId="4E2A5C66" w:rsidR="003E2FC5" w:rsidRPr="000677F8" w:rsidRDefault="003E2FC5" w:rsidP="003E2FC5">
      <w:pPr>
        <w:ind w:left="4248" w:firstLine="708"/>
        <w:jc w:val="both"/>
        <w:outlineLvl w:val="0"/>
        <w:rPr>
          <w:rFonts w:eastAsia="Calibri"/>
          <w:spacing w:val="0"/>
          <w:sz w:val="22"/>
          <w:szCs w:val="22"/>
          <w:lang w:eastAsia="et-EE"/>
        </w:rPr>
      </w:pPr>
      <w:r w:rsidRPr="000677F8">
        <w:rPr>
          <w:rFonts w:eastAsia="Calibri"/>
          <w:spacing w:val="0"/>
          <w:sz w:val="22"/>
          <w:szCs w:val="22"/>
          <w:lang w:eastAsia="et-EE"/>
        </w:rPr>
        <w:t xml:space="preserve">Lisa </w:t>
      </w:r>
      <w:r w:rsidR="00CA0069" w:rsidRPr="000677F8">
        <w:rPr>
          <w:rFonts w:eastAsia="Calibri"/>
          <w:spacing w:val="0"/>
          <w:sz w:val="22"/>
          <w:szCs w:val="22"/>
          <w:lang w:eastAsia="et-EE"/>
        </w:rPr>
        <w:t>2</w:t>
      </w:r>
    </w:p>
    <w:p w14:paraId="2CF666BC" w14:textId="77777777" w:rsidR="003E2FC5" w:rsidRPr="000677F8" w:rsidRDefault="003E2FC5" w:rsidP="003E2FC5">
      <w:pPr>
        <w:ind w:left="4956"/>
        <w:jc w:val="both"/>
        <w:outlineLvl w:val="0"/>
        <w:rPr>
          <w:rFonts w:eastAsia="Calibri"/>
          <w:spacing w:val="0"/>
          <w:sz w:val="22"/>
          <w:szCs w:val="22"/>
          <w:lang w:eastAsia="et-EE"/>
        </w:rPr>
      </w:pPr>
      <w:r w:rsidRPr="000677F8">
        <w:rPr>
          <w:rFonts w:eastAsia="Calibri"/>
          <w:spacing w:val="0"/>
          <w:sz w:val="22"/>
          <w:szCs w:val="22"/>
          <w:lang w:eastAsia="et-EE"/>
        </w:rPr>
        <w:lastRenderedPageBreak/>
        <w:t xml:space="preserve">RMK ja </w:t>
      </w:r>
      <w:r w:rsidRPr="000677F8">
        <w:rPr>
          <w:rFonts w:eastAsia="Calibri"/>
          <w:spacing w:val="0"/>
          <w:lang w:eastAsia="et-EE"/>
        </w:rPr>
        <w:fldChar w:fldCharType="begin"/>
      </w:r>
      <w:r w:rsidRPr="000677F8">
        <w:rPr>
          <w:rFonts w:eastAsia="Calibri"/>
          <w:spacing w:val="0"/>
          <w:lang w:eastAsia="et-EE"/>
        </w:rPr>
        <w:instrText xml:space="preserve"> MACROBUTTON  AcceptAllChangesInDoc [Sisesta juriidilise isiku nimi] </w:instrText>
      </w:r>
      <w:r w:rsidRPr="000677F8">
        <w:rPr>
          <w:rFonts w:eastAsia="Calibri"/>
          <w:spacing w:val="0"/>
          <w:lang w:eastAsia="et-EE"/>
        </w:rPr>
        <w:fldChar w:fldCharType="end"/>
      </w:r>
      <w:r w:rsidRPr="000677F8">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Content>
          <w:r w:rsidRPr="000677F8">
            <w:rPr>
              <w:rFonts w:eastAsia="Calibri"/>
              <w:spacing w:val="0"/>
              <w:sz w:val="22"/>
              <w:szCs w:val="22"/>
              <w:lang w:eastAsia="et-EE"/>
            </w:rPr>
            <w:t>[Vali kuupäev]</w:t>
          </w:r>
        </w:sdtContent>
      </w:sdt>
      <w:r w:rsidRPr="000677F8">
        <w:rPr>
          <w:rFonts w:eastAsia="Calibri"/>
          <w:spacing w:val="0"/>
          <w:sz w:val="22"/>
          <w:szCs w:val="22"/>
          <w:lang w:eastAsia="et-EE"/>
        </w:rPr>
        <w:t xml:space="preserve"> lepingu nr </w:t>
      </w:r>
    </w:p>
    <w:p w14:paraId="03D0078D" w14:textId="77777777" w:rsidR="003E2FC5" w:rsidRPr="000677F8" w:rsidRDefault="003E2FC5" w:rsidP="003E2FC5">
      <w:pPr>
        <w:ind w:left="4956"/>
        <w:jc w:val="both"/>
        <w:outlineLvl w:val="0"/>
        <w:rPr>
          <w:rFonts w:eastAsia="Calibri"/>
          <w:spacing w:val="0"/>
          <w:sz w:val="22"/>
          <w:szCs w:val="22"/>
          <w:lang w:eastAsia="et-EE"/>
        </w:rPr>
      </w:pPr>
      <w:r w:rsidRPr="000677F8">
        <w:rPr>
          <w:rFonts w:eastAsia="Calibri"/>
          <w:spacing w:val="0"/>
          <w:sz w:val="22"/>
          <w:szCs w:val="22"/>
          <w:lang w:eastAsia="et-EE"/>
        </w:rPr>
        <w:fldChar w:fldCharType="begin"/>
      </w:r>
      <w:r w:rsidRPr="000677F8">
        <w:rPr>
          <w:rFonts w:eastAsia="Calibri"/>
          <w:spacing w:val="0"/>
          <w:sz w:val="22"/>
          <w:szCs w:val="22"/>
          <w:lang w:eastAsia="et-EE"/>
        </w:rPr>
        <w:instrText xml:space="preserve"> MACROBUTTON  AcceptAllChangesInDoc [Sisesta number] </w:instrText>
      </w:r>
      <w:r w:rsidRPr="000677F8">
        <w:rPr>
          <w:rFonts w:eastAsia="Calibri"/>
          <w:spacing w:val="0"/>
          <w:sz w:val="22"/>
          <w:szCs w:val="22"/>
          <w:lang w:eastAsia="et-EE"/>
        </w:rPr>
        <w:fldChar w:fldCharType="end"/>
      </w:r>
      <w:r w:rsidRPr="000677F8">
        <w:rPr>
          <w:rFonts w:eastAsia="Calibri"/>
          <w:spacing w:val="0"/>
          <w:sz w:val="22"/>
          <w:szCs w:val="22"/>
          <w:lang w:eastAsia="et-EE"/>
        </w:rPr>
        <w:t>juurde</w:t>
      </w:r>
    </w:p>
    <w:p w14:paraId="5EBE6A1D" w14:textId="77777777" w:rsidR="003E2FC5" w:rsidRPr="000677F8" w:rsidRDefault="003E2FC5" w:rsidP="003E2FC5">
      <w:pPr>
        <w:jc w:val="both"/>
        <w:rPr>
          <w:rFonts w:eastAsia="Calibri"/>
          <w:b/>
          <w:color w:val="1F497D"/>
          <w:spacing w:val="0"/>
        </w:rPr>
      </w:pPr>
    </w:p>
    <w:p w14:paraId="49F9B5B9" w14:textId="77777777" w:rsidR="003E2FC5" w:rsidRPr="000677F8" w:rsidRDefault="003E2FC5" w:rsidP="003E2FC5">
      <w:pPr>
        <w:rPr>
          <w:rFonts w:eastAsia="Calibri"/>
          <w:b/>
          <w:spacing w:val="0"/>
        </w:rPr>
      </w:pPr>
    </w:p>
    <w:p w14:paraId="0BBD5639" w14:textId="77777777" w:rsidR="003E2FC5" w:rsidRPr="000677F8" w:rsidRDefault="003E2FC5" w:rsidP="003E2FC5">
      <w:pPr>
        <w:jc w:val="center"/>
        <w:rPr>
          <w:rFonts w:eastAsia="Calibri"/>
          <w:b/>
          <w:spacing w:val="0"/>
        </w:rPr>
      </w:pPr>
      <w:r w:rsidRPr="000677F8">
        <w:rPr>
          <w:rFonts w:eastAsia="Calibri"/>
          <w:b/>
          <w:spacing w:val="0"/>
        </w:rPr>
        <w:t xml:space="preserve">ISIKUANDMETE TÖÖTLEMISE NÕUDED </w:t>
      </w:r>
    </w:p>
    <w:p w14:paraId="79A17E47" w14:textId="77777777" w:rsidR="003E2FC5" w:rsidRPr="000677F8" w:rsidRDefault="003E2FC5" w:rsidP="003E2FC5">
      <w:pPr>
        <w:jc w:val="center"/>
        <w:rPr>
          <w:rFonts w:eastAsia="Calibri"/>
          <w:b/>
          <w:spacing w:val="0"/>
        </w:rPr>
      </w:pPr>
      <w:r w:rsidRPr="000677F8">
        <w:rPr>
          <w:rFonts w:eastAsia="Calibri"/>
          <w:b/>
          <w:spacing w:val="0"/>
        </w:rPr>
        <w:t>VOLITATUD TÖÖTLEJALE</w:t>
      </w:r>
    </w:p>
    <w:p w14:paraId="43766520" w14:textId="77777777" w:rsidR="003E2FC5" w:rsidRPr="000677F8" w:rsidRDefault="003E2FC5" w:rsidP="003E2FC5">
      <w:pPr>
        <w:jc w:val="center"/>
        <w:rPr>
          <w:rFonts w:eastAsia="Calibri"/>
          <w:b/>
          <w:color w:val="1F497D"/>
          <w:spacing w:val="0"/>
        </w:rPr>
      </w:pPr>
    </w:p>
    <w:p w14:paraId="301255DE" w14:textId="77777777" w:rsidR="003E2FC5" w:rsidRPr="000677F8" w:rsidRDefault="003E2FC5" w:rsidP="003E2FC5">
      <w:pPr>
        <w:suppressAutoHyphens/>
        <w:spacing w:before="280" w:after="280"/>
        <w:jc w:val="right"/>
        <w:rPr>
          <w:rFonts w:eastAsia="Calibri"/>
          <w:spacing w:val="0"/>
          <w:lang w:val="fi-FI" w:eastAsia="ar-SA"/>
        </w:rPr>
      </w:pPr>
      <w:r w:rsidRPr="000677F8">
        <w:rPr>
          <w:color w:val="000000"/>
          <w:spacing w:val="0"/>
          <w:lang w:val="en-GB"/>
        </w:rPr>
        <w:tab/>
      </w:r>
      <w:r w:rsidRPr="000677F8">
        <w:rPr>
          <w:color w:val="000000"/>
          <w:spacing w:val="0"/>
          <w:lang w:val="en-GB"/>
        </w:rPr>
        <w:tab/>
      </w:r>
      <w:r w:rsidRPr="000677F8">
        <w:rPr>
          <w:color w:val="000000"/>
          <w:spacing w:val="0"/>
          <w:lang w:val="en-GB"/>
        </w:rPr>
        <w:tab/>
      </w:r>
      <w:r w:rsidRPr="000677F8">
        <w:rPr>
          <w:color w:val="000000"/>
          <w:spacing w:val="0"/>
          <w:lang w:val="en-GB"/>
        </w:rPr>
        <w:tab/>
      </w:r>
      <w:r w:rsidRPr="000677F8">
        <w:rPr>
          <w:color w:val="000000"/>
          <w:spacing w:val="0"/>
          <w:lang w:val="en-GB"/>
        </w:rPr>
        <w:tab/>
      </w:r>
      <w:r w:rsidRPr="000677F8">
        <w:rPr>
          <w:color w:val="000000"/>
          <w:spacing w:val="0"/>
          <w:lang w:val="en-GB"/>
        </w:rPr>
        <w:tab/>
      </w:r>
      <w:r w:rsidRPr="000677F8">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Content>
          <w:r w:rsidRPr="000677F8">
            <w:rPr>
              <w:rFonts w:eastAsia="Calibri"/>
              <w:spacing w:val="0"/>
              <w:lang w:val="fi-FI" w:eastAsia="ar-SA"/>
            </w:rPr>
            <w:t>[</w:t>
          </w:r>
          <w:proofErr w:type="spellStart"/>
          <w:r w:rsidRPr="000677F8">
            <w:rPr>
              <w:rFonts w:eastAsia="Calibri"/>
              <w:spacing w:val="0"/>
              <w:lang w:val="fi-FI" w:eastAsia="ar-SA"/>
            </w:rPr>
            <w:t>Vali</w:t>
          </w:r>
          <w:proofErr w:type="spellEnd"/>
          <w:r w:rsidRPr="000677F8">
            <w:rPr>
              <w:rFonts w:eastAsia="Calibri"/>
              <w:spacing w:val="0"/>
              <w:lang w:val="fi-FI" w:eastAsia="ar-SA"/>
            </w:rPr>
            <w:t xml:space="preserve"> kuupäev]</w:t>
          </w:r>
        </w:sdtContent>
      </w:sdt>
    </w:p>
    <w:p w14:paraId="4A74E5F0" w14:textId="77777777" w:rsidR="003E2FC5" w:rsidRPr="000677F8" w:rsidRDefault="003E2FC5" w:rsidP="003E2FC5">
      <w:pPr>
        <w:suppressAutoHyphens/>
        <w:spacing w:before="280" w:after="280"/>
        <w:jc w:val="right"/>
        <w:rPr>
          <w:spacing w:val="0"/>
          <w:lang w:eastAsia="ar-SA"/>
        </w:rPr>
      </w:pPr>
      <w:r w:rsidRPr="000677F8">
        <w:rPr>
          <w:rFonts w:eastAsia="Calibri"/>
          <w:spacing w:val="0"/>
          <w:lang w:val="fi-FI" w:eastAsia="ar-SA"/>
        </w:rPr>
        <w:t>(hiliseima digitaalallkirja kuupäev)</w:t>
      </w:r>
    </w:p>
    <w:p w14:paraId="01A5FC30" w14:textId="77777777" w:rsidR="003E2FC5" w:rsidRPr="000677F8" w:rsidRDefault="003E2FC5" w:rsidP="003E2FC5">
      <w:pPr>
        <w:jc w:val="both"/>
        <w:rPr>
          <w:rFonts w:eastAsia="Calibri"/>
          <w:color w:val="000000"/>
          <w:spacing w:val="0"/>
        </w:rPr>
      </w:pPr>
      <w:r w:rsidRPr="000677F8">
        <w:rPr>
          <w:rFonts w:eastAsia="Calibri"/>
          <w:color w:val="000000"/>
          <w:spacing w:val="0"/>
        </w:rPr>
        <w:tab/>
      </w:r>
    </w:p>
    <w:p w14:paraId="57C8624D" w14:textId="77777777" w:rsidR="003E2FC5" w:rsidRPr="000677F8" w:rsidRDefault="003E2FC5" w:rsidP="003E2FC5">
      <w:pPr>
        <w:jc w:val="both"/>
        <w:rPr>
          <w:rFonts w:eastAsia="Calibri"/>
          <w:color w:val="000000"/>
          <w:spacing w:val="0"/>
        </w:rPr>
      </w:pPr>
      <w:r w:rsidRPr="000677F8">
        <w:rPr>
          <w:rFonts w:eastAsia="Calibri"/>
          <w:color w:val="000000"/>
          <w:spacing w:val="0"/>
        </w:rPr>
        <w:t xml:space="preserve">Käesolev lisa sätestab nõuded töövõtjale, kes on lepingu täitmisel isikuandmete volitatud töötlejaks. </w:t>
      </w:r>
    </w:p>
    <w:p w14:paraId="3D700BE6" w14:textId="77777777" w:rsidR="003E2FC5" w:rsidRPr="000677F8" w:rsidRDefault="003E2FC5" w:rsidP="003E2FC5">
      <w:pPr>
        <w:spacing w:line="276" w:lineRule="auto"/>
        <w:jc w:val="both"/>
        <w:rPr>
          <w:rFonts w:eastAsia="Calibri"/>
          <w:color w:val="000000"/>
          <w:spacing w:val="0"/>
        </w:rPr>
      </w:pPr>
    </w:p>
    <w:p w14:paraId="0E855963" w14:textId="77777777" w:rsidR="003E2FC5" w:rsidRPr="000677F8" w:rsidRDefault="003E2FC5" w:rsidP="003E2FC5">
      <w:pPr>
        <w:numPr>
          <w:ilvl w:val="0"/>
          <w:numId w:val="16"/>
        </w:numPr>
        <w:spacing w:line="276" w:lineRule="auto"/>
        <w:contextualSpacing/>
        <w:jc w:val="both"/>
        <w:rPr>
          <w:rFonts w:eastAsia="Calibri"/>
          <w:color w:val="000000"/>
          <w:spacing w:val="0"/>
        </w:rPr>
      </w:pPr>
      <w:r w:rsidRPr="000677F8">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0677F8" w:rsidRDefault="003E2FC5" w:rsidP="003E2FC5">
      <w:pPr>
        <w:shd w:val="clear" w:color="auto" w:fill="FFFFFF"/>
        <w:spacing w:after="60" w:line="276" w:lineRule="auto"/>
        <w:jc w:val="both"/>
        <w:rPr>
          <w:rFonts w:eastAsia="Calibri"/>
          <w:spacing w:val="0"/>
        </w:rPr>
      </w:pPr>
    </w:p>
    <w:p w14:paraId="4E37E00E" w14:textId="77777777" w:rsidR="003E2FC5" w:rsidRPr="000677F8" w:rsidRDefault="003E2FC5" w:rsidP="003E2FC5">
      <w:pPr>
        <w:numPr>
          <w:ilvl w:val="0"/>
          <w:numId w:val="16"/>
        </w:numPr>
        <w:shd w:val="clear" w:color="auto" w:fill="FFFFFF"/>
        <w:spacing w:line="276" w:lineRule="auto"/>
        <w:contextualSpacing/>
        <w:jc w:val="both"/>
        <w:rPr>
          <w:rFonts w:eastAsia="Calibri"/>
          <w:spacing w:val="0"/>
        </w:rPr>
      </w:pPr>
      <w:r w:rsidRPr="000677F8">
        <w:rPr>
          <w:rFonts w:eastAsia="Calibri"/>
          <w:spacing w:val="0"/>
        </w:rPr>
        <w:t xml:space="preserve">Töövõtja on kohustatud: </w:t>
      </w:r>
    </w:p>
    <w:p w14:paraId="509B4DE7" w14:textId="77777777" w:rsidR="003E2FC5" w:rsidRPr="000677F8" w:rsidRDefault="003E2FC5" w:rsidP="003E2FC5">
      <w:pPr>
        <w:numPr>
          <w:ilvl w:val="1"/>
          <w:numId w:val="16"/>
        </w:numPr>
        <w:shd w:val="clear" w:color="auto" w:fill="FFFFFF"/>
        <w:spacing w:line="276" w:lineRule="auto"/>
        <w:contextualSpacing/>
        <w:jc w:val="both"/>
        <w:rPr>
          <w:rFonts w:eastAsia="Calibri"/>
          <w:spacing w:val="0"/>
        </w:rPr>
      </w:pPr>
      <w:r w:rsidRPr="000677F8">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0677F8">
        <w:rPr>
          <w:rFonts w:eastAsia="Calibri"/>
          <w:color w:val="000000"/>
          <w:spacing w:val="0"/>
        </w:rPr>
        <w:t xml:space="preserve">sellekohase selgesõnalise </w:t>
      </w:r>
      <w:r w:rsidRPr="000677F8">
        <w:rPr>
          <w:rFonts w:eastAsia="Calibri"/>
          <w:spacing w:val="0"/>
        </w:rPr>
        <w:t>kirjaliku nõusolekuta;</w:t>
      </w:r>
    </w:p>
    <w:p w14:paraId="7108886F" w14:textId="77777777" w:rsidR="003E2FC5" w:rsidRPr="000677F8" w:rsidRDefault="003E2FC5" w:rsidP="003E2FC5">
      <w:pPr>
        <w:shd w:val="clear" w:color="auto" w:fill="FFFFFF"/>
        <w:spacing w:line="276" w:lineRule="auto"/>
        <w:jc w:val="both"/>
        <w:rPr>
          <w:rFonts w:eastAsia="Calibri"/>
          <w:spacing w:val="0"/>
        </w:rPr>
      </w:pPr>
    </w:p>
    <w:p w14:paraId="6F66EB47" w14:textId="77777777" w:rsidR="003E2FC5" w:rsidRPr="000677F8" w:rsidRDefault="003E2FC5" w:rsidP="003E2FC5">
      <w:pPr>
        <w:numPr>
          <w:ilvl w:val="1"/>
          <w:numId w:val="16"/>
        </w:numPr>
        <w:shd w:val="clear" w:color="auto" w:fill="FFFFFF"/>
        <w:spacing w:line="276" w:lineRule="auto"/>
        <w:contextualSpacing/>
        <w:jc w:val="both"/>
        <w:rPr>
          <w:rFonts w:eastAsia="Calibri"/>
          <w:spacing w:val="0"/>
        </w:rPr>
      </w:pPr>
      <w:r w:rsidRPr="000677F8">
        <w:rPr>
          <w:rFonts w:eastAsia="Calibri"/>
          <w:spacing w:val="0"/>
        </w:rPr>
        <w:t xml:space="preserve">mitte edastama punktis 2.1 nimetatud isikuandmeid väljapoole Euroopa Liidu liikmesriikide ja Euroopa Majandusühendusse kuuluvate riikide territooriumit ilma tellija </w:t>
      </w:r>
      <w:r w:rsidRPr="000677F8">
        <w:rPr>
          <w:rFonts w:eastAsia="Calibri"/>
          <w:color w:val="000000"/>
          <w:spacing w:val="0"/>
        </w:rPr>
        <w:t xml:space="preserve">sellekohase selgesõnalise </w:t>
      </w:r>
      <w:r w:rsidRPr="000677F8">
        <w:rPr>
          <w:rFonts w:eastAsia="Calibri"/>
          <w:spacing w:val="0"/>
        </w:rPr>
        <w:t xml:space="preserve">kirjaliku nõusolekuta;  </w:t>
      </w:r>
    </w:p>
    <w:p w14:paraId="5A5D04CB" w14:textId="77777777" w:rsidR="003E2FC5" w:rsidRPr="000677F8" w:rsidRDefault="003E2FC5" w:rsidP="003E2FC5">
      <w:pPr>
        <w:shd w:val="clear" w:color="auto" w:fill="FFFFFF"/>
        <w:spacing w:after="60" w:line="276" w:lineRule="auto"/>
        <w:jc w:val="both"/>
        <w:rPr>
          <w:rFonts w:eastAsia="Calibri"/>
          <w:spacing w:val="0"/>
        </w:rPr>
      </w:pPr>
    </w:p>
    <w:p w14:paraId="3D8DBF48"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0677F8" w:rsidRDefault="003E2FC5" w:rsidP="003E2FC5">
      <w:pPr>
        <w:shd w:val="clear" w:color="auto" w:fill="FFFFFF"/>
        <w:spacing w:after="60" w:line="276" w:lineRule="auto"/>
        <w:jc w:val="both"/>
        <w:rPr>
          <w:rFonts w:eastAsia="Calibri"/>
          <w:spacing w:val="0"/>
        </w:rPr>
      </w:pPr>
    </w:p>
    <w:p w14:paraId="6DF07156"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0677F8" w:rsidRDefault="003E2FC5" w:rsidP="003E2FC5">
      <w:pPr>
        <w:shd w:val="clear" w:color="auto" w:fill="FFFFFF"/>
        <w:spacing w:after="60" w:line="276" w:lineRule="auto"/>
        <w:jc w:val="both"/>
        <w:rPr>
          <w:rFonts w:eastAsia="Calibri"/>
          <w:spacing w:val="0"/>
        </w:rPr>
      </w:pPr>
    </w:p>
    <w:p w14:paraId="6C343347"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0677F8" w:rsidRDefault="003E2FC5" w:rsidP="003E2FC5">
      <w:pPr>
        <w:shd w:val="clear" w:color="auto" w:fill="FFFFFF"/>
        <w:spacing w:after="60" w:line="276" w:lineRule="auto"/>
        <w:jc w:val="both"/>
        <w:rPr>
          <w:rFonts w:eastAsia="Calibri"/>
          <w:spacing w:val="0"/>
        </w:rPr>
      </w:pPr>
    </w:p>
    <w:p w14:paraId="7F427A1A"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rakendama järgmisi organisatsioonilisi, füüsilisi ja infotehnilisi turvameetmeid punktis 2.1 nimetatud isikuandmete kaitseks juhusliku v</w:t>
      </w:r>
      <w:r w:rsidRPr="000677F8">
        <w:rPr>
          <w:rFonts w:eastAsia="Calibri"/>
          <w:spacing w:val="0"/>
          <w:lang w:eastAsia="et-EE"/>
        </w:rPr>
        <w:t>õi tahtliku volitamata muutmise; juhusliku hävimise ja tahtliku hävitamise eest ning õigustatud isikule andmete kättesaadavuse takistamise eest</w:t>
      </w:r>
      <w:r w:rsidRPr="000677F8">
        <w:rPr>
          <w:rFonts w:eastAsia="Calibri"/>
          <w:spacing w:val="0"/>
        </w:rPr>
        <w:t xml:space="preserve">, </w:t>
      </w:r>
      <w:r w:rsidRPr="000677F8">
        <w:rPr>
          <w:rFonts w:eastAsia="Calibri"/>
          <w:spacing w:val="0"/>
          <w:lang w:eastAsia="et-EE"/>
        </w:rPr>
        <w:t xml:space="preserve">volitamata töötlemise s.h. </w:t>
      </w:r>
      <w:r w:rsidRPr="000677F8">
        <w:rPr>
          <w:rFonts w:eastAsia="Calibri"/>
          <w:spacing w:val="0"/>
        </w:rPr>
        <w:t>avalikustamise eest:</w:t>
      </w:r>
    </w:p>
    <w:p w14:paraId="34534510"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vältima kõrvaliste isikute juurdepääsu isikuandmete töötlemiseks kasutatavatele seadmetele;</w:t>
      </w:r>
    </w:p>
    <w:p w14:paraId="798D35F9"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tagama andmete olemasolu isikuandmete edastamise kohta: millal, kellele ja millised isikuandmed edastati, samuti selliste andmete muutusteta säilimise;</w:t>
      </w:r>
    </w:p>
    <w:p w14:paraId="6D67AC74"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0677F8" w:rsidRDefault="003E2FC5" w:rsidP="003E2FC5">
      <w:pPr>
        <w:numPr>
          <w:ilvl w:val="2"/>
          <w:numId w:val="16"/>
        </w:numPr>
        <w:shd w:val="clear" w:color="auto" w:fill="FFFFFF"/>
        <w:spacing w:after="60" w:line="276" w:lineRule="auto"/>
        <w:contextualSpacing/>
        <w:jc w:val="both"/>
        <w:rPr>
          <w:rFonts w:eastAsia="Calibri"/>
          <w:spacing w:val="0"/>
        </w:rPr>
      </w:pPr>
      <w:r w:rsidRPr="000677F8">
        <w:rPr>
          <w:rFonts w:eastAsia="Calibri"/>
          <w:spacing w:val="0"/>
        </w:rPr>
        <w:t>pidama arvestust isikuandmete töötlemisel kasutatavate tema kontrolli all olevate seadmete ja tarkvara üle, dokumenteerides järgmised andmed:</w:t>
      </w:r>
    </w:p>
    <w:p w14:paraId="3B51104E" w14:textId="77777777" w:rsidR="003E2FC5" w:rsidRPr="000677F8" w:rsidRDefault="003E2FC5" w:rsidP="003E2FC5">
      <w:pPr>
        <w:numPr>
          <w:ilvl w:val="1"/>
          <w:numId w:val="15"/>
        </w:numPr>
        <w:shd w:val="clear" w:color="auto" w:fill="FFFFFF"/>
        <w:spacing w:after="60" w:line="276" w:lineRule="auto"/>
        <w:contextualSpacing/>
        <w:jc w:val="both"/>
        <w:rPr>
          <w:rFonts w:eastAsia="Calibri"/>
          <w:spacing w:val="0"/>
        </w:rPr>
      </w:pPr>
      <w:r w:rsidRPr="000677F8">
        <w:rPr>
          <w:rFonts w:eastAsia="Calibri"/>
          <w:spacing w:val="0"/>
        </w:rPr>
        <w:t>seadme nimetus, tüüp ja asukoht ning seadme valmistaja nimi;</w:t>
      </w:r>
    </w:p>
    <w:p w14:paraId="2FEB614B" w14:textId="77777777" w:rsidR="003E2FC5" w:rsidRPr="000677F8" w:rsidRDefault="003E2FC5" w:rsidP="003E2FC5">
      <w:pPr>
        <w:numPr>
          <w:ilvl w:val="1"/>
          <w:numId w:val="15"/>
        </w:numPr>
        <w:shd w:val="clear" w:color="auto" w:fill="FFFFFF"/>
        <w:spacing w:after="60" w:line="276" w:lineRule="auto"/>
        <w:contextualSpacing/>
        <w:jc w:val="both"/>
        <w:rPr>
          <w:rFonts w:eastAsia="Calibri"/>
          <w:spacing w:val="0"/>
        </w:rPr>
      </w:pPr>
      <w:r w:rsidRPr="000677F8">
        <w:rPr>
          <w:rFonts w:eastAsia="Calibri"/>
          <w:spacing w:val="0"/>
        </w:rPr>
        <w:t>tarkvara nimetus, versioon, valmistaja nimi ja kontaktandmed;</w:t>
      </w:r>
    </w:p>
    <w:p w14:paraId="740055BB" w14:textId="77777777" w:rsidR="003E2FC5" w:rsidRPr="000677F8" w:rsidRDefault="003E2FC5" w:rsidP="003E2FC5">
      <w:pPr>
        <w:spacing w:line="276" w:lineRule="auto"/>
        <w:jc w:val="both"/>
        <w:rPr>
          <w:rFonts w:eastAsia="Calibri"/>
          <w:spacing w:val="0"/>
          <w:lang w:eastAsia="et-EE"/>
        </w:rPr>
      </w:pPr>
    </w:p>
    <w:p w14:paraId="4BE5DED2" w14:textId="77777777" w:rsidR="003E2FC5" w:rsidRPr="000677F8" w:rsidRDefault="003E2FC5" w:rsidP="003E2FC5">
      <w:pPr>
        <w:numPr>
          <w:ilvl w:val="1"/>
          <w:numId w:val="16"/>
        </w:numPr>
        <w:spacing w:line="276" w:lineRule="auto"/>
        <w:contextualSpacing/>
        <w:jc w:val="both"/>
        <w:rPr>
          <w:rFonts w:eastAsia="Calibri"/>
          <w:spacing w:val="0"/>
          <w:lang w:eastAsia="et-EE"/>
        </w:rPr>
      </w:pPr>
      <w:r w:rsidRPr="000677F8">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0677F8" w:rsidRDefault="003E2FC5" w:rsidP="003E2FC5">
      <w:pPr>
        <w:spacing w:line="276" w:lineRule="auto"/>
        <w:ind w:left="828"/>
        <w:contextualSpacing/>
        <w:jc w:val="both"/>
        <w:rPr>
          <w:rFonts w:eastAsia="Calibri"/>
          <w:spacing w:val="0"/>
          <w:lang w:eastAsia="et-EE"/>
        </w:rPr>
      </w:pPr>
      <w:r w:rsidRPr="000677F8">
        <w:rPr>
          <w:rFonts w:eastAsia="Calibri"/>
          <w:spacing w:val="0"/>
          <w:lang w:eastAsia="et-EE"/>
        </w:rPr>
        <w:t>Teates tuleb vähemalt:</w:t>
      </w:r>
    </w:p>
    <w:p w14:paraId="7A90F47D"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lastRenderedPageBreak/>
        <w:t>teatada andmekaitse töötaja ja tema kontaktandmed või muu kontaktpunkt, kust saab lisateavet;</w:t>
      </w:r>
    </w:p>
    <w:p w14:paraId="7527B563"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t>soovitada meetmeid (isikuandmetega seotud) rikkumise võimalike negatiivsete mõjude leevendamiseks;</w:t>
      </w:r>
    </w:p>
    <w:p w14:paraId="0F6681AB"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t>kirjeldada (isikuandmetega seotud) rikkumise tõttu andmesubjektidele tekkivaid tagajärgi ja potentsiaalseid ohte;</w:t>
      </w:r>
    </w:p>
    <w:p w14:paraId="6A892368"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t xml:space="preserve">kirjeldada töövõtja/või kolmandast isikust </w:t>
      </w:r>
      <w:proofErr w:type="spellStart"/>
      <w:r w:rsidRPr="000677F8">
        <w:rPr>
          <w:rFonts w:eastAsia="Calibri"/>
          <w:spacing w:val="0"/>
          <w:lang w:eastAsia="et-EE"/>
        </w:rPr>
        <w:t>alltöötleja</w:t>
      </w:r>
      <w:proofErr w:type="spellEnd"/>
      <w:r w:rsidRPr="000677F8">
        <w:rPr>
          <w:rFonts w:eastAsia="Calibri"/>
          <w:spacing w:val="0"/>
          <w:lang w:eastAsia="et-EE"/>
        </w:rPr>
        <w:t xml:space="preserve"> poolt välja pakutud või võetud meetmeid (isikuandmetega seotud) rikkumisega tegelemiseks ja</w:t>
      </w:r>
    </w:p>
    <w:p w14:paraId="2A204604" w14:textId="77777777" w:rsidR="003E2FC5" w:rsidRPr="000677F8" w:rsidRDefault="003E2FC5" w:rsidP="003E2FC5">
      <w:pPr>
        <w:numPr>
          <w:ilvl w:val="2"/>
          <w:numId w:val="15"/>
        </w:numPr>
        <w:spacing w:line="276" w:lineRule="auto"/>
        <w:contextualSpacing/>
        <w:jc w:val="both"/>
        <w:rPr>
          <w:rFonts w:eastAsia="Calibri"/>
          <w:spacing w:val="0"/>
          <w:lang w:eastAsia="et-EE"/>
        </w:rPr>
      </w:pPr>
      <w:r w:rsidRPr="000677F8">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0677F8" w:rsidRDefault="003E2FC5" w:rsidP="003E2FC5">
      <w:pPr>
        <w:spacing w:line="276" w:lineRule="auto"/>
        <w:ind w:firstLine="60"/>
        <w:jc w:val="both"/>
        <w:rPr>
          <w:rFonts w:eastAsia="Calibri"/>
          <w:spacing w:val="0"/>
          <w:lang w:eastAsia="et-EE"/>
        </w:rPr>
      </w:pPr>
    </w:p>
    <w:p w14:paraId="0E7692E8" w14:textId="77777777" w:rsidR="003E2FC5" w:rsidRPr="000677F8" w:rsidRDefault="003E2FC5" w:rsidP="003E2FC5">
      <w:pPr>
        <w:numPr>
          <w:ilvl w:val="1"/>
          <w:numId w:val="16"/>
        </w:numPr>
        <w:spacing w:line="276" w:lineRule="auto"/>
        <w:contextualSpacing/>
        <w:jc w:val="both"/>
        <w:rPr>
          <w:rFonts w:eastAsia="Calibri"/>
          <w:spacing w:val="0"/>
          <w:lang w:eastAsia="et-EE"/>
        </w:rPr>
      </w:pPr>
      <w:r w:rsidRPr="000677F8">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0677F8" w:rsidRDefault="003E2FC5" w:rsidP="003E2FC5">
      <w:pPr>
        <w:shd w:val="clear" w:color="auto" w:fill="FFFFFF"/>
        <w:spacing w:after="60" w:line="276" w:lineRule="auto"/>
        <w:jc w:val="both"/>
        <w:rPr>
          <w:rFonts w:eastAsia="Calibri"/>
          <w:spacing w:val="0"/>
        </w:rPr>
      </w:pPr>
    </w:p>
    <w:p w14:paraId="58BE4F1D"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0677F8" w:rsidRDefault="003E2FC5" w:rsidP="003E2FC5">
      <w:pPr>
        <w:shd w:val="clear" w:color="auto" w:fill="FFFFFF"/>
        <w:spacing w:after="60" w:line="276" w:lineRule="auto"/>
        <w:jc w:val="both"/>
        <w:rPr>
          <w:rFonts w:eastAsia="Calibri"/>
          <w:spacing w:val="0"/>
        </w:rPr>
      </w:pPr>
    </w:p>
    <w:p w14:paraId="1FEF3E3C"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tegema tellijale kättesaadavaks kogu teabe, mida tellija peab vajalikuks lepingus sätestatud kohustuste täitmise tõendamiseks;</w:t>
      </w:r>
    </w:p>
    <w:p w14:paraId="38334403" w14:textId="77777777" w:rsidR="003E2FC5" w:rsidRPr="000677F8" w:rsidRDefault="003E2FC5" w:rsidP="003E2FC5">
      <w:pPr>
        <w:shd w:val="clear" w:color="auto" w:fill="FFFFFF"/>
        <w:spacing w:after="60" w:line="276" w:lineRule="auto"/>
        <w:jc w:val="both"/>
        <w:rPr>
          <w:rFonts w:eastAsia="Calibri"/>
          <w:spacing w:val="0"/>
        </w:rPr>
      </w:pPr>
    </w:p>
    <w:p w14:paraId="21C4F41E" w14:textId="77777777" w:rsidR="003E2FC5" w:rsidRPr="000677F8" w:rsidRDefault="003E2FC5" w:rsidP="003E2FC5">
      <w:pPr>
        <w:numPr>
          <w:ilvl w:val="1"/>
          <w:numId w:val="16"/>
        </w:numPr>
        <w:shd w:val="clear" w:color="auto" w:fill="FFFFFF"/>
        <w:spacing w:after="60" w:line="276" w:lineRule="auto"/>
        <w:contextualSpacing/>
        <w:jc w:val="both"/>
        <w:rPr>
          <w:rFonts w:eastAsia="Calibri"/>
          <w:spacing w:val="0"/>
        </w:rPr>
      </w:pPr>
      <w:r w:rsidRPr="000677F8">
        <w:rPr>
          <w:rFonts w:eastAsia="Calibri"/>
          <w:spacing w:val="0"/>
        </w:rPr>
        <w:t>võimaldama tellijal või tellija poolt volitatud audiitoril teha auditeid ja kontrolle ning panustama nendesse;</w:t>
      </w:r>
    </w:p>
    <w:p w14:paraId="1BD5F240" w14:textId="77777777" w:rsidR="003E2FC5" w:rsidRPr="000677F8" w:rsidRDefault="003E2FC5" w:rsidP="003E2FC5">
      <w:pPr>
        <w:shd w:val="clear" w:color="auto" w:fill="FFFFFF"/>
        <w:spacing w:after="60" w:line="276" w:lineRule="auto"/>
        <w:jc w:val="both"/>
        <w:rPr>
          <w:rFonts w:eastAsia="Calibri"/>
          <w:spacing w:val="0"/>
        </w:rPr>
      </w:pPr>
    </w:p>
    <w:p w14:paraId="79BB426F" w14:textId="77777777" w:rsidR="003E2FC5" w:rsidRPr="000677F8" w:rsidRDefault="003E2FC5" w:rsidP="003E2FC5">
      <w:pPr>
        <w:numPr>
          <w:ilvl w:val="1"/>
          <w:numId w:val="16"/>
        </w:numPr>
        <w:spacing w:line="276" w:lineRule="auto"/>
        <w:contextualSpacing/>
        <w:jc w:val="both"/>
        <w:rPr>
          <w:rFonts w:eastAsia="Calibri"/>
          <w:spacing w:val="0"/>
          <w:lang w:eastAsia="et-EE"/>
        </w:rPr>
      </w:pPr>
      <w:r w:rsidRPr="000677F8">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0677F8" w:rsidRDefault="003E2FC5" w:rsidP="003E2FC5">
      <w:pPr>
        <w:shd w:val="clear" w:color="auto" w:fill="FFFFFF"/>
        <w:spacing w:after="60" w:line="276" w:lineRule="auto"/>
        <w:jc w:val="both"/>
        <w:rPr>
          <w:rFonts w:eastAsia="Calibri"/>
          <w:spacing w:val="0"/>
        </w:rPr>
      </w:pPr>
    </w:p>
    <w:p w14:paraId="6CD9F6FA" w14:textId="77777777" w:rsidR="003E2FC5" w:rsidRPr="000677F8" w:rsidRDefault="003E2FC5" w:rsidP="003E2FC5">
      <w:pPr>
        <w:numPr>
          <w:ilvl w:val="0"/>
          <w:numId w:val="16"/>
        </w:numPr>
        <w:shd w:val="clear" w:color="auto" w:fill="FFFFFF"/>
        <w:spacing w:after="60" w:line="276" w:lineRule="auto"/>
        <w:contextualSpacing/>
        <w:jc w:val="both"/>
        <w:rPr>
          <w:rFonts w:eastAsia="Calibri"/>
          <w:spacing w:val="0"/>
        </w:rPr>
      </w:pPr>
      <w:r w:rsidRPr="000677F8">
        <w:rPr>
          <w:rFonts w:eastAsia="Calibri"/>
          <w:spacing w:val="0"/>
        </w:rPr>
        <w:t>Käesoleva lepingulisa punktis 1.1 sätestatud konfidentsiaalsuse nõue ei laiene informatsiooni avaldamisele töövõtja audiitorile ja advokaadile.</w:t>
      </w:r>
    </w:p>
    <w:p w14:paraId="00E4C837" w14:textId="77777777" w:rsidR="003E2FC5" w:rsidRPr="000677F8" w:rsidRDefault="003E2FC5" w:rsidP="003E2FC5">
      <w:pPr>
        <w:shd w:val="clear" w:color="auto" w:fill="FFFFFF"/>
        <w:spacing w:after="60" w:line="276" w:lineRule="auto"/>
        <w:jc w:val="both"/>
        <w:rPr>
          <w:rFonts w:eastAsia="Calibri"/>
          <w:spacing w:val="0"/>
        </w:rPr>
      </w:pPr>
    </w:p>
    <w:p w14:paraId="63E18EF7" w14:textId="77777777" w:rsidR="003E2FC5" w:rsidRPr="000677F8" w:rsidRDefault="003E2FC5" w:rsidP="003E2FC5">
      <w:pPr>
        <w:numPr>
          <w:ilvl w:val="0"/>
          <w:numId w:val="16"/>
        </w:numPr>
        <w:shd w:val="clear" w:color="auto" w:fill="FFFFFF"/>
        <w:spacing w:after="60" w:line="276" w:lineRule="auto"/>
        <w:contextualSpacing/>
        <w:jc w:val="both"/>
        <w:rPr>
          <w:rFonts w:eastAsia="Calibri"/>
          <w:spacing w:val="0"/>
        </w:rPr>
      </w:pPr>
      <w:r w:rsidRPr="000677F8">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0677F8" w:rsidRDefault="003E2FC5" w:rsidP="003E2FC5">
      <w:pPr>
        <w:shd w:val="clear" w:color="auto" w:fill="FFFFFF"/>
        <w:spacing w:after="60" w:line="276" w:lineRule="auto"/>
        <w:jc w:val="both"/>
        <w:rPr>
          <w:rFonts w:eastAsia="Calibri"/>
          <w:spacing w:val="0"/>
        </w:rPr>
      </w:pPr>
    </w:p>
    <w:p w14:paraId="490A8D82" w14:textId="77777777" w:rsidR="003E2FC5" w:rsidRPr="000677F8" w:rsidRDefault="003E2FC5" w:rsidP="003E2FC5">
      <w:pPr>
        <w:numPr>
          <w:ilvl w:val="0"/>
          <w:numId w:val="16"/>
        </w:numPr>
        <w:shd w:val="clear" w:color="auto" w:fill="FFFFFF"/>
        <w:spacing w:after="60" w:line="276" w:lineRule="auto"/>
        <w:contextualSpacing/>
        <w:jc w:val="both"/>
        <w:rPr>
          <w:rFonts w:eastAsia="Calibri"/>
          <w:spacing w:val="0"/>
        </w:rPr>
      </w:pPr>
      <w:r w:rsidRPr="000677F8">
        <w:rPr>
          <w:rFonts w:eastAsia="Calibri"/>
          <w:spacing w:val="0"/>
        </w:rPr>
        <w:lastRenderedPageBreak/>
        <w:t>Tulenevalt konfidentsiaalse informatsiooni laadist on tellijal õigus seada täiendavaid nõuded ja/või juhised isikuandmete töötlemiseks.</w:t>
      </w:r>
    </w:p>
    <w:p w14:paraId="34E392B6" w14:textId="77777777" w:rsidR="003E2FC5" w:rsidRPr="000677F8" w:rsidRDefault="003E2FC5" w:rsidP="003E2FC5">
      <w:pPr>
        <w:ind w:left="720"/>
        <w:contextualSpacing/>
        <w:rPr>
          <w:rFonts w:eastAsia="Calibri"/>
          <w:spacing w:val="0"/>
        </w:rPr>
      </w:pPr>
    </w:p>
    <w:p w14:paraId="19802BD5" w14:textId="77777777" w:rsidR="003E2FC5" w:rsidRPr="000677F8" w:rsidRDefault="003E2FC5" w:rsidP="003E2FC5">
      <w:pPr>
        <w:numPr>
          <w:ilvl w:val="0"/>
          <w:numId w:val="16"/>
        </w:numPr>
        <w:shd w:val="clear" w:color="auto" w:fill="FFFFFF"/>
        <w:spacing w:after="60" w:line="276" w:lineRule="auto"/>
        <w:contextualSpacing/>
        <w:jc w:val="both"/>
        <w:rPr>
          <w:rFonts w:eastAsia="Calibri"/>
          <w:spacing w:val="0"/>
        </w:rPr>
      </w:pPr>
      <w:r w:rsidRPr="000677F8">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0677F8" w:rsidRDefault="003E2FC5" w:rsidP="003E2FC5">
      <w:pPr>
        <w:rPr>
          <w:rFonts w:eastAsia="Calibri"/>
          <w:spacing w:val="0"/>
        </w:rPr>
      </w:pPr>
    </w:p>
    <w:p w14:paraId="561AB681" w14:textId="77777777" w:rsidR="003E2FC5" w:rsidRPr="000677F8" w:rsidRDefault="003E2FC5" w:rsidP="003E2FC5">
      <w:pPr>
        <w:shd w:val="clear" w:color="auto" w:fill="FFFFFF"/>
        <w:spacing w:after="60" w:line="276" w:lineRule="auto"/>
        <w:jc w:val="both"/>
        <w:rPr>
          <w:rFonts w:eastAsia="Calibri"/>
          <w:spacing w:val="0"/>
        </w:rPr>
      </w:pPr>
    </w:p>
    <w:p w14:paraId="59D84A74" w14:textId="77777777" w:rsidR="003E2FC5" w:rsidRPr="000677F8" w:rsidRDefault="003E2FC5" w:rsidP="003E2FC5">
      <w:pPr>
        <w:shd w:val="clear" w:color="auto" w:fill="FFFFFF"/>
        <w:spacing w:after="60" w:line="276" w:lineRule="auto"/>
        <w:jc w:val="both"/>
        <w:rPr>
          <w:rFonts w:eastAsia="Calibri"/>
          <w:b/>
          <w:spacing w:val="0"/>
        </w:rPr>
      </w:pPr>
      <w:r w:rsidRPr="000677F8">
        <w:rPr>
          <w:rFonts w:eastAsia="Calibri"/>
          <w:b/>
          <w:spacing w:val="0"/>
        </w:rPr>
        <w:t xml:space="preserve">Poolte allkirjad </w:t>
      </w:r>
    </w:p>
    <w:p w14:paraId="59AD2AF1" w14:textId="77777777" w:rsidR="003E2FC5" w:rsidRPr="000677F8" w:rsidRDefault="003E2FC5" w:rsidP="003E2FC5">
      <w:pPr>
        <w:shd w:val="clear" w:color="auto" w:fill="FFFFFF"/>
        <w:spacing w:after="60" w:line="276" w:lineRule="auto"/>
        <w:jc w:val="both"/>
        <w:rPr>
          <w:rFonts w:eastAsia="Calibri"/>
          <w:b/>
          <w:spacing w:val="0"/>
        </w:rPr>
      </w:pPr>
    </w:p>
    <w:p w14:paraId="6355417B" w14:textId="77777777" w:rsidR="003E2FC5" w:rsidRPr="000677F8" w:rsidRDefault="003E2FC5" w:rsidP="003E2FC5">
      <w:pPr>
        <w:shd w:val="clear" w:color="auto" w:fill="FFFFFF"/>
        <w:spacing w:after="60" w:line="276" w:lineRule="auto"/>
        <w:jc w:val="both"/>
        <w:rPr>
          <w:rFonts w:eastAsia="Calibri"/>
          <w:b/>
          <w:spacing w:val="0"/>
        </w:rPr>
      </w:pPr>
      <w:r w:rsidRPr="000677F8">
        <w:rPr>
          <w:rFonts w:eastAsia="Calibri"/>
          <w:b/>
          <w:spacing w:val="0"/>
        </w:rPr>
        <w:t xml:space="preserve">RMK </w:t>
      </w:r>
      <w:r w:rsidRPr="000677F8">
        <w:rPr>
          <w:rFonts w:eastAsia="Calibri"/>
          <w:b/>
          <w:spacing w:val="0"/>
        </w:rPr>
        <w:tab/>
      </w:r>
      <w:r w:rsidRPr="000677F8">
        <w:rPr>
          <w:rFonts w:eastAsia="Calibri"/>
          <w:b/>
          <w:spacing w:val="0"/>
        </w:rPr>
        <w:tab/>
      </w:r>
      <w:r w:rsidRPr="000677F8">
        <w:rPr>
          <w:rFonts w:eastAsia="Calibri"/>
          <w:b/>
          <w:spacing w:val="0"/>
        </w:rPr>
        <w:tab/>
      </w:r>
      <w:r w:rsidRPr="000677F8">
        <w:rPr>
          <w:rFonts w:eastAsia="Calibri"/>
          <w:b/>
          <w:spacing w:val="0"/>
        </w:rPr>
        <w:tab/>
      </w:r>
      <w:r w:rsidRPr="000677F8">
        <w:rPr>
          <w:rFonts w:eastAsia="Calibri"/>
          <w:b/>
          <w:spacing w:val="0"/>
        </w:rPr>
        <w:tab/>
      </w:r>
      <w:r w:rsidRPr="000677F8">
        <w:rPr>
          <w:rFonts w:eastAsia="Calibri"/>
          <w:b/>
          <w:spacing w:val="0"/>
        </w:rPr>
        <w:tab/>
      </w:r>
      <w:r w:rsidRPr="000677F8">
        <w:rPr>
          <w:rFonts w:eastAsia="Calibri"/>
          <w:b/>
          <w:spacing w:val="0"/>
        </w:rPr>
        <w:tab/>
        <w:t xml:space="preserve">   Volitatud töötleja</w:t>
      </w:r>
    </w:p>
    <w:p w14:paraId="58BDF508" w14:textId="77777777" w:rsidR="003E2FC5" w:rsidRPr="000677F8" w:rsidRDefault="003E2FC5" w:rsidP="003E2FC5">
      <w:pPr>
        <w:shd w:val="clear" w:color="auto" w:fill="FFFFFF"/>
        <w:spacing w:after="60" w:line="276" w:lineRule="auto"/>
        <w:jc w:val="both"/>
        <w:rPr>
          <w:rFonts w:eastAsia="Calibri"/>
          <w:spacing w:val="0"/>
        </w:rPr>
      </w:pPr>
    </w:p>
    <w:p w14:paraId="0A6E1C96" w14:textId="77777777" w:rsidR="003E2FC5" w:rsidRPr="000677F8" w:rsidRDefault="003E2FC5" w:rsidP="003E2FC5">
      <w:pPr>
        <w:rPr>
          <w:rFonts w:eastAsia="Calibri"/>
          <w:spacing w:val="0"/>
          <w:lang w:eastAsia="et-EE"/>
        </w:rPr>
      </w:pPr>
    </w:p>
    <w:p w14:paraId="3D4B5074" w14:textId="77777777" w:rsidR="003E2FC5" w:rsidRPr="000677F8" w:rsidRDefault="00000000"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Content>
          <w:r w:rsidR="003E2FC5" w:rsidRPr="000677F8">
            <w:rPr>
              <w:rFonts w:eastAsia="Calibri"/>
              <w:b/>
              <w:spacing w:val="0"/>
            </w:rPr>
            <w:t>[Vali sobiv]</w:t>
          </w:r>
        </w:sdtContent>
      </w:sdt>
      <w:r w:rsidR="003E2FC5" w:rsidRPr="000677F8">
        <w:rPr>
          <w:rFonts w:eastAsia="Calibri"/>
          <w:b/>
          <w:spacing w:val="0"/>
          <w:lang w:eastAsia="et-EE"/>
        </w:rPr>
        <w:tab/>
      </w:r>
      <w:r w:rsidR="003E2FC5" w:rsidRPr="000677F8">
        <w:rPr>
          <w:rFonts w:eastAsia="Calibri"/>
          <w:b/>
          <w:spacing w:val="0"/>
          <w:lang w:eastAsia="et-EE"/>
        </w:rPr>
        <w:tab/>
      </w:r>
      <w:r w:rsidR="003E2FC5" w:rsidRPr="000677F8">
        <w:rPr>
          <w:rFonts w:eastAsia="Calibri"/>
          <w:b/>
          <w:spacing w:val="0"/>
          <w:lang w:eastAsia="et-EE"/>
        </w:rPr>
        <w:tab/>
      </w:r>
      <w:r w:rsidR="003E2FC5" w:rsidRPr="000677F8">
        <w:rPr>
          <w:rFonts w:eastAsia="Calibri"/>
          <w:b/>
          <w:spacing w:val="0"/>
          <w:lang w:eastAsia="et-EE"/>
        </w:rPr>
        <w:tab/>
      </w:r>
      <w:r w:rsidR="003E2FC5" w:rsidRPr="000677F8">
        <w:rPr>
          <w:rFonts w:eastAsia="Calibri"/>
          <w:b/>
          <w:spacing w:val="0"/>
          <w:lang w:eastAsia="et-EE"/>
        </w:rPr>
        <w:tab/>
      </w:r>
      <w:r w:rsidR="003E2FC5" w:rsidRPr="000677F8">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Content>
          <w:r w:rsidR="003E2FC5" w:rsidRPr="000677F8">
            <w:rPr>
              <w:rFonts w:eastAsia="Calibri"/>
              <w:b/>
              <w:spacing w:val="0"/>
            </w:rPr>
            <w:t>[Vali sobiv]</w:t>
          </w:r>
        </w:sdtContent>
      </w:sdt>
      <w:r w:rsidR="003E2FC5" w:rsidRPr="000677F8">
        <w:rPr>
          <w:rFonts w:eastAsia="Calibri"/>
          <w:b/>
          <w:spacing w:val="0"/>
          <w:lang w:eastAsia="et-EE"/>
        </w:rPr>
        <w:tab/>
      </w:r>
    </w:p>
    <w:p w14:paraId="0D5A4132" w14:textId="77777777" w:rsidR="003E2FC5" w:rsidRPr="000677F8" w:rsidRDefault="003E2FC5" w:rsidP="003E2FC5">
      <w:pPr>
        <w:jc w:val="both"/>
        <w:outlineLvl w:val="0"/>
        <w:rPr>
          <w:rFonts w:eastAsia="Calibri"/>
          <w:b/>
          <w:spacing w:val="0"/>
          <w:lang w:eastAsia="et-EE"/>
        </w:rPr>
      </w:pPr>
    </w:p>
    <w:p w14:paraId="5A83C07A" w14:textId="77777777" w:rsidR="003E2FC5" w:rsidRPr="000677F8"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0677F8">
        <w:rPr>
          <w:rFonts w:eastAsia="Calibri"/>
          <w:b/>
          <w:spacing w:val="0"/>
          <w:lang w:eastAsia="et-EE"/>
        </w:rPr>
        <w:fldChar w:fldCharType="begin"/>
      </w:r>
      <w:r w:rsidRPr="000677F8">
        <w:rPr>
          <w:rFonts w:eastAsia="Calibri"/>
          <w:spacing w:val="0"/>
          <w:lang w:eastAsia="et-EE"/>
        </w:rPr>
        <w:instrText xml:space="preserve"> MACROBUTTON  AcceptAllChangesInDoc [Sisesta eesnimi ja perekonnanimi] </w:instrText>
      </w:r>
      <w:r w:rsidRPr="000677F8">
        <w:rPr>
          <w:rFonts w:eastAsia="Calibri"/>
          <w:b/>
          <w:spacing w:val="0"/>
          <w:lang w:eastAsia="et-EE"/>
        </w:rPr>
        <w:fldChar w:fldCharType="end"/>
      </w:r>
      <w:r w:rsidRPr="000677F8">
        <w:rPr>
          <w:rFonts w:eastAsia="Calibri"/>
          <w:b/>
          <w:spacing w:val="0"/>
          <w:lang w:eastAsia="et-EE"/>
        </w:rPr>
        <w:tab/>
      </w:r>
      <w:r w:rsidRPr="000677F8">
        <w:rPr>
          <w:rFonts w:eastAsia="Calibri"/>
          <w:b/>
          <w:spacing w:val="0"/>
          <w:lang w:eastAsia="et-EE"/>
        </w:rPr>
        <w:fldChar w:fldCharType="begin"/>
      </w:r>
      <w:r w:rsidRPr="000677F8">
        <w:rPr>
          <w:rFonts w:eastAsia="Calibri"/>
          <w:spacing w:val="0"/>
          <w:lang w:eastAsia="et-EE"/>
        </w:rPr>
        <w:instrText xml:space="preserve"> MACROBUTTON  AcceptAllChangesInDoc [Sisesta eesnimi ja perekonnanimi] </w:instrText>
      </w:r>
      <w:r w:rsidRPr="000677F8">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footerReference w:type="first" r:id="rId12"/>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48775" w14:textId="77777777" w:rsidR="00D04BF1" w:rsidRDefault="00D04BF1">
      <w:r>
        <w:separator/>
      </w:r>
    </w:p>
    <w:p w14:paraId="40BD840C" w14:textId="77777777" w:rsidR="00D04BF1" w:rsidRDefault="00D04BF1"/>
    <w:p w14:paraId="417F939B" w14:textId="77777777" w:rsidR="00D04BF1" w:rsidRDefault="00D04BF1" w:rsidP="005B1C9B"/>
  </w:endnote>
  <w:endnote w:type="continuationSeparator" w:id="0">
    <w:p w14:paraId="1AB4DF8B" w14:textId="77777777" w:rsidR="00D04BF1" w:rsidRDefault="00D04BF1">
      <w:r>
        <w:continuationSeparator/>
      </w:r>
    </w:p>
    <w:p w14:paraId="27F084C1" w14:textId="77777777" w:rsidR="00D04BF1" w:rsidRDefault="00D04BF1"/>
    <w:p w14:paraId="5121AEDD" w14:textId="77777777" w:rsidR="00D04BF1" w:rsidRDefault="00D04BF1" w:rsidP="005B1C9B"/>
  </w:endnote>
  <w:endnote w:type="continuationNotice" w:id="1">
    <w:p w14:paraId="2FEF79A3" w14:textId="77777777" w:rsidR="00D04BF1" w:rsidRDefault="00D04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16333" w14:textId="77777777" w:rsidR="00D04BF1" w:rsidRDefault="00D04BF1">
      <w:r>
        <w:separator/>
      </w:r>
    </w:p>
    <w:p w14:paraId="1DC764F6" w14:textId="77777777" w:rsidR="00D04BF1" w:rsidRDefault="00D04BF1"/>
    <w:p w14:paraId="0578E526" w14:textId="77777777" w:rsidR="00D04BF1" w:rsidRDefault="00D04BF1" w:rsidP="005B1C9B"/>
  </w:footnote>
  <w:footnote w:type="continuationSeparator" w:id="0">
    <w:p w14:paraId="10F55A09" w14:textId="77777777" w:rsidR="00D04BF1" w:rsidRDefault="00D04BF1">
      <w:r>
        <w:continuationSeparator/>
      </w:r>
    </w:p>
    <w:p w14:paraId="2F8BB4A2" w14:textId="77777777" w:rsidR="00D04BF1" w:rsidRDefault="00D04BF1"/>
    <w:p w14:paraId="1D9D6885" w14:textId="77777777" w:rsidR="00D04BF1" w:rsidRDefault="00D04BF1" w:rsidP="005B1C9B"/>
  </w:footnote>
  <w:footnote w:type="continuationNotice" w:id="1">
    <w:p w14:paraId="5F1BE1F5" w14:textId="77777777" w:rsidR="00D04BF1" w:rsidRDefault="00D04B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5B15"/>
    <w:rsid w:val="00033728"/>
    <w:rsid w:val="000414C4"/>
    <w:rsid w:val="00050023"/>
    <w:rsid w:val="00050571"/>
    <w:rsid w:val="00050929"/>
    <w:rsid w:val="0005474E"/>
    <w:rsid w:val="000566B1"/>
    <w:rsid w:val="000577C6"/>
    <w:rsid w:val="0006006E"/>
    <w:rsid w:val="00062292"/>
    <w:rsid w:val="000677F8"/>
    <w:rsid w:val="00072B64"/>
    <w:rsid w:val="00080D12"/>
    <w:rsid w:val="0008150A"/>
    <w:rsid w:val="000844F0"/>
    <w:rsid w:val="00086117"/>
    <w:rsid w:val="000912D4"/>
    <w:rsid w:val="0009167B"/>
    <w:rsid w:val="00095516"/>
    <w:rsid w:val="00096E61"/>
    <w:rsid w:val="000A2CE1"/>
    <w:rsid w:val="000A3225"/>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C4B10"/>
    <w:rsid w:val="001D26EB"/>
    <w:rsid w:val="001D48FE"/>
    <w:rsid w:val="001F4876"/>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66C6F"/>
    <w:rsid w:val="00367179"/>
    <w:rsid w:val="003725C0"/>
    <w:rsid w:val="00383A84"/>
    <w:rsid w:val="003852AD"/>
    <w:rsid w:val="00390DEA"/>
    <w:rsid w:val="0039102C"/>
    <w:rsid w:val="00396C2A"/>
    <w:rsid w:val="003A05EC"/>
    <w:rsid w:val="003A4D33"/>
    <w:rsid w:val="003A5053"/>
    <w:rsid w:val="003A72D8"/>
    <w:rsid w:val="003B0A67"/>
    <w:rsid w:val="003B208E"/>
    <w:rsid w:val="003B2B77"/>
    <w:rsid w:val="003B364A"/>
    <w:rsid w:val="003B372F"/>
    <w:rsid w:val="003C2E85"/>
    <w:rsid w:val="003C4FC3"/>
    <w:rsid w:val="003D10C9"/>
    <w:rsid w:val="003D2A41"/>
    <w:rsid w:val="003D2F80"/>
    <w:rsid w:val="003E0255"/>
    <w:rsid w:val="003E2FC5"/>
    <w:rsid w:val="003E3C0E"/>
    <w:rsid w:val="003F4602"/>
    <w:rsid w:val="003F4F3E"/>
    <w:rsid w:val="003F524C"/>
    <w:rsid w:val="003F6EFA"/>
    <w:rsid w:val="003F7C3F"/>
    <w:rsid w:val="00403007"/>
    <w:rsid w:val="00410EAF"/>
    <w:rsid w:val="00421EA3"/>
    <w:rsid w:val="00423F9C"/>
    <w:rsid w:val="004354E9"/>
    <w:rsid w:val="00440A67"/>
    <w:rsid w:val="0044451F"/>
    <w:rsid w:val="00461E45"/>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25ABE"/>
    <w:rsid w:val="00531782"/>
    <w:rsid w:val="00532EB9"/>
    <w:rsid w:val="0053732E"/>
    <w:rsid w:val="00540E41"/>
    <w:rsid w:val="00543230"/>
    <w:rsid w:val="00552411"/>
    <w:rsid w:val="00552D17"/>
    <w:rsid w:val="00557297"/>
    <w:rsid w:val="00557C70"/>
    <w:rsid w:val="00563D12"/>
    <w:rsid w:val="005866BE"/>
    <w:rsid w:val="005877B0"/>
    <w:rsid w:val="0059013A"/>
    <w:rsid w:val="00597EFC"/>
    <w:rsid w:val="005A1CA9"/>
    <w:rsid w:val="005A3931"/>
    <w:rsid w:val="005A68F2"/>
    <w:rsid w:val="005B1B33"/>
    <w:rsid w:val="005B1C9B"/>
    <w:rsid w:val="005B3586"/>
    <w:rsid w:val="005B529A"/>
    <w:rsid w:val="005C0B65"/>
    <w:rsid w:val="005C2B39"/>
    <w:rsid w:val="005C7B53"/>
    <w:rsid w:val="005D3186"/>
    <w:rsid w:val="005D347E"/>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57052"/>
    <w:rsid w:val="006613DA"/>
    <w:rsid w:val="00661407"/>
    <w:rsid w:val="00670142"/>
    <w:rsid w:val="006739B6"/>
    <w:rsid w:val="00680A1E"/>
    <w:rsid w:val="006821A7"/>
    <w:rsid w:val="0069237E"/>
    <w:rsid w:val="006960EC"/>
    <w:rsid w:val="006A1418"/>
    <w:rsid w:val="006B4ED6"/>
    <w:rsid w:val="006C0B74"/>
    <w:rsid w:val="006D01D3"/>
    <w:rsid w:val="006D0AD9"/>
    <w:rsid w:val="006D75CB"/>
    <w:rsid w:val="006E301A"/>
    <w:rsid w:val="006F18B4"/>
    <w:rsid w:val="006F38C8"/>
    <w:rsid w:val="006F72F5"/>
    <w:rsid w:val="00700510"/>
    <w:rsid w:val="007109D9"/>
    <w:rsid w:val="007146F1"/>
    <w:rsid w:val="007165C6"/>
    <w:rsid w:val="00720264"/>
    <w:rsid w:val="0073687B"/>
    <w:rsid w:val="00742C47"/>
    <w:rsid w:val="00761511"/>
    <w:rsid w:val="00763CE7"/>
    <w:rsid w:val="00772ECC"/>
    <w:rsid w:val="007750DA"/>
    <w:rsid w:val="00775AE2"/>
    <w:rsid w:val="00795449"/>
    <w:rsid w:val="00796ED0"/>
    <w:rsid w:val="0079768C"/>
    <w:rsid w:val="007A0B30"/>
    <w:rsid w:val="007A3072"/>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5055D"/>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4BD5"/>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5763"/>
    <w:rsid w:val="00995D9A"/>
    <w:rsid w:val="009A66A4"/>
    <w:rsid w:val="009A6CD2"/>
    <w:rsid w:val="009B0614"/>
    <w:rsid w:val="009B1EDB"/>
    <w:rsid w:val="009B5898"/>
    <w:rsid w:val="009C2029"/>
    <w:rsid w:val="009C3377"/>
    <w:rsid w:val="009C7D2E"/>
    <w:rsid w:val="009D1C4C"/>
    <w:rsid w:val="009D38CC"/>
    <w:rsid w:val="009D3D72"/>
    <w:rsid w:val="009E2175"/>
    <w:rsid w:val="009E7650"/>
    <w:rsid w:val="009F1497"/>
    <w:rsid w:val="009F17D4"/>
    <w:rsid w:val="009F4646"/>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57CD"/>
    <w:rsid w:val="00A75AB2"/>
    <w:rsid w:val="00A75DB1"/>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4ADE"/>
    <w:rsid w:val="00AD598A"/>
    <w:rsid w:val="00AD627A"/>
    <w:rsid w:val="00AD63D6"/>
    <w:rsid w:val="00AE1EC3"/>
    <w:rsid w:val="00AE2F3E"/>
    <w:rsid w:val="00AF4F65"/>
    <w:rsid w:val="00AF6782"/>
    <w:rsid w:val="00AF7266"/>
    <w:rsid w:val="00B00589"/>
    <w:rsid w:val="00B049C7"/>
    <w:rsid w:val="00B10A68"/>
    <w:rsid w:val="00B11C45"/>
    <w:rsid w:val="00B123FD"/>
    <w:rsid w:val="00B16989"/>
    <w:rsid w:val="00B251B8"/>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724B"/>
    <w:rsid w:val="00C06C35"/>
    <w:rsid w:val="00C12C7E"/>
    <w:rsid w:val="00C1452C"/>
    <w:rsid w:val="00C17159"/>
    <w:rsid w:val="00C200A3"/>
    <w:rsid w:val="00C20B65"/>
    <w:rsid w:val="00C26554"/>
    <w:rsid w:val="00C33444"/>
    <w:rsid w:val="00C36C6A"/>
    <w:rsid w:val="00C41BE3"/>
    <w:rsid w:val="00C43E6C"/>
    <w:rsid w:val="00C4411E"/>
    <w:rsid w:val="00C50D4D"/>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5979"/>
    <w:rsid w:val="00CE6B98"/>
    <w:rsid w:val="00CE6F53"/>
    <w:rsid w:val="00CF42CB"/>
    <w:rsid w:val="00CF48E1"/>
    <w:rsid w:val="00D02F44"/>
    <w:rsid w:val="00D04BF1"/>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50044"/>
    <w:rsid w:val="00D50E9D"/>
    <w:rsid w:val="00D51573"/>
    <w:rsid w:val="00D569EC"/>
    <w:rsid w:val="00D61CA0"/>
    <w:rsid w:val="00D666AC"/>
    <w:rsid w:val="00D70E37"/>
    <w:rsid w:val="00D76FB7"/>
    <w:rsid w:val="00D77B12"/>
    <w:rsid w:val="00D823DA"/>
    <w:rsid w:val="00DA1C26"/>
    <w:rsid w:val="00DA6F2A"/>
    <w:rsid w:val="00DB1D4E"/>
    <w:rsid w:val="00DB238D"/>
    <w:rsid w:val="00DB7217"/>
    <w:rsid w:val="00DC3205"/>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523BC"/>
    <w:rsid w:val="00E53D87"/>
    <w:rsid w:val="00E53FF6"/>
    <w:rsid w:val="00E55F0A"/>
    <w:rsid w:val="00E70E5B"/>
    <w:rsid w:val="00E71FF9"/>
    <w:rsid w:val="00E73D84"/>
    <w:rsid w:val="00E75A15"/>
    <w:rsid w:val="00E77374"/>
    <w:rsid w:val="00E80BAC"/>
    <w:rsid w:val="00E87055"/>
    <w:rsid w:val="00E96BB3"/>
    <w:rsid w:val="00EA25D4"/>
    <w:rsid w:val="00EA46D2"/>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F4843"/>
    <w:rsid w:val="00313ADD"/>
    <w:rsid w:val="00390C06"/>
    <w:rsid w:val="003B208E"/>
    <w:rsid w:val="0045673B"/>
    <w:rsid w:val="00483036"/>
    <w:rsid w:val="00597EFC"/>
    <w:rsid w:val="00715AA1"/>
    <w:rsid w:val="00796371"/>
    <w:rsid w:val="007A1CF1"/>
    <w:rsid w:val="0084380B"/>
    <w:rsid w:val="008A4BD5"/>
    <w:rsid w:val="00911C60"/>
    <w:rsid w:val="009365FB"/>
    <w:rsid w:val="00A75DB1"/>
    <w:rsid w:val="00AC4ADE"/>
    <w:rsid w:val="00B11C45"/>
    <w:rsid w:val="00B86C9F"/>
    <w:rsid w:val="00C130AC"/>
    <w:rsid w:val="00C83A8B"/>
    <w:rsid w:val="00C94206"/>
    <w:rsid w:val="00CE6BED"/>
    <w:rsid w:val="00D07737"/>
    <w:rsid w:val="00D153A0"/>
    <w:rsid w:val="00E56550"/>
    <w:rsid w:val="00E61806"/>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215</TotalTime>
  <Pages>12</Pages>
  <Words>4071</Words>
  <Characters>23613</Characters>
  <Application>Microsoft Office Word</Application>
  <DocSecurity>0</DocSecurity>
  <Lines>196</Lines>
  <Paragraphs>55</Paragraphs>
  <ScaleCrop>false</ScaleCrop>
  <Company>RMK</Company>
  <LinksUpToDate>false</LinksUpToDate>
  <CharactersWithSpaces>27629</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10</cp:revision>
  <cp:lastPrinted>2014-04-25T00:30:00Z</cp:lastPrinted>
  <dcterms:created xsi:type="dcterms:W3CDTF">2025-03-17T13:05:00Z</dcterms:created>
  <dcterms:modified xsi:type="dcterms:W3CDTF">2025-03-21T07:57:00Z</dcterms:modified>
</cp:coreProperties>
</file>